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>
    <v:background id="_x0000_s1025" o:bwmode="white" fillcolor="#f8f8f8">
      <v:fill r:id="rId4" o:title="Papel jornal" type="tile"/>
    </v:background>
  </w:background>
  <w:body>
    <w:p w:rsidR="002039BD" w:rsidRPr="001638B8" w:rsidRDefault="00E7594C" w:rsidP="001638B8">
      <w:pPr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Claudinei</w:t>
      </w:r>
      <w:r w:rsidR="006879D7">
        <w:rPr>
          <w:rFonts w:ascii="Verdana" w:hAnsi="Verdana"/>
          <w:sz w:val="40"/>
          <w:szCs w:val="40"/>
        </w:rPr>
        <w:t xml:space="preserve"> Buosi</w:t>
      </w:r>
    </w:p>
    <w:p w:rsidR="00F617E5" w:rsidRDefault="00E7594C" w:rsidP="00F617E5">
      <w:pPr>
        <w:pStyle w:val="SemEspaamento"/>
      </w:pPr>
      <w:r>
        <w:t>Brasileiro, casado</w:t>
      </w:r>
      <w:r w:rsidR="001638B8" w:rsidRPr="001638B8">
        <w:t xml:space="preserve">, </w:t>
      </w:r>
      <w:r>
        <w:t>43</w:t>
      </w:r>
      <w:r w:rsidR="001638B8" w:rsidRPr="001638B8">
        <w:t xml:space="preserve"> a</w:t>
      </w:r>
      <w:r w:rsidR="00F617E5">
        <w:t xml:space="preserve">nos,  </w:t>
      </w:r>
    </w:p>
    <w:p w:rsidR="00ED4D01" w:rsidRDefault="00ED4D01" w:rsidP="00F617E5">
      <w:pPr>
        <w:pStyle w:val="SemEspaamento"/>
      </w:pPr>
      <w:r>
        <w:t>Rua Sete de Setembro 123</w:t>
      </w:r>
      <w:r w:rsidR="00F617E5">
        <w:t xml:space="preserve"> </w:t>
      </w:r>
      <w:r>
        <w:t>–</w:t>
      </w:r>
      <w:r w:rsidR="00F617E5">
        <w:t xml:space="preserve"> Centro</w:t>
      </w:r>
    </w:p>
    <w:p w:rsidR="001638B8" w:rsidRDefault="00ED4D01" w:rsidP="00F617E5">
      <w:pPr>
        <w:pStyle w:val="SemEspaamento"/>
      </w:pPr>
      <w:r>
        <w:t>Ribeirão Preto</w:t>
      </w:r>
      <w:r w:rsidR="00E943C5">
        <w:t>– SP</w:t>
      </w:r>
      <w:r w:rsidR="001638B8" w:rsidRPr="001638B8">
        <w:br/>
      </w:r>
      <w:r w:rsidR="005B5FD3">
        <w:t xml:space="preserve">Telefone: </w:t>
      </w:r>
      <w:r w:rsidR="00E943C5">
        <w:t>(16) 8193-8365</w:t>
      </w:r>
      <w:r w:rsidR="001638B8" w:rsidRPr="001638B8">
        <w:t xml:space="preserve"> </w:t>
      </w:r>
      <w:r w:rsidR="005B5FD3">
        <w:t>/ E-mail:</w:t>
      </w:r>
      <w:r w:rsidR="006879D7">
        <w:t>marcenariabuosi@hotmail.com</w:t>
      </w:r>
    </w:p>
    <w:p w:rsidR="001638B8" w:rsidRDefault="00461693" w:rsidP="00F617E5">
      <w:pPr>
        <w:pStyle w:val="SemEspaamento"/>
      </w:pPr>
      <w:r>
        <w:t>CNH: A/B</w:t>
      </w:r>
    </w:p>
    <w:p w:rsidR="001638B8" w:rsidRDefault="00F8073D" w:rsidP="001638B8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4" type="#_x0000_t32" style="position:absolute;margin-left:.3pt;margin-top:6.05pt;width:478.5pt;height:.05pt;z-index:251655680;mso-position-horizontal-relative:margin" o:connectortype="straight" strokecolor="#b9bec7" strokeweight="1pt">
            <w10:wrap anchorx="margin"/>
          </v:shape>
        </w:pict>
      </w:r>
    </w:p>
    <w:p w:rsidR="000B7866" w:rsidRDefault="00041343" w:rsidP="00FA3990">
      <w:pPr>
        <w:rPr>
          <w:rFonts w:ascii="Verdana" w:hAnsi="Verdana"/>
        </w:rPr>
      </w:pPr>
      <w:r>
        <w:rPr>
          <w:rFonts w:ascii="Verdana" w:hAnsi="Verdana"/>
        </w:rPr>
        <w:t>Produção/Manutenção</w:t>
      </w:r>
      <w:r w:rsidR="00461693">
        <w:rPr>
          <w:rFonts w:ascii="Verdana" w:hAnsi="Verdana"/>
        </w:rPr>
        <w:t>/Motorista</w:t>
      </w:r>
    </w:p>
    <w:p w:rsidR="000B7866" w:rsidRPr="00FA3990" w:rsidRDefault="000B7866" w:rsidP="00FA3990">
      <w:pPr>
        <w:rPr>
          <w:rFonts w:ascii="Verdana" w:hAnsi="Verdana"/>
        </w:rPr>
      </w:pPr>
      <w:r>
        <w:rPr>
          <w:rFonts w:ascii="Verdana" w:hAnsi="Verdana"/>
        </w:rPr>
        <w:t>Pretensão Salarial: A combinar</w:t>
      </w:r>
    </w:p>
    <w:p w:rsidR="001638B8" w:rsidRDefault="001638B8" w:rsidP="001638B8">
      <w:pPr>
        <w:pStyle w:val="Seo"/>
        <w:rPr>
          <w:rFonts w:ascii="Verdana" w:hAnsi="Verdana"/>
        </w:rPr>
      </w:pPr>
    </w:p>
    <w:p w:rsidR="00756035" w:rsidRDefault="00756035" w:rsidP="00756035">
      <w:pPr>
        <w:pStyle w:val="Seo"/>
        <w:rPr>
          <w:rFonts w:ascii="Verdana" w:hAnsi="Verdana"/>
        </w:rPr>
      </w:pPr>
      <w:r>
        <w:rPr>
          <w:rFonts w:ascii="Verdana" w:hAnsi="Verdana"/>
        </w:rPr>
        <w:t>FORMAÇÃO</w:t>
      </w:r>
    </w:p>
    <w:p w:rsidR="00756035" w:rsidRDefault="00F8073D" w:rsidP="00756035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_x0000_s1193" type="#_x0000_t32" style="position:absolute;margin-left:.3pt;margin-top:6.05pt;width:478.5pt;height:.05pt;z-index:251656704;mso-position-horizontal-relative:margin" o:connectortype="straight" strokecolor="#b9bec7" strokeweight="1pt">
            <w10:wrap anchorx="margin"/>
          </v:shape>
        </w:pict>
      </w:r>
    </w:p>
    <w:p w:rsidR="006879D7" w:rsidRDefault="006879D7" w:rsidP="00F617E5">
      <w:pPr>
        <w:pStyle w:val="SemEspaamento"/>
      </w:pPr>
      <w:r w:rsidRPr="00E7594C">
        <w:t>Ensino Médio</w:t>
      </w:r>
    </w:p>
    <w:p w:rsidR="00E7594C" w:rsidRDefault="00E7594C" w:rsidP="00F617E5">
      <w:pPr>
        <w:pStyle w:val="SemEspaamento"/>
      </w:pPr>
      <w:r>
        <w:t>Curso Empilhadeira</w:t>
      </w:r>
    </w:p>
    <w:p w:rsidR="00EE71E9" w:rsidRDefault="00EE71E9" w:rsidP="00F617E5">
      <w:pPr>
        <w:pStyle w:val="SemEspaamento"/>
      </w:pPr>
      <w:r>
        <w:t>Curso Marcenaria SENAI</w:t>
      </w:r>
    </w:p>
    <w:p w:rsidR="00774C6B" w:rsidRDefault="00774C6B" w:rsidP="00F617E5">
      <w:pPr>
        <w:pStyle w:val="SemEspaamento"/>
      </w:pPr>
      <w:r>
        <w:t>Curso NR13</w:t>
      </w:r>
    </w:p>
    <w:p w:rsidR="00E7594C" w:rsidRPr="00E7594C" w:rsidRDefault="00E7594C" w:rsidP="00F617E5">
      <w:pPr>
        <w:pStyle w:val="SemEspaamento"/>
      </w:pPr>
      <w:r>
        <w:t>Informática</w:t>
      </w:r>
    </w:p>
    <w:p w:rsidR="001638B8" w:rsidRDefault="001638B8" w:rsidP="001638B8">
      <w:pPr>
        <w:rPr>
          <w:rFonts w:ascii="Verdana" w:hAnsi="Verdana"/>
        </w:rPr>
      </w:pPr>
    </w:p>
    <w:p w:rsidR="00756035" w:rsidRDefault="00756035" w:rsidP="00756035">
      <w:pPr>
        <w:pStyle w:val="Seo"/>
        <w:rPr>
          <w:rFonts w:ascii="Verdana" w:hAnsi="Verdana"/>
        </w:rPr>
      </w:pPr>
      <w:r>
        <w:rPr>
          <w:rFonts w:ascii="Verdana" w:hAnsi="Verdana"/>
        </w:rPr>
        <w:t>EXPERIÊNCIA PROFISSIONAL</w:t>
      </w:r>
    </w:p>
    <w:p w:rsidR="00756035" w:rsidRDefault="00F8073D" w:rsidP="00756035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_x0000_s1194" type="#_x0000_t32" style="position:absolute;margin-left:.3pt;margin-top:6.05pt;width:478.5pt;height:.05pt;z-index:251657728;mso-position-horizontal-relative:margin" o:connectortype="straight" strokecolor="#b9bec7" strokeweight="1pt">
            <w10:wrap anchorx="margin"/>
          </v:shape>
        </w:pict>
      </w:r>
    </w:p>
    <w:p w:rsidR="00B30D63" w:rsidRPr="002039BD" w:rsidRDefault="00B30D63" w:rsidP="00B30D63">
      <w:pPr>
        <w:pStyle w:val="Seo"/>
        <w:rPr>
          <w:rFonts w:ascii="Verdana" w:hAnsi="Verdana"/>
        </w:rPr>
      </w:pPr>
    </w:p>
    <w:p w:rsidR="004152D9" w:rsidRDefault="00E943C5" w:rsidP="004152D9">
      <w:pPr>
        <w:pStyle w:val="SemEspaamento"/>
      </w:pPr>
      <w:r>
        <w:rPr>
          <w:b/>
        </w:rPr>
        <w:t>2010</w:t>
      </w:r>
      <w:r w:rsidR="005657D9" w:rsidRPr="005657D9">
        <w:rPr>
          <w:b/>
        </w:rPr>
        <w:t xml:space="preserve"> –</w:t>
      </w:r>
      <w:r w:rsidR="00E7594C">
        <w:rPr>
          <w:b/>
        </w:rPr>
        <w:t>2016</w:t>
      </w:r>
      <w:r>
        <w:rPr>
          <w:b/>
        </w:rPr>
        <w:t>- Marcenaria Buosi</w:t>
      </w:r>
      <w:r w:rsidR="004152D9">
        <w:br/>
      </w:r>
    </w:p>
    <w:p w:rsidR="00350D7A" w:rsidRDefault="00E7594C" w:rsidP="004152D9">
      <w:pPr>
        <w:pStyle w:val="SemEspaamento"/>
      </w:pPr>
      <w:r>
        <w:t>Cargo: Marceneiro</w:t>
      </w:r>
      <w:r w:rsidR="00461693">
        <w:t>/Motorista</w:t>
      </w:r>
    </w:p>
    <w:p w:rsidR="00B30D63" w:rsidRDefault="00350D7A" w:rsidP="00E7594C">
      <w:pPr>
        <w:pStyle w:val="SemEspaamento"/>
        <w:rPr>
          <w:rFonts w:ascii="Verdana" w:hAnsi="Verdana"/>
        </w:rPr>
      </w:pPr>
      <w:r>
        <w:t>Principais Atividades:</w:t>
      </w:r>
      <w:r w:rsidR="00461693">
        <w:t xml:space="preserve">Comprador de materiais,Motorista, </w:t>
      </w:r>
      <w:r w:rsidR="00E7594C">
        <w:t xml:space="preserve"> Execução de Móveis sob medida em MDF, </w:t>
      </w:r>
      <w:r w:rsidR="00E95CB2">
        <w:t>Montagem de móveis ,</w:t>
      </w:r>
      <w:r w:rsidR="00E7594C">
        <w:t>Orçamentista, Manutenção e instalação de Portas, Verniz.</w:t>
      </w:r>
      <w:r w:rsidR="00E7594C">
        <w:rPr>
          <w:rFonts w:ascii="Verdana" w:hAnsi="Verdana"/>
        </w:rPr>
        <w:t xml:space="preserve"> </w:t>
      </w:r>
    </w:p>
    <w:p w:rsidR="00EE71E9" w:rsidRDefault="00EE71E9" w:rsidP="004152D9">
      <w:pPr>
        <w:pStyle w:val="PargrafodaLista"/>
        <w:spacing w:after="120" w:line="240" w:lineRule="auto"/>
        <w:ind w:left="0"/>
        <w:rPr>
          <w:rFonts w:ascii="Verdana" w:hAnsi="Verdana"/>
          <w:b/>
        </w:rPr>
      </w:pPr>
    </w:p>
    <w:p w:rsidR="00E943C5" w:rsidRDefault="00E7594C" w:rsidP="004152D9">
      <w:pPr>
        <w:pStyle w:val="PargrafodaLista"/>
        <w:spacing w:after="120" w:line="240" w:lineRule="auto"/>
        <w:ind w:left="0"/>
        <w:rPr>
          <w:rFonts w:ascii="Verdana" w:hAnsi="Verdana"/>
        </w:rPr>
      </w:pPr>
      <w:r>
        <w:rPr>
          <w:rFonts w:ascii="Verdana" w:hAnsi="Verdana"/>
          <w:b/>
        </w:rPr>
        <w:t>2004-2011</w:t>
      </w:r>
      <w:r w:rsidR="00EE71E9">
        <w:rPr>
          <w:rFonts w:ascii="Verdana" w:hAnsi="Verdana"/>
          <w:b/>
        </w:rPr>
        <w:t>–Santa Casa de Misericórdia de Ribeirão Preto</w:t>
      </w:r>
    </w:p>
    <w:p w:rsidR="00EE71E9" w:rsidRDefault="00EE71E9" w:rsidP="00EE71E9">
      <w:pPr>
        <w:pStyle w:val="SemEspaamento"/>
      </w:pPr>
      <w:r>
        <w:t>Cargo:Oficial Marceneiro</w:t>
      </w:r>
      <w:r w:rsidR="00774C6B">
        <w:t>/Manutenção</w:t>
      </w:r>
      <w:r w:rsidR="00461693">
        <w:t>/Motorista</w:t>
      </w:r>
    </w:p>
    <w:p w:rsidR="005657D9" w:rsidRPr="00E943C5" w:rsidRDefault="00EE71E9" w:rsidP="00EE71E9">
      <w:pPr>
        <w:pStyle w:val="SemEspaamento"/>
      </w:pPr>
      <w:r>
        <w:t>Principais Atividades: Serviços de Marcenaria em geral, Manutenção hospitalar</w:t>
      </w:r>
      <w:r w:rsidR="00774C6B">
        <w:t>,</w:t>
      </w:r>
      <w:r w:rsidR="006A40E3">
        <w:t xml:space="preserve"> Operador de</w:t>
      </w:r>
      <w:r w:rsidR="00774C6B">
        <w:t>Caldeira</w:t>
      </w:r>
      <w:r w:rsidR="00461693">
        <w:t>, Motorista</w:t>
      </w:r>
    </w:p>
    <w:p w:rsidR="00E943C5" w:rsidRPr="00E943C5" w:rsidRDefault="00E943C5" w:rsidP="00E943C5">
      <w:pPr>
        <w:pStyle w:val="PargrafodaLista"/>
        <w:spacing w:after="120" w:line="240" w:lineRule="auto"/>
        <w:ind w:left="284"/>
        <w:rPr>
          <w:rFonts w:ascii="Verdana" w:hAnsi="Verdana"/>
        </w:rPr>
      </w:pPr>
    </w:p>
    <w:p w:rsidR="00E87655" w:rsidRDefault="002C3FA5" w:rsidP="004152D9">
      <w:pPr>
        <w:pStyle w:val="PargrafodaLista"/>
        <w:spacing w:after="120" w:line="240" w:lineRule="auto"/>
        <w:ind w:left="0"/>
        <w:rPr>
          <w:rFonts w:ascii="Verdana" w:hAnsi="Verdana"/>
        </w:rPr>
      </w:pPr>
      <w:r>
        <w:rPr>
          <w:rFonts w:ascii="Verdana" w:hAnsi="Verdana"/>
          <w:b/>
        </w:rPr>
        <w:t>200</w:t>
      </w:r>
      <w:r w:rsidR="00EE71E9">
        <w:rPr>
          <w:rFonts w:ascii="Verdana" w:hAnsi="Verdana"/>
          <w:b/>
        </w:rPr>
        <w:t>0-2003-3M do Brasil</w:t>
      </w:r>
      <w:r w:rsidR="00E943C5">
        <w:rPr>
          <w:rFonts w:ascii="Verdana" w:hAnsi="Verdana"/>
        </w:rPr>
        <w:br/>
      </w:r>
      <w:r w:rsidR="00EE71E9">
        <w:rPr>
          <w:rFonts w:ascii="Verdana" w:hAnsi="Verdana"/>
        </w:rPr>
        <w:t>Cargo:</w:t>
      </w:r>
      <w:r w:rsidR="00E87655">
        <w:rPr>
          <w:rFonts w:ascii="Verdana" w:hAnsi="Verdana"/>
        </w:rPr>
        <w:t>Produção</w:t>
      </w:r>
    </w:p>
    <w:p w:rsidR="00756035" w:rsidRDefault="00F8073D" w:rsidP="00756035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_x0000_s1196" type="#_x0000_t32" style="position:absolute;margin-left:.3pt;margin-top:6.05pt;width:478.5pt;height:.05pt;z-index:251658752;mso-position-horizontal-relative:margin" o:connectortype="straight" strokecolor="#b9bec7" strokeweight="1pt">
            <w10:wrap anchorx="margin"/>
          </v:shape>
        </w:pict>
      </w:r>
    </w:p>
    <w:p w:rsidR="00B30D63" w:rsidRPr="002039BD" w:rsidRDefault="00B30D63" w:rsidP="00B30D63">
      <w:pPr>
        <w:pStyle w:val="Seo"/>
        <w:rPr>
          <w:rFonts w:ascii="Verdana" w:hAnsi="Verdana"/>
        </w:rPr>
      </w:pPr>
    </w:p>
    <w:p w:rsidR="00756035" w:rsidRDefault="00756035" w:rsidP="00756035">
      <w:pPr>
        <w:pStyle w:val="Seo"/>
        <w:rPr>
          <w:rFonts w:ascii="Verdana" w:hAnsi="Verdana"/>
        </w:rPr>
      </w:pPr>
      <w:r>
        <w:rPr>
          <w:rFonts w:ascii="Verdana" w:hAnsi="Verdana"/>
        </w:rPr>
        <w:t>INFORMAÇÕES ADICIONAIS</w:t>
      </w:r>
      <w:r w:rsidR="00DE7911">
        <w:rPr>
          <w:rFonts w:ascii="Verdana" w:hAnsi="Verdana"/>
        </w:rPr>
        <w:t>/habilidades</w:t>
      </w:r>
    </w:p>
    <w:p w:rsidR="008D040B" w:rsidRDefault="008D040B" w:rsidP="008D040B">
      <w:pPr>
        <w:pStyle w:val="Seo"/>
        <w:rPr>
          <w:rFonts w:ascii="Verdana" w:hAnsi="Verdana"/>
        </w:rPr>
      </w:pPr>
    </w:p>
    <w:p w:rsidR="008D040B" w:rsidRDefault="008D040B" w:rsidP="008D040B">
      <w:pPr>
        <w:pStyle w:val="Seo"/>
        <w:numPr>
          <w:ilvl w:val="0"/>
          <w:numId w:val="28"/>
        </w:numPr>
        <w:rPr>
          <w:rFonts w:ascii="Verdana" w:hAnsi="Verdana"/>
        </w:rPr>
      </w:pPr>
      <w:r>
        <w:rPr>
          <w:rFonts w:ascii="Verdana" w:hAnsi="Verdana"/>
        </w:rPr>
        <w:t>INFORMÁTICA PACOTE OFFICE</w:t>
      </w:r>
    </w:p>
    <w:p w:rsidR="00EE71E9" w:rsidRDefault="00EE71E9" w:rsidP="008D040B">
      <w:pPr>
        <w:pStyle w:val="Seo"/>
        <w:numPr>
          <w:ilvl w:val="0"/>
          <w:numId w:val="28"/>
        </w:numPr>
        <w:rPr>
          <w:rFonts w:ascii="Verdana" w:hAnsi="Verdana"/>
        </w:rPr>
      </w:pPr>
      <w:r>
        <w:rPr>
          <w:rFonts w:ascii="Verdana" w:hAnsi="Verdana"/>
        </w:rPr>
        <w:t>orçamentista</w:t>
      </w:r>
    </w:p>
    <w:p w:rsidR="00EE71E9" w:rsidRDefault="00EE71E9" w:rsidP="008D040B">
      <w:pPr>
        <w:pStyle w:val="Seo"/>
        <w:numPr>
          <w:ilvl w:val="0"/>
          <w:numId w:val="28"/>
        </w:numPr>
        <w:rPr>
          <w:rFonts w:ascii="Verdana" w:hAnsi="Verdana"/>
        </w:rPr>
      </w:pPr>
      <w:r>
        <w:rPr>
          <w:rFonts w:ascii="Verdana" w:hAnsi="Verdana"/>
        </w:rPr>
        <w:t>bom relacionamento interpessoal</w:t>
      </w:r>
    </w:p>
    <w:p w:rsidR="00EE71E9" w:rsidRDefault="00EE71E9" w:rsidP="008D040B">
      <w:pPr>
        <w:pStyle w:val="Seo"/>
        <w:numPr>
          <w:ilvl w:val="0"/>
          <w:numId w:val="28"/>
        </w:numPr>
        <w:rPr>
          <w:rFonts w:ascii="Verdana" w:hAnsi="Verdana"/>
        </w:rPr>
      </w:pPr>
      <w:r>
        <w:rPr>
          <w:rFonts w:ascii="Verdana" w:hAnsi="Verdana"/>
        </w:rPr>
        <w:t>compras</w:t>
      </w:r>
    </w:p>
    <w:p w:rsidR="004152D9" w:rsidRPr="004152D9" w:rsidRDefault="004152D9" w:rsidP="00EE71E9">
      <w:pPr>
        <w:pStyle w:val="Seo"/>
        <w:rPr>
          <w:rFonts w:ascii="Verdana" w:hAnsi="Verdana"/>
        </w:rPr>
      </w:pPr>
    </w:p>
    <w:p w:rsidR="004152D9" w:rsidRDefault="004152D9" w:rsidP="004152D9">
      <w:pPr>
        <w:pStyle w:val="Seo"/>
        <w:ind w:left="720"/>
        <w:rPr>
          <w:rFonts w:ascii="Verdana" w:hAnsi="Verdana"/>
        </w:rPr>
      </w:pPr>
    </w:p>
    <w:p w:rsidR="008D040B" w:rsidRDefault="008D040B" w:rsidP="008D040B">
      <w:pPr>
        <w:pStyle w:val="Seo"/>
        <w:ind w:left="720"/>
        <w:rPr>
          <w:rFonts w:ascii="Verdana" w:hAnsi="Verdana"/>
        </w:rPr>
      </w:pPr>
    </w:p>
    <w:p w:rsidR="00487A7F" w:rsidRDefault="00F8073D" w:rsidP="008D040B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_x0000_s1197" type="#_x0000_t32" style="position:absolute;margin-left:.3pt;margin-top:6.05pt;width:478.5pt;height:.05pt;z-index:251659776;mso-position-horizontal-relative:margin" o:connectortype="straight" strokecolor="#b9bec7" strokeweight="1pt">
            <w10:wrap anchorx="margin"/>
          </v:shape>
        </w:pict>
      </w:r>
    </w:p>
    <w:p w:rsidR="00487A7F" w:rsidRPr="005657D9" w:rsidRDefault="00487A7F" w:rsidP="00487A7F">
      <w:pPr>
        <w:pStyle w:val="PargrafodaLista"/>
        <w:spacing w:after="120" w:line="240" w:lineRule="auto"/>
        <w:ind w:left="284"/>
        <w:rPr>
          <w:rFonts w:ascii="Verdana" w:hAnsi="Verdana"/>
        </w:rPr>
      </w:pPr>
    </w:p>
    <w:sectPr w:rsidR="00487A7F" w:rsidRPr="005657D9" w:rsidSect="008D040B">
      <w:headerReference w:type="default" r:id="rId9"/>
      <w:footerReference w:type="default" r:id="rId10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B3B" w:rsidRDefault="00690B3B">
      <w:r>
        <w:separator/>
      </w:r>
    </w:p>
  </w:endnote>
  <w:endnote w:type="continuationSeparator" w:id="0">
    <w:p w:rsidR="00690B3B" w:rsidRDefault="00690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3C5" w:rsidRDefault="00F8073D" w:rsidP="009967CD">
    <w:pPr>
      <w:pStyle w:val="Rodap"/>
      <w:jc w:val="right"/>
    </w:pPr>
    <w:fldSimple w:instr=" PAGE ">
      <w:r w:rsidR="00E87655">
        <w:rPr>
          <w:noProof/>
        </w:rPr>
        <w:t>2</w:t>
      </w:r>
    </w:fldSimple>
    <w:r w:rsidR="00E943C5">
      <w:t xml:space="preserve"> </w:t>
    </w:r>
    <w:r w:rsidRPr="00F8073D">
      <w:rPr>
        <w:lang w:val="en-US"/>
      </w:rPr>
    </w:r>
    <w:r w:rsidRPr="00F8073D">
      <w:rPr>
        <w:lang w:val="en-US"/>
      </w:rPr>
      <w:pict>
        <v:oval id="_x0000_s2054" style="width:7.2pt;height:7.2pt;flip:x;mso-position-horizontal-relative:char;mso-position-vertical-relative:line" filled="f" fillcolor="#ff7d26" strokecolor="#fe8637" strokeweight="3pt">
          <v:fill rotate="t"/>
          <v:stroke linestyle="thinThin"/>
          <v:shadow color="#1f2f3f" opacity=".5" offset=",3pt" offset2=",2pt"/>
          <w10:anchorlock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B3B" w:rsidRDefault="00690B3B">
      <w:r>
        <w:separator/>
      </w:r>
    </w:p>
  </w:footnote>
  <w:footnote w:type="continuationSeparator" w:id="0">
    <w:p w:rsidR="00690B3B" w:rsidRDefault="00690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3C5" w:rsidRDefault="00E943C5" w:rsidP="009967CD">
    <w:pPr>
      <w:pStyle w:val="Cabealho"/>
      <w:jc w:val="right"/>
    </w:pPr>
    <w:r>
      <w:rPr>
        <w:sz w:val="16"/>
        <w:szCs w:val="16"/>
      </w:rPr>
      <w:t>[Escolha a data]</w:t>
    </w:r>
    <w:r w:rsidR="00F8073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left:0;text-align:left;margin-left:578pt;margin-top:-7.9pt;width:0;height:857.8pt;z-index:251657216;mso-height-percent:1020;mso-position-horizontal-relative:page;mso-position-vertical-relative:page;mso-height-percent:1020;mso-width-relative:right-margin-area" o:connectortype="straight" strokecolor="#fe8637" strokeweight="1pt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7E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1">
    <w:nsid w:val="0C3F09ED"/>
    <w:multiLevelType w:val="multilevel"/>
    <w:tmpl w:val="CD40BF9A"/>
    <w:styleLink w:val="ListacomMarcadores"/>
    <w:lvl w:ilvl="0">
      <w:start w:val="1"/>
      <w:numFmt w:val="bullet"/>
      <w:pStyle w:val="Marcador1"/>
      <w:lvlText w:val=""/>
      <w:lvlJc w:val="left"/>
      <w:pPr>
        <w:ind w:left="245" w:hanging="245"/>
      </w:pPr>
      <w:rPr>
        <w:rFonts w:ascii="Century Schoolbook" w:eastAsia="Times New Roman" w:hAnsi="Wingdings 2" w:cs="Times New Roman" w:hint="default"/>
        <w:color w:val="FE8637"/>
        <w:sz w:val="16"/>
        <w:szCs w:val="16"/>
      </w:rPr>
    </w:lvl>
    <w:lvl w:ilvl="1">
      <w:start w:val="1"/>
      <w:numFmt w:val="bullet"/>
      <w:pStyle w:val="Marcador2"/>
      <w:lvlText w:val=""/>
      <w:lvlJc w:val="left"/>
      <w:pPr>
        <w:ind w:left="490" w:hanging="245"/>
      </w:pPr>
      <w:rPr>
        <w:rFonts w:ascii="Symbol" w:hAnsi="Symbol" w:hint="default"/>
        <w:color w:val="FE8637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/>
        <w:sz w:val="12"/>
      </w:rPr>
    </w:lvl>
  </w:abstractNum>
  <w:abstractNum w:abstractNumId="12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="Century Schoolbook" w:eastAsia="Times New Roman" w:cs="Times New Roman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/>
      </w:rPr>
    </w:lvl>
  </w:abstractNum>
  <w:abstractNum w:abstractNumId="13">
    <w:nsid w:val="287130C1"/>
    <w:multiLevelType w:val="singleLevel"/>
    <w:tmpl w:val="2408A91E"/>
    <w:lvl w:ilvl="0">
      <w:start w:val="1"/>
      <w:numFmt w:val="bullet"/>
      <w:pStyle w:val="Commarcadores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4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2D30227"/>
    <w:multiLevelType w:val="hybridMultilevel"/>
    <w:tmpl w:val="4F88AC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C930EA"/>
    <w:multiLevelType w:val="hybridMultilevel"/>
    <w:tmpl w:val="682CBD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2"/>
  </w:num>
  <w:num w:numId="20">
    <w:abstractNumId w:val="11"/>
  </w:num>
  <w:num w:numId="21">
    <w:abstractNumId w:val="11"/>
  </w:num>
  <w:num w:numId="22">
    <w:abstractNumId w:val="11"/>
  </w:num>
  <w:num w:numId="23">
    <w:abstractNumId w:val="12"/>
  </w:num>
  <w:num w:numId="24">
    <w:abstractNumId w:val="13"/>
  </w:num>
  <w:num w:numId="25">
    <w:abstractNumId w:val="10"/>
  </w:num>
  <w:num w:numId="26">
    <w:abstractNumId w:val="14"/>
  </w:num>
  <w:num w:numId="27">
    <w:abstractNumId w:val="16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31746" style="mso-position-horizontal-relative:margin">
      <o:colormru v:ext="edit" colors="#40a6be,#b4dce6,#98cfdc,#ff7d26,#ff9d5b"/>
    </o:shapedefaults>
    <o:shapelayout v:ext="edit">
      <o:idmap v:ext="edit" data="2"/>
      <o:rules v:ext="edit">
        <o:r id="V:Rule2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039BD"/>
    <w:rsid w:val="00013BCF"/>
    <w:rsid w:val="0002401A"/>
    <w:rsid w:val="00041343"/>
    <w:rsid w:val="000B7866"/>
    <w:rsid w:val="000E3C57"/>
    <w:rsid w:val="000F2E1E"/>
    <w:rsid w:val="001638B8"/>
    <w:rsid w:val="00163F2A"/>
    <w:rsid w:val="001830AF"/>
    <w:rsid w:val="002039BD"/>
    <w:rsid w:val="002C3FA5"/>
    <w:rsid w:val="003113FE"/>
    <w:rsid w:val="00336614"/>
    <w:rsid w:val="00350D7A"/>
    <w:rsid w:val="00356651"/>
    <w:rsid w:val="003573F7"/>
    <w:rsid w:val="00414F00"/>
    <w:rsid w:val="004152D9"/>
    <w:rsid w:val="00461693"/>
    <w:rsid w:val="0046183A"/>
    <w:rsid w:val="004836A8"/>
    <w:rsid w:val="00487A7F"/>
    <w:rsid w:val="0053318B"/>
    <w:rsid w:val="005657D9"/>
    <w:rsid w:val="00577610"/>
    <w:rsid w:val="005B5FD3"/>
    <w:rsid w:val="005E6BFC"/>
    <w:rsid w:val="005F30D9"/>
    <w:rsid w:val="00672AB7"/>
    <w:rsid w:val="00680F36"/>
    <w:rsid w:val="006879D7"/>
    <w:rsid w:val="00690B3B"/>
    <w:rsid w:val="006A40E3"/>
    <w:rsid w:val="006D14E8"/>
    <w:rsid w:val="006D6512"/>
    <w:rsid w:val="007011EA"/>
    <w:rsid w:val="00741D6E"/>
    <w:rsid w:val="00756035"/>
    <w:rsid w:val="00774C6B"/>
    <w:rsid w:val="0078791E"/>
    <w:rsid w:val="007A4C9C"/>
    <w:rsid w:val="007B715B"/>
    <w:rsid w:val="007D6E38"/>
    <w:rsid w:val="007F2E3B"/>
    <w:rsid w:val="00817375"/>
    <w:rsid w:val="008A63F9"/>
    <w:rsid w:val="008D040B"/>
    <w:rsid w:val="008F7D07"/>
    <w:rsid w:val="00947C59"/>
    <w:rsid w:val="009547F9"/>
    <w:rsid w:val="009967CD"/>
    <w:rsid w:val="009C3B99"/>
    <w:rsid w:val="00A17348"/>
    <w:rsid w:val="00A25CF8"/>
    <w:rsid w:val="00AA2488"/>
    <w:rsid w:val="00B30D63"/>
    <w:rsid w:val="00B501EE"/>
    <w:rsid w:val="00B91D5F"/>
    <w:rsid w:val="00B92CAD"/>
    <w:rsid w:val="00BF4FBE"/>
    <w:rsid w:val="00C536F9"/>
    <w:rsid w:val="00C7334F"/>
    <w:rsid w:val="00CC21DB"/>
    <w:rsid w:val="00CF06B4"/>
    <w:rsid w:val="00D1156D"/>
    <w:rsid w:val="00D328FE"/>
    <w:rsid w:val="00D71D21"/>
    <w:rsid w:val="00DE7911"/>
    <w:rsid w:val="00E43C30"/>
    <w:rsid w:val="00E7594C"/>
    <w:rsid w:val="00E87655"/>
    <w:rsid w:val="00E900D2"/>
    <w:rsid w:val="00E943C5"/>
    <w:rsid w:val="00E95CB2"/>
    <w:rsid w:val="00ED4D01"/>
    <w:rsid w:val="00EE71E9"/>
    <w:rsid w:val="00F26226"/>
    <w:rsid w:val="00F617E5"/>
    <w:rsid w:val="00F61FB3"/>
    <w:rsid w:val="00F72C85"/>
    <w:rsid w:val="00F8073D"/>
    <w:rsid w:val="00FA3990"/>
    <w:rsid w:val="00FC2297"/>
    <w:rsid w:val="00FD576C"/>
    <w:rsid w:val="00FD66E0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 style="mso-position-horizontal-relative:margin">
      <o:colormru v:ext="edit" colors="#40a6be,#b4dce6,#98cfdc,#ff7d26,#ff9d5b"/>
    </o:shapedefaults>
    <o:shapelayout v:ext="edit">
      <o:idmap v:ext="edit" data="1"/>
      <o:rules v:ext="edit">
        <o:r id="V:Rule6" type="connector" idref="#_x0000_s1194"/>
        <o:r id="V:Rule7" type="connector" idref="#_x0000_s1184"/>
        <o:r id="V:Rule8" type="connector" idref="#_x0000_s1197"/>
        <o:r id="V:Rule9" type="connector" idref="#_x0000_s1193"/>
        <o:r id="V:Rule10" type="connector" idref="#_x0000_s119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Century Schoolbook" w:hAnsi="Century Schoolbook" w:cs="Century Schoolbook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semiHidden/>
    <w:unhideWhenUsed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link w:val="Cabealho"/>
    <w:uiPriority w:val="99"/>
    <w:semiHidden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semiHidden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unhideWhenUsed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unhideWhenUsed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Templates\1046\OrielLette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150A9728-912F-4813-AD0A-EFB96BFA936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24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Valeria</cp:lastModifiedBy>
  <cp:revision>18</cp:revision>
  <dcterms:created xsi:type="dcterms:W3CDTF">2016-02-16T15:32:00Z</dcterms:created>
  <dcterms:modified xsi:type="dcterms:W3CDTF">2016-03-06T10:15:00Z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