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b/>
          <w:bCs/>
        </w:rPr>
        <w:alias w:val="Endereço"/>
        <w:tag w:val="Endereço"/>
        <w:id w:val="1415969137"/>
        <w:placeholder>
          <w:docPart w:val="ADEE7CF03B170746B222E5B944C461F1"/>
        </w:placeholder>
        <w:dataBinding w:prefixMappings="xmlns:ns0='http://schemas.microsoft.com/office/2006/coverPageProps' " w:xpath="/ns0:CoverPageProperties[1]/ns0:CompanyAddress[1]" w:storeItemID="{55AF091B-3C7A-41E3-B477-F2FDAA23CFDA}"/>
        <w:text w:multiLine="1"/>
      </w:sdtPr>
      <w:sdtEndPr/>
      <w:sdtContent>
        <w:p w14:paraId="2998EA88" w14:textId="18A37AEC" w:rsidR="00A45C61" w:rsidRDefault="00AA3B53" w:rsidP="00AA3B53">
          <w:pPr>
            <w:pStyle w:val="Informaesdocontato"/>
            <w:jc w:val="left"/>
            <w:rPr>
              <w:b/>
              <w:bCs/>
            </w:rPr>
          </w:pPr>
          <w:r>
            <w:rPr>
              <w:b/>
              <w:bCs/>
            </w:rPr>
            <w:t xml:space="preserve"> </w:t>
          </w:r>
          <w:r w:rsidR="00133961">
            <w:rPr>
              <w:b/>
              <w:bCs/>
            </w:rPr>
            <w:t>Nome:</w:t>
          </w:r>
          <w:r w:rsidR="00B22810">
            <w:rPr>
              <w:b/>
              <w:bCs/>
            </w:rPr>
            <w:t xml:space="preserve"> </w:t>
          </w:r>
          <w:r w:rsidR="00236A35" w:rsidRPr="00236A35">
            <w:rPr>
              <w:b/>
              <w:bCs/>
            </w:rPr>
            <w:t xml:space="preserve">JOICE NARA LUCIO </w:t>
          </w:r>
        </w:p>
        <w:p w14:paraId="320F9E08" w14:textId="437CE639" w:rsidR="00886970" w:rsidRPr="00C40D75" w:rsidRDefault="00276D24" w:rsidP="00236A35">
          <w:pPr>
            <w:pStyle w:val="Informaesdocontato"/>
            <w:jc w:val="left"/>
          </w:pPr>
          <w:r w:rsidRPr="00236A35">
            <w:rPr>
              <w:b/>
              <w:bCs/>
            </w:rPr>
            <w:t xml:space="preserve">Rua coronel Luiz Venâncio Martins ,175 </w:t>
          </w:r>
        </w:p>
      </w:sdtContent>
    </w:sdt>
    <w:sdt>
      <w:sdtPr>
        <w:rPr>
          <w:b/>
          <w:bCs/>
        </w:rPr>
        <w:alias w:val="Categoria"/>
        <w:tag w:val=""/>
        <w:id w:val="1543715586"/>
        <w:placeholder>
          <w:docPart w:val="3A1B51789D2E4F4CB8939AF780D1C15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p w14:paraId="1C2E6A0E" w14:textId="39898A2F" w:rsidR="00886970" w:rsidRPr="00A45C61" w:rsidRDefault="00276D24" w:rsidP="00236A35">
          <w:pPr>
            <w:pStyle w:val="Informaesdocontato"/>
            <w:jc w:val="left"/>
            <w:rPr>
              <w:b/>
              <w:bCs/>
            </w:rPr>
          </w:pPr>
          <w:r w:rsidRPr="00A45C61">
            <w:rPr>
              <w:b/>
              <w:bCs/>
            </w:rPr>
            <w:t xml:space="preserve">Serra Azul,São Paulo </w:t>
          </w:r>
        </w:p>
      </w:sdtContent>
    </w:sdt>
    <w:sdt>
      <w:sdtPr>
        <w:rPr>
          <w:b/>
          <w:bCs/>
        </w:rPr>
        <w:alias w:val="Telefone"/>
        <w:tag w:val="Telefone"/>
        <w:id w:val="599758962"/>
        <w:placeholder>
          <w:docPart w:val="2E1E8A6B48D5D94C9ACA42F1D57D2C6C"/>
        </w:placeholder>
        <w:dataBinding w:prefixMappings="xmlns:ns0='http://schemas.microsoft.com/office/2006/coverPageProps' " w:xpath="/ns0:CoverPageProperties[1]/ns0:CompanyPhone[1]" w:storeItemID="{55AF091B-3C7A-41E3-B477-F2FDAA23CFDA}"/>
        <w:text/>
      </w:sdtPr>
      <w:sdtEndPr/>
      <w:sdtContent>
        <w:p w14:paraId="3BA76A10" w14:textId="5FA183B4" w:rsidR="00886970" w:rsidRPr="002A7DA4" w:rsidRDefault="00DD728C" w:rsidP="00236A35">
          <w:pPr>
            <w:pStyle w:val="Informaesdocontato"/>
            <w:jc w:val="left"/>
            <w:rPr>
              <w:b/>
              <w:bCs/>
            </w:rPr>
          </w:pPr>
          <w:r w:rsidRPr="002A7DA4">
            <w:rPr>
              <w:b/>
              <w:bCs/>
            </w:rPr>
            <w:t>Cel:16993150883</w:t>
          </w:r>
        </w:p>
      </w:sdtContent>
    </w:sdt>
    <w:sdt>
      <w:sdtPr>
        <w:alias w:val="Site"/>
        <w:tag w:val="Site"/>
        <w:id w:val="48967594"/>
        <w:placeholder>
          <w:docPart w:val="9FA4E2550D989749BAEC9214D7CE12E9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p w14:paraId="70E93ED3" w14:textId="48BDE329" w:rsidR="00886970" w:rsidRDefault="001105EB" w:rsidP="008618FE">
          <w:pPr>
            <w:pStyle w:val="Informaesdocontato"/>
            <w:jc w:val="left"/>
          </w:pPr>
          <w:r>
            <w:t>E-mail:joice.nara_lucio@hotamil.com</w:t>
          </w:r>
        </w:p>
      </w:sdtContent>
    </w:sdt>
    <w:p w14:paraId="7C0AB995" w14:textId="77777777" w:rsidR="002A7DA4" w:rsidRDefault="002A7DA4" w:rsidP="008618FE">
      <w:pPr>
        <w:pStyle w:val="Informaesdocontato"/>
        <w:jc w:val="left"/>
      </w:pPr>
    </w:p>
    <w:tbl>
      <w:tblPr>
        <w:tblStyle w:val="Tabeladocurrculo"/>
        <w:tblW w:w="5000" w:type="pct"/>
        <w:tblLook w:val="04A0" w:firstRow="1" w:lastRow="0" w:firstColumn="1" w:lastColumn="0" w:noHBand="0" w:noVBand="1"/>
        <w:tblDescription w:val="Resume"/>
      </w:tblPr>
      <w:tblGrid>
        <w:gridCol w:w="1759"/>
        <w:gridCol w:w="451"/>
        <w:gridCol w:w="7597"/>
      </w:tblGrid>
      <w:tr w:rsidR="00886970" w:rsidRPr="00930666" w14:paraId="5360F5FF" w14:textId="77777777">
        <w:tc>
          <w:tcPr>
            <w:tcW w:w="1778" w:type="dxa"/>
          </w:tcPr>
          <w:p w14:paraId="3F1C22AF" w14:textId="77777777" w:rsidR="00886970" w:rsidRDefault="000302D8">
            <w:pPr>
              <w:pStyle w:val="ttulo1"/>
            </w:pPr>
            <w:r>
              <w:t>Objetivo</w:t>
            </w:r>
          </w:p>
        </w:tc>
        <w:tc>
          <w:tcPr>
            <w:tcW w:w="472" w:type="dxa"/>
          </w:tcPr>
          <w:p w14:paraId="356B5AFB" w14:textId="77777777" w:rsidR="00886970" w:rsidRDefault="00886970"/>
        </w:tc>
        <w:tc>
          <w:tcPr>
            <w:tcW w:w="7830" w:type="dxa"/>
          </w:tcPr>
          <w:p w14:paraId="728E2CFE" w14:textId="1C6EF42A" w:rsidR="00886970" w:rsidRPr="00C40D75" w:rsidRDefault="00B94F80" w:rsidP="00A91BF9">
            <w:pPr>
              <w:pStyle w:val="Textodocurrculo"/>
              <w:tabs>
                <w:tab w:val="left" w:pos="7106"/>
              </w:tabs>
              <w:ind w:right="724"/>
            </w:pPr>
            <w:r>
              <w:t xml:space="preserve">Técnica de enfermagem </w:t>
            </w:r>
          </w:p>
        </w:tc>
      </w:tr>
      <w:tr w:rsidR="00886970" w14:paraId="69E774BA" w14:textId="77777777">
        <w:tc>
          <w:tcPr>
            <w:tcW w:w="1778" w:type="dxa"/>
          </w:tcPr>
          <w:p w14:paraId="49CA1CDD" w14:textId="427E77E0" w:rsidR="00886970" w:rsidRDefault="000302D8" w:rsidP="00B22810">
            <w:pPr>
              <w:pStyle w:val="ttulo1"/>
              <w:jc w:val="left"/>
            </w:pPr>
            <w:r>
              <w:t>Habilidades &amp; Competências</w:t>
            </w:r>
          </w:p>
        </w:tc>
        <w:tc>
          <w:tcPr>
            <w:tcW w:w="472" w:type="dxa"/>
          </w:tcPr>
          <w:p w14:paraId="69C23355" w14:textId="77777777" w:rsidR="00886970" w:rsidRDefault="00886970"/>
        </w:tc>
        <w:tc>
          <w:tcPr>
            <w:tcW w:w="7830" w:type="dxa"/>
          </w:tcPr>
          <w:p w14:paraId="55EF40C2" w14:textId="77777777" w:rsidR="00886970" w:rsidRDefault="00042D4E" w:rsidP="002F73B6">
            <w:pPr>
              <w:pStyle w:val="Textodocurrculo"/>
            </w:pPr>
            <w:r>
              <w:t xml:space="preserve">Habilidade </w:t>
            </w:r>
            <w:r w:rsidR="003646E5">
              <w:t xml:space="preserve">com </w:t>
            </w:r>
            <w:r>
              <w:t xml:space="preserve"> atendimento </w:t>
            </w:r>
            <w:r w:rsidR="003646E5">
              <w:t xml:space="preserve">ao </w:t>
            </w:r>
            <w:r w:rsidR="00A82AA2">
              <w:t>público</w:t>
            </w:r>
            <w:r w:rsidR="003646E5">
              <w:t xml:space="preserve">, </w:t>
            </w:r>
            <w:r w:rsidR="00A82AA2">
              <w:t>relacionamento em equipe</w:t>
            </w:r>
            <w:r w:rsidR="00AF3E81">
              <w:t>.</w:t>
            </w:r>
            <w:r w:rsidR="006D1F75">
              <w:t xml:space="preserve"> </w:t>
            </w:r>
          </w:p>
          <w:p w14:paraId="0E427163" w14:textId="77777777" w:rsidR="006D1F75" w:rsidRDefault="006D1F75" w:rsidP="002F73B6">
            <w:pPr>
              <w:pStyle w:val="Textodocurrculo"/>
            </w:pPr>
            <w:r>
              <w:t xml:space="preserve">Estágio de1800horas </w:t>
            </w:r>
          </w:p>
          <w:p w14:paraId="386A68FD" w14:textId="77777777" w:rsidR="006D1F75" w:rsidRDefault="006D1F75" w:rsidP="002F73B6">
            <w:pPr>
              <w:pStyle w:val="Textodocurrculo"/>
            </w:pPr>
            <w:r>
              <w:t xml:space="preserve">Hospital </w:t>
            </w:r>
            <w:proofErr w:type="spellStart"/>
            <w:r>
              <w:t>Eletro</w:t>
            </w:r>
            <w:proofErr w:type="spellEnd"/>
            <w:r>
              <w:t xml:space="preserve"> </w:t>
            </w:r>
            <w:proofErr w:type="spellStart"/>
            <w:r>
              <w:t>bonini</w:t>
            </w:r>
            <w:proofErr w:type="spellEnd"/>
          </w:p>
          <w:p w14:paraId="3F2C85A9" w14:textId="77777777" w:rsidR="006D1F75" w:rsidRDefault="006D1F75" w:rsidP="002F73B6">
            <w:pPr>
              <w:pStyle w:val="Textodocurrculo"/>
            </w:pPr>
            <w:r>
              <w:t xml:space="preserve">Hospital Santa Lídia </w:t>
            </w:r>
          </w:p>
          <w:p w14:paraId="77148962" w14:textId="7F2A68C9" w:rsidR="006D1F75" w:rsidRDefault="006D1F75" w:rsidP="002F73B6">
            <w:pPr>
              <w:pStyle w:val="Textodocurrculo"/>
            </w:pPr>
            <w:r>
              <w:t xml:space="preserve">UPA 13 de maio </w:t>
            </w:r>
          </w:p>
        </w:tc>
      </w:tr>
      <w:tr w:rsidR="00886970" w:rsidRPr="00930666" w14:paraId="5FCD2BAA" w14:textId="77777777">
        <w:tc>
          <w:tcPr>
            <w:tcW w:w="1778" w:type="dxa"/>
          </w:tcPr>
          <w:p w14:paraId="6F75F4A2" w14:textId="37E6C117" w:rsidR="00886970" w:rsidRDefault="000302D8" w:rsidP="00B22810">
            <w:pPr>
              <w:pStyle w:val="ttulo1"/>
              <w:jc w:val="left"/>
            </w:pPr>
            <w:r>
              <w:t>Experiência</w:t>
            </w:r>
          </w:p>
        </w:tc>
        <w:tc>
          <w:tcPr>
            <w:tcW w:w="472" w:type="dxa"/>
          </w:tcPr>
          <w:p w14:paraId="1B36EEBA" w14:textId="77777777" w:rsidR="00886970" w:rsidRDefault="00886970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1436861535"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810178306"/>
                  <w15:repeatingSection/>
                </w:sdtPr>
                <w:sdtEndPr/>
                <w:sdtContent>
                  <w:sdt>
                    <w:sdtPr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id w:val="-1170947551"/>
                      <w:placeholder>
                        <w:docPart w:val="DF06DCBD6B7D484984C8279B5B47F34F"/>
                      </w:placeholder>
                      <w15:repeatingSectionItem/>
                    </w:sdtPr>
                    <w:sdtEndPr/>
                    <w:sdtContent>
                      <w:sdt>
                        <w:sdtPr>
                          <w:rPr>
                            <w:rFonts w:asciiTheme="minorHAnsi" w:eastAsiaTheme="minorEastAsia" w:hAnsiTheme="minorHAnsi" w:cstheme="minorBidi"/>
                            <w:b w:val="0"/>
                            <w:bCs w:val="0"/>
                            <w:caps w:val="0"/>
                            <w:color w:val="595959" w:themeColor="text1" w:themeTint="A6"/>
                            <w14:ligatures w14:val="none"/>
                          </w:rPr>
                          <w:id w:val="221802691"/>
                          <w:placeholder>
                            <w:docPart w:val="645A387CB4C5504ABC989FF2511FB107"/>
                          </w:placeholder>
                        </w:sdtPr>
                        <w:sdtEndPr/>
                        <w:sdtContent>
                          <w:p w14:paraId="2571236C" w14:textId="737AD73D" w:rsidR="00886970" w:rsidRPr="00C40D75" w:rsidRDefault="00AF3E81">
                            <w:pPr>
                              <w:pStyle w:val="ttulo2"/>
                            </w:pPr>
                            <w:r>
                              <w:t>Enfok</w:t>
                            </w:r>
                          </w:p>
                          <w:p w14:paraId="0068B583" w14:textId="3045CE51" w:rsidR="00886970" w:rsidRPr="00C40D75" w:rsidRDefault="00E6632B">
                            <w:pPr>
                              <w:pStyle w:val="Textodocurrculo"/>
                            </w:pPr>
                            <w:r>
                              <w:t xml:space="preserve">11/2020 até </w:t>
                            </w:r>
                            <w:r w:rsidR="000B3F83">
                              <w:t>03/2021</w:t>
                            </w:r>
                          </w:p>
                          <w:p w14:paraId="4C081CCF" w14:textId="643B92E9" w:rsidR="00886970" w:rsidRPr="00C40D75" w:rsidRDefault="000B3F83">
                            <w:r>
                              <w:t xml:space="preserve">Técnica de enfermagem </w:t>
                            </w:r>
                          </w:p>
                        </w:sdtContent>
                      </w:sdt>
                    </w:sdtContent>
                  </w:sdt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68699791"/>
                  <w:placeholder>
                    <w:docPart w:val="645A387CB4C5504ABC989FF2511FB107"/>
                  </w:placeholder>
                  <w15:appearance w15:val="hidden"/>
                </w:sdtPr>
                <w:sdtEndPr/>
                <w:sdtContent>
                  <w:sdt>
                    <w:sdtPr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id w:val="1015498601"/>
                      <w15:appearance w15:val="hidden"/>
                      <w15:repeatingSection/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sdt>
                        <w:sdtPr>
                          <w:rPr>
                            <w:rFonts w:asciiTheme="minorHAnsi" w:eastAsiaTheme="minorEastAsia" w:hAnsiTheme="minorHAnsi" w:cstheme="minorBidi"/>
                            <w:b w:val="0"/>
                            <w:bCs w:val="0"/>
                            <w:caps w:val="0"/>
                            <w:color w:val="595959" w:themeColor="text1" w:themeTint="A6"/>
                            <w14:ligatures w14:val="none"/>
                          </w:rPr>
                          <w:id w:val="1476026442"/>
                          <w:placeholder>
                            <w:docPart w:val="DF06DCBD6B7D484984C8279B5B47F34F"/>
                          </w:placeholder>
                          <w15:appearance w15:val="hidden"/>
                          <w15:repeatingSectionItem/>
                        </w:sdtPr>
                        <w:sdtEndPr>
                          <w:rPr>
                            <w:rFonts w:eastAsiaTheme="minorHAnsi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inorHAnsi" w:eastAsiaTheme="minorEastAsia" w:hAnsiTheme="minorHAnsi" w:cstheme="minorBidi"/>
                                <w:b w:val="0"/>
                                <w:bCs w:val="0"/>
                                <w:caps w:val="0"/>
                                <w:color w:val="595959" w:themeColor="text1" w:themeTint="A6"/>
                                <w14:ligatures w14:val="none"/>
                              </w:rPr>
                              <w:id w:val="1996447443"/>
                              <w15:repeatingSection/>
                            </w:sdtPr>
                            <w:sdtEndPr>
                              <w:rPr>
                                <w:rFonts w:eastAsia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HAnsi" w:eastAsiaTheme="minorEastAsia" w:hAnsiTheme="minorHAnsi" w:cstheme="minorBidi"/>
                                    <w:b w:val="0"/>
                                    <w:bCs w:val="0"/>
                                    <w:caps w:val="0"/>
                                    <w:color w:val="595959" w:themeColor="text1" w:themeTint="A6"/>
                                    <w14:ligatures w14:val="none"/>
                                  </w:rPr>
                                  <w:id w:val="539404615"/>
                                  <w:placeholder>
                                    <w:docPart w:val="DF06DCBD6B7D484984C8279B5B47F34F"/>
                                  </w:placeholder>
                                  <w15:repeatingSectionItem/>
                                </w:sdtPr>
                                <w:sdtEndPr>
                                  <w:rPr>
                                    <w:rFonts w:eastAsiaTheme="minorHAnsi"/>
                                  </w:rPr>
                                </w:sdtEndPr>
                                <w:sdtContent>
                                  <w:p w14:paraId="6E461035" w14:textId="25882815" w:rsidR="00886970" w:rsidRPr="00C40D75" w:rsidRDefault="00403F27">
                                    <w:pPr>
                                      <w:pStyle w:val="ttulo2"/>
                                    </w:pPr>
                                    <w:r>
                                      <w:t xml:space="preserve">Laboratorio padrao </w:t>
                                    </w:r>
                                  </w:p>
                                  <w:p w14:paraId="10E8B5C5" w14:textId="7DEECFC1" w:rsidR="00886970" w:rsidRPr="00C40D75" w:rsidRDefault="00C16F22">
                                    <w:pPr>
                                      <w:pStyle w:val="Textodocurrculo"/>
                                    </w:pPr>
                                    <w:r>
                                      <w:t xml:space="preserve">04/2021 até </w:t>
                                    </w:r>
                                    <w:r w:rsidR="007C3845">
                                      <w:t>08/2021</w:t>
                                    </w:r>
                                  </w:p>
                                  <w:p w14:paraId="4A920B6D" w14:textId="4E9704FE" w:rsidR="00886970" w:rsidRPr="00C40D75" w:rsidRDefault="007C3845">
                                    <w:r>
                                      <w:t>Técnica de coletaII</w:t>
                                    </w:r>
                                  </w:p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tc>
      </w:tr>
      <w:tr w:rsidR="00886970" w:rsidRPr="00930666" w14:paraId="45C56706" w14:textId="77777777">
        <w:tc>
          <w:tcPr>
            <w:tcW w:w="1778" w:type="dxa"/>
          </w:tcPr>
          <w:p w14:paraId="5D10F525" w14:textId="179F9B1F" w:rsidR="00886970" w:rsidRDefault="000302D8" w:rsidP="00B22810">
            <w:pPr>
              <w:pStyle w:val="ttulo1"/>
              <w:jc w:val="left"/>
            </w:pPr>
            <w:r>
              <w:t>Educação</w:t>
            </w:r>
          </w:p>
        </w:tc>
        <w:tc>
          <w:tcPr>
            <w:tcW w:w="472" w:type="dxa"/>
          </w:tcPr>
          <w:p w14:paraId="6E9964DB" w14:textId="77777777" w:rsidR="00886970" w:rsidRDefault="00886970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691765356"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126388115"/>
                  <w:placeholder>
                    <w:docPart w:val="645A387CB4C5504ABC989FF2511FB107"/>
                  </w:placeholder>
                </w:sdtPr>
                <w:sdtEndPr/>
                <w:sdtContent>
                  <w:sdt>
                    <w:sdtPr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id w:val="-515464952"/>
                      <w15:repeatingSection/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sdt>
                        <w:sdtPr>
                          <w:rPr>
                            <w:rFonts w:asciiTheme="minorHAnsi" w:eastAsiaTheme="minorEastAsia" w:hAnsiTheme="minorHAnsi" w:cstheme="minorBidi"/>
                            <w:b w:val="0"/>
                            <w:bCs w:val="0"/>
                            <w:caps w:val="0"/>
                            <w:color w:val="595959" w:themeColor="text1" w:themeTint="A6"/>
                            <w14:ligatures w14:val="none"/>
                          </w:rPr>
                          <w:id w:val="-722824948"/>
                          <w:placeholder>
                            <w:docPart w:val="DF06DCBD6B7D484984C8279B5B47F34F"/>
                          </w:placeholder>
                          <w15:repeatingSectionItem/>
                        </w:sdtPr>
                        <w:sdtEndPr>
                          <w:rPr>
                            <w:rFonts w:eastAsiaTheme="minorHAnsi"/>
                          </w:rPr>
                        </w:sdtEndPr>
                        <w:sdtContent>
                          <w:p w14:paraId="0DBF0C4A" w14:textId="54B23F37" w:rsidR="00886970" w:rsidRPr="00C40D75" w:rsidRDefault="007F5EF2">
                            <w:pPr>
                              <w:pStyle w:val="ttulo2"/>
                            </w:pPr>
                            <w:r>
                              <w:t xml:space="preserve">UNAERP-ribeirao preto </w:t>
                            </w:r>
                          </w:p>
                          <w:p w14:paraId="09330A75" w14:textId="77777777" w:rsidR="007F5EF2" w:rsidRDefault="007F5EF2">
                            <w:r>
                              <w:t xml:space="preserve">Técnico de enfermagem -completo </w:t>
                            </w:r>
                          </w:p>
                          <w:p w14:paraId="1A215697" w14:textId="77777777" w:rsidR="001B46C8" w:rsidRDefault="007F5EF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FACULDADE FINACI</w:t>
                            </w:r>
                          </w:p>
                          <w:p w14:paraId="7547278E" w14:textId="2688AA57" w:rsidR="00886970" w:rsidRPr="00C40D75" w:rsidRDefault="001B46C8">
                            <w:r>
                              <w:t>Especialização Técnico de enfermagem do trabalho</w:t>
                            </w:r>
                            <w:r w:rsidR="00F07024">
                              <w:t>- cursando</w:t>
                            </w:r>
                          </w:p>
                        </w:sdtContent>
                      </w:sdt>
                    </w:sdtContent>
                  </w:sdt>
                </w:sdtContent>
              </w:sdt>
            </w:sdtContent>
          </w:sdt>
        </w:tc>
      </w:tr>
      <w:tr w:rsidR="00886970" w:rsidRPr="00930666" w14:paraId="255236AE" w14:textId="77777777">
        <w:tc>
          <w:tcPr>
            <w:tcW w:w="1778" w:type="dxa"/>
          </w:tcPr>
          <w:p w14:paraId="410E355C" w14:textId="06846E84" w:rsidR="00886970" w:rsidRDefault="00886970">
            <w:pPr>
              <w:pStyle w:val="ttulo1"/>
            </w:pPr>
          </w:p>
        </w:tc>
        <w:tc>
          <w:tcPr>
            <w:tcW w:w="472" w:type="dxa"/>
          </w:tcPr>
          <w:p w14:paraId="5921DEA4" w14:textId="77777777" w:rsidR="00886970" w:rsidRDefault="00886970"/>
        </w:tc>
        <w:tc>
          <w:tcPr>
            <w:tcW w:w="7830" w:type="dxa"/>
          </w:tcPr>
          <w:p w14:paraId="036719B7" w14:textId="0DB12113" w:rsidR="00886970" w:rsidRPr="00C40D75" w:rsidRDefault="00886970">
            <w:pPr>
              <w:pStyle w:val="Textodocurrculo"/>
            </w:pPr>
          </w:p>
        </w:tc>
      </w:tr>
      <w:tr w:rsidR="00886970" w14:paraId="55537734" w14:textId="77777777">
        <w:tc>
          <w:tcPr>
            <w:tcW w:w="1778" w:type="dxa"/>
          </w:tcPr>
          <w:p w14:paraId="5E0889B3" w14:textId="1317C0EA" w:rsidR="00886970" w:rsidRDefault="00886970">
            <w:pPr>
              <w:pStyle w:val="ttulo1"/>
            </w:pPr>
          </w:p>
        </w:tc>
        <w:tc>
          <w:tcPr>
            <w:tcW w:w="472" w:type="dxa"/>
          </w:tcPr>
          <w:p w14:paraId="089785BA" w14:textId="77777777" w:rsidR="00886970" w:rsidRDefault="00886970"/>
        </w:tc>
        <w:tc>
          <w:tcPr>
            <w:tcW w:w="7830" w:type="dxa"/>
          </w:tcPr>
          <w:p w14:paraId="37F1E10D" w14:textId="2409947E" w:rsidR="00886970" w:rsidRDefault="00886970">
            <w:pPr>
              <w:pStyle w:val="Textodocurrculo"/>
            </w:pPr>
          </w:p>
        </w:tc>
      </w:tr>
      <w:tr w:rsidR="00886970" w14:paraId="4DB49177" w14:textId="77777777">
        <w:tc>
          <w:tcPr>
            <w:tcW w:w="1778" w:type="dxa"/>
          </w:tcPr>
          <w:p w14:paraId="7E10EAAA" w14:textId="78078698" w:rsidR="00886970" w:rsidRDefault="00886970">
            <w:pPr>
              <w:pStyle w:val="ttulo1"/>
            </w:pPr>
          </w:p>
        </w:tc>
        <w:tc>
          <w:tcPr>
            <w:tcW w:w="472" w:type="dxa"/>
          </w:tcPr>
          <w:p w14:paraId="6A0787B9" w14:textId="77777777" w:rsidR="00886970" w:rsidRDefault="00886970"/>
        </w:tc>
        <w:tc>
          <w:tcPr>
            <w:tcW w:w="7830" w:type="dxa"/>
          </w:tcPr>
          <w:p w14:paraId="7ABA073C" w14:textId="1B978764" w:rsidR="00886970" w:rsidRDefault="00886970"/>
        </w:tc>
      </w:tr>
    </w:tbl>
    <w:p w14:paraId="233D680F" w14:textId="77777777" w:rsidR="00886970" w:rsidRDefault="00886970" w:rsidP="00A91BF9"/>
    <w:sectPr w:rsidR="00886970" w:rsidSect="004B7B2E">
      <w:footerReference w:type="default" r:id="rId12"/>
      <w:pgSz w:w="11907" w:h="16839" w:code="9"/>
      <w:pgMar w:top="1148" w:right="1050" w:bottom="1148" w:left="1050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A59C7" w14:textId="77777777" w:rsidR="0014238D" w:rsidRDefault="0014238D">
      <w:pPr>
        <w:spacing w:before="0" w:after="0" w:line="240" w:lineRule="auto"/>
      </w:pPr>
      <w:r>
        <w:separator/>
      </w:r>
    </w:p>
  </w:endnote>
  <w:endnote w:type="continuationSeparator" w:id="0">
    <w:p w14:paraId="36701886" w14:textId="77777777" w:rsidR="0014238D" w:rsidRDefault="0014238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72C69" w14:textId="77777777" w:rsidR="00886970" w:rsidRDefault="000302D8">
    <w:pPr>
      <w:pStyle w:val="rodap"/>
    </w:pPr>
    <w:r>
      <w:t>Página</w:t>
    </w:r>
    <w:r>
      <w:fldChar w:fldCharType="begin"/>
    </w:r>
    <w:r>
      <w:instrText xml:space="preserve"> PAGE </w:instrText>
    </w:r>
    <w:r>
      <w:fldChar w:fldCharType="separate"/>
    </w:r>
    <w:r w:rsidR="00930666"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6946B" w14:textId="77777777" w:rsidR="0014238D" w:rsidRDefault="0014238D">
      <w:pPr>
        <w:spacing w:before="0" w:after="0" w:line="240" w:lineRule="auto"/>
      </w:pPr>
      <w:r>
        <w:separator/>
      </w:r>
    </w:p>
  </w:footnote>
  <w:footnote w:type="continuationSeparator" w:id="0">
    <w:p w14:paraId="13CBDF20" w14:textId="77777777" w:rsidR="0014238D" w:rsidRDefault="0014238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5390E"/>
    <w:multiLevelType w:val="hybridMultilevel"/>
    <w:tmpl w:val="17FC7F5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112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/>
  <w:attachedTemplate r:id="rId1"/>
  <w:defaultTabStop w:val="720"/>
  <w:hyphenationZone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24"/>
    <w:rsid w:val="000302D8"/>
    <w:rsid w:val="00036E65"/>
    <w:rsid w:val="00042D4E"/>
    <w:rsid w:val="000548AE"/>
    <w:rsid w:val="000B3F83"/>
    <w:rsid w:val="000B4A25"/>
    <w:rsid w:val="001105EB"/>
    <w:rsid w:val="00133961"/>
    <w:rsid w:val="0014238D"/>
    <w:rsid w:val="001B46C8"/>
    <w:rsid w:val="00236A35"/>
    <w:rsid w:val="00276D24"/>
    <w:rsid w:val="002A7DA4"/>
    <w:rsid w:val="002F73B6"/>
    <w:rsid w:val="003646E5"/>
    <w:rsid w:val="003F4AE1"/>
    <w:rsid w:val="00403F27"/>
    <w:rsid w:val="004B7B2E"/>
    <w:rsid w:val="00521B19"/>
    <w:rsid w:val="00541749"/>
    <w:rsid w:val="00640AFA"/>
    <w:rsid w:val="0068530A"/>
    <w:rsid w:val="006D1F75"/>
    <w:rsid w:val="00715E06"/>
    <w:rsid w:val="00737381"/>
    <w:rsid w:val="0077601E"/>
    <w:rsid w:val="00776E4F"/>
    <w:rsid w:val="007C3845"/>
    <w:rsid w:val="007F5EF2"/>
    <w:rsid w:val="00800049"/>
    <w:rsid w:val="00820591"/>
    <w:rsid w:val="008618FE"/>
    <w:rsid w:val="00886970"/>
    <w:rsid w:val="008D617B"/>
    <w:rsid w:val="00930666"/>
    <w:rsid w:val="009E7FF4"/>
    <w:rsid w:val="00A1552A"/>
    <w:rsid w:val="00A35868"/>
    <w:rsid w:val="00A44E54"/>
    <w:rsid w:val="00A45C61"/>
    <w:rsid w:val="00A82AA2"/>
    <w:rsid w:val="00A8758B"/>
    <w:rsid w:val="00A91BF9"/>
    <w:rsid w:val="00AA1193"/>
    <w:rsid w:val="00AA3B53"/>
    <w:rsid w:val="00AF3E81"/>
    <w:rsid w:val="00B22810"/>
    <w:rsid w:val="00B94F80"/>
    <w:rsid w:val="00C16F22"/>
    <w:rsid w:val="00C33CA6"/>
    <w:rsid w:val="00C40D75"/>
    <w:rsid w:val="00D767AA"/>
    <w:rsid w:val="00DD728C"/>
    <w:rsid w:val="00DF203C"/>
    <w:rsid w:val="00E1674D"/>
    <w:rsid w:val="00E6632B"/>
    <w:rsid w:val="00F07024"/>
    <w:rsid w:val="00F222A6"/>
    <w:rsid w:val="00F531ED"/>
    <w:rsid w:val="00FD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545A6"/>
  <w15:docId w15:val="{7CACE214-2C74-AF4F-9AF4-3A76CE8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lang w:val="pt-BR" w:eastAsia="pt-BR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8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 w:qFormat="1"/>
    <w:lsdException w:name="Date" w:semiHidden="1" w:uiPriority="8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 1"/>
    <w:basedOn w:val="Normal"/>
    <w:next w:val="Normal"/>
    <w:link w:val="Cardettulo1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customStyle="1" w:styleId="ttulo2">
    <w:name w:val="título 2"/>
    <w:basedOn w:val="Normal"/>
    <w:next w:val="Normal"/>
    <w:link w:val="Cardettulo2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customStyle="1" w:styleId="ttulo3">
    <w:name w:val="título 3"/>
    <w:basedOn w:val="Normal"/>
    <w:next w:val="Normal"/>
    <w:link w:val="Cardettulo3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customStyle="1" w:styleId="ttulo4">
    <w:name w:val="título 4"/>
    <w:basedOn w:val="Normal"/>
    <w:next w:val="Normal"/>
    <w:link w:val="Cardettulo4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customStyle="1" w:styleId="ttulo5">
    <w:name w:val="título 5"/>
    <w:basedOn w:val="Normal"/>
    <w:next w:val="Normal"/>
    <w:link w:val="Cardettulo5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customStyle="1" w:styleId="ttulo6">
    <w:name w:val="título 6"/>
    <w:basedOn w:val="Normal"/>
    <w:next w:val="Normal"/>
    <w:link w:val="Cardettulo6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customStyle="1" w:styleId="ttulo7">
    <w:name w:val="título 7"/>
    <w:basedOn w:val="Normal"/>
    <w:next w:val="Normal"/>
    <w:link w:val="Cardettulo7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ulo8">
    <w:name w:val="título 8"/>
    <w:basedOn w:val="Normal"/>
    <w:next w:val="Normal"/>
    <w:link w:val="Cardettulo8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tulo9">
    <w:name w:val="título 9"/>
    <w:basedOn w:val="Normal"/>
    <w:next w:val="Normal"/>
    <w:link w:val="Cardettulo9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abealho">
    <w:name w:val="cabeçalho"/>
    <w:basedOn w:val="Normal"/>
    <w:link w:val="Cardecabealho"/>
    <w:uiPriority w:val="9"/>
    <w:unhideWhenUsed/>
    <w:pPr>
      <w:spacing w:after="0" w:line="240" w:lineRule="auto"/>
    </w:pPr>
  </w:style>
  <w:style w:type="character" w:customStyle="1" w:styleId="Cardecabealho">
    <w:name w:val="Car de cabeçalho"/>
    <w:basedOn w:val="Fontepargpadro"/>
    <w:link w:val="cabealho"/>
    <w:uiPriority w:val="9"/>
    <w:rPr>
      <w:kern w:val="20"/>
    </w:rPr>
  </w:style>
  <w:style w:type="paragraph" w:customStyle="1" w:styleId="rodap">
    <w:name w:val="rodapé"/>
    <w:basedOn w:val="Normal"/>
    <w:link w:val="Carderodap"/>
    <w:uiPriority w:val="2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Carderodap">
    <w:name w:val="Car de rodapé"/>
    <w:basedOn w:val="Fontepargpadro"/>
    <w:link w:val="rodap"/>
    <w:uiPriority w:val="2"/>
    <w:rPr>
      <w:kern w:val="20"/>
    </w:rPr>
  </w:style>
  <w:style w:type="paragraph" w:customStyle="1" w:styleId="Textodocurrculo">
    <w:name w:val="Texto do currículo"/>
    <w:basedOn w:val="Normal"/>
    <w:qFormat/>
    <w:pPr>
      <w:spacing w:after="40"/>
      <w:ind w:right="1440"/>
    </w:pPr>
  </w:style>
  <w:style w:type="character" w:customStyle="1" w:styleId="Textodoespaoreservado">
    <w:name w:val="Texto do espaço reservado"/>
    <w:basedOn w:val="Fontepargpadro"/>
    <w:uiPriority w:val="99"/>
    <w:semiHidden/>
    <w:rPr>
      <w:color w:val="808080"/>
    </w:rPr>
  </w:style>
  <w:style w:type="table" w:customStyle="1" w:styleId="Gradedatabela">
    <w:name w:val="Grade da tabela"/>
    <w:basedOn w:val="Tabela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dettulo1">
    <w:name w:val="Car de título 1"/>
    <w:basedOn w:val="Fontepargpadro"/>
    <w:link w:val="ttulo1"/>
    <w:uiPriority w:val="1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Cardettulo2">
    <w:name w:val="Car de título 2"/>
    <w:basedOn w:val="Fontepargpadro"/>
    <w:link w:val="ttulo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Cardettulo3">
    <w:name w:val="Car de título 3"/>
    <w:basedOn w:val="Fontepargpadro"/>
    <w:link w:val="ttulo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Cardettulo4">
    <w:name w:val="Car de título 4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Cardettulo5">
    <w:name w:val="Car de título 5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Cardettulo6">
    <w:name w:val="Car de título 6"/>
    <w:basedOn w:val="Fontepargpadro"/>
    <w:link w:val="ttulo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Cardettulo7">
    <w:name w:val="Car de título 7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Cardettulo8">
    <w:name w:val="Car de título 8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Cardettulo9">
    <w:name w:val="Car de título 9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Tabeladocurrculo">
    <w:name w:val="Tabela do currículo"/>
    <w:basedOn w:val="Tabelanormal"/>
    <w:uiPriority w:val="99"/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Tabeladacarta">
    <w:name w:val="Tabela da carta"/>
    <w:basedOn w:val="Tabela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a">
    <w:name w:val="Date"/>
    <w:basedOn w:val="Normal"/>
    <w:next w:val="Normal"/>
    <w:link w:val="DataChar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DataChar">
    <w:name w:val="Data Char"/>
    <w:basedOn w:val="Fontepargpadro"/>
    <w:link w:val="Data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Destinatrio1">
    <w:name w:val="Destinatário1"/>
    <w:basedOn w:val="Normal"/>
    <w:uiPriority w:val="8"/>
    <w:unhideWhenUsed/>
    <w:qFormat/>
    <w:pPr>
      <w:spacing w:after="40"/>
    </w:pPr>
    <w:rPr>
      <w:b/>
      <w:bCs/>
    </w:rPr>
  </w:style>
  <w:style w:type="paragraph" w:styleId="Saudao">
    <w:name w:val="Salutation"/>
    <w:basedOn w:val="Normal"/>
    <w:next w:val="Normal"/>
    <w:link w:val="SaudaoChar"/>
    <w:uiPriority w:val="8"/>
    <w:unhideWhenUsed/>
    <w:qFormat/>
    <w:pPr>
      <w:spacing w:before="720"/>
    </w:pPr>
  </w:style>
  <w:style w:type="character" w:customStyle="1" w:styleId="SaudaoChar">
    <w:name w:val="Saudação Char"/>
    <w:basedOn w:val="Fontepargpadro"/>
    <w:link w:val="Saudao"/>
    <w:uiPriority w:val="8"/>
    <w:rPr>
      <w:kern w:val="20"/>
    </w:rPr>
  </w:style>
  <w:style w:type="paragraph" w:styleId="Encerramento">
    <w:name w:val="Closing"/>
    <w:basedOn w:val="Normal"/>
    <w:link w:val="EncerramentoChar"/>
    <w:uiPriority w:val="8"/>
    <w:unhideWhenUsed/>
    <w:qFormat/>
    <w:pPr>
      <w:spacing w:before="480" w:after="960" w:line="240" w:lineRule="auto"/>
    </w:pPr>
  </w:style>
  <w:style w:type="character" w:customStyle="1" w:styleId="EncerramentoChar">
    <w:name w:val="Encerramento Char"/>
    <w:basedOn w:val="Fontepargpadro"/>
    <w:link w:val="Encerramento"/>
    <w:uiPriority w:val="8"/>
    <w:rPr>
      <w:kern w:val="20"/>
    </w:rPr>
  </w:style>
  <w:style w:type="paragraph" w:styleId="Assinatura">
    <w:name w:val="Signature"/>
    <w:basedOn w:val="Normal"/>
    <w:link w:val="AssinaturaChar"/>
    <w:uiPriority w:val="8"/>
    <w:unhideWhenUsed/>
    <w:qFormat/>
    <w:pPr>
      <w:spacing w:after="480"/>
    </w:pPr>
    <w:rPr>
      <w:b/>
      <w:bCs/>
    </w:rPr>
  </w:style>
  <w:style w:type="character" w:customStyle="1" w:styleId="AssinaturaChar">
    <w:name w:val="Assinatura Char"/>
    <w:basedOn w:val="Fontepargpadro"/>
    <w:link w:val="Assinatura"/>
    <w:uiPriority w:val="8"/>
    <w:rPr>
      <w:b/>
      <w:bCs/>
      <w:kern w:val="20"/>
    </w:rPr>
  </w:style>
  <w:style w:type="character" w:styleId="nfase">
    <w:name w:val="Emphasis"/>
    <w:basedOn w:val="Fontepargpadro"/>
    <w:uiPriority w:val="2"/>
    <w:unhideWhenUsed/>
    <w:qFormat/>
    <w:rPr>
      <w:color w:val="7E97AD" w:themeColor="accent1"/>
    </w:rPr>
  </w:style>
  <w:style w:type="paragraph" w:customStyle="1" w:styleId="Informaesdocontato">
    <w:name w:val="Informações do contato"/>
    <w:basedOn w:val="Normal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Nome">
    <w:name w:val="Nome"/>
    <w:basedOn w:val="Normal"/>
    <w:next w:val="Normal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character" w:styleId="TextodoEspaoReservado0">
    <w:name w:val="Placeholder Text"/>
    <w:basedOn w:val="Fontepargpadro"/>
    <w:uiPriority w:val="99"/>
    <w:semiHidden/>
    <w:rsid w:val="00C40D75"/>
    <w:rPr>
      <w:color w:val="808080"/>
    </w:rPr>
  </w:style>
  <w:style w:type="character" w:customStyle="1" w:styleId="nfase1">
    <w:name w:val="Ênfase1"/>
    <w:basedOn w:val="Fontepargpadro"/>
    <w:uiPriority w:val="2"/>
    <w:unhideWhenUsed/>
    <w:qFormat/>
    <w:rsid w:val="0077601E"/>
    <w:rPr>
      <w:color w:val="7E97AD" w:themeColor="accent1"/>
    </w:rPr>
  </w:style>
  <w:style w:type="paragraph" w:customStyle="1" w:styleId="Data1">
    <w:name w:val="Data1"/>
    <w:basedOn w:val="Normal"/>
    <w:next w:val="Normal"/>
    <w:link w:val="Cardedata"/>
    <w:uiPriority w:val="8"/>
    <w:qFormat/>
    <w:rsid w:val="0077601E"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Cardedata">
    <w:name w:val="Car de data"/>
    <w:basedOn w:val="Fontepargpadro"/>
    <w:link w:val="Data1"/>
    <w:uiPriority w:val="8"/>
    <w:rsid w:val="0077601E"/>
    <w:rPr>
      <w:rFonts w:asciiTheme="majorHAnsi" w:eastAsiaTheme="majorEastAsia" w:hAnsiTheme="majorHAnsi" w:cstheme="majorBidi"/>
      <w:caps/>
      <w:color w:val="7E97AD" w:themeColor="accent1"/>
      <w:kern w:val="20"/>
      <w:lang w:val="pt-BR"/>
    </w:rPr>
  </w:style>
  <w:style w:type="paragraph" w:customStyle="1" w:styleId="Saudao1">
    <w:name w:val="Saudação1"/>
    <w:basedOn w:val="Normal"/>
    <w:next w:val="Normal"/>
    <w:link w:val="Cardesaudao"/>
    <w:uiPriority w:val="8"/>
    <w:unhideWhenUsed/>
    <w:qFormat/>
    <w:rsid w:val="0077601E"/>
    <w:pPr>
      <w:spacing w:before="720"/>
    </w:pPr>
  </w:style>
  <w:style w:type="character" w:customStyle="1" w:styleId="Cardesaudao">
    <w:name w:val="Car de saudação"/>
    <w:basedOn w:val="Fontepargpadro"/>
    <w:link w:val="Saudao1"/>
    <w:uiPriority w:val="8"/>
    <w:rsid w:val="0077601E"/>
    <w:rPr>
      <w:kern w:val="20"/>
      <w:lang w:val="pt-BR"/>
    </w:rPr>
  </w:style>
  <w:style w:type="paragraph" w:customStyle="1" w:styleId="Encerramento1">
    <w:name w:val="Encerramento1"/>
    <w:basedOn w:val="Normal"/>
    <w:link w:val="Cardeencerramento"/>
    <w:uiPriority w:val="8"/>
    <w:unhideWhenUsed/>
    <w:qFormat/>
    <w:rsid w:val="0077601E"/>
    <w:pPr>
      <w:spacing w:before="480" w:after="960" w:line="240" w:lineRule="auto"/>
    </w:pPr>
  </w:style>
  <w:style w:type="character" w:customStyle="1" w:styleId="Cardeencerramento">
    <w:name w:val="Car de encerramento"/>
    <w:basedOn w:val="Fontepargpadro"/>
    <w:link w:val="Encerramento1"/>
    <w:uiPriority w:val="8"/>
    <w:rsid w:val="0077601E"/>
    <w:rPr>
      <w:kern w:val="20"/>
      <w:lang w:val="pt-BR"/>
    </w:rPr>
  </w:style>
  <w:style w:type="paragraph" w:customStyle="1" w:styleId="Assinatura1">
    <w:name w:val="Assinatura1"/>
    <w:basedOn w:val="Normal"/>
    <w:link w:val="Cardeassinatura"/>
    <w:uiPriority w:val="8"/>
    <w:unhideWhenUsed/>
    <w:qFormat/>
    <w:rsid w:val="0077601E"/>
    <w:pPr>
      <w:spacing w:after="480"/>
    </w:pPr>
    <w:rPr>
      <w:b/>
      <w:bCs/>
    </w:rPr>
  </w:style>
  <w:style w:type="character" w:customStyle="1" w:styleId="Cardeassinatura">
    <w:name w:val="Car de assinatura"/>
    <w:basedOn w:val="Fontepargpadro"/>
    <w:link w:val="Assinatura1"/>
    <w:uiPriority w:val="8"/>
    <w:rsid w:val="0077601E"/>
    <w:rPr>
      <w:b/>
      <w:bCs/>
      <w:kern w:val="2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9C1E9C8A-D632-DF4F-9CAE-CC5013823B26%7dtf0283505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EE7CF03B170746B222E5B944C461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AF0270-7635-A743-AC7B-6994FAB7A2EC}"/>
      </w:docPartPr>
      <w:docPartBody>
        <w:p w:rsidR="00367C08" w:rsidRDefault="00367C08">
          <w:pPr>
            <w:pStyle w:val="ADEE7CF03B170746B222E5B944C461F1"/>
          </w:pPr>
          <w:r>
            <w:t>[Endereço]</w:t>
          </w:r>
        </w:p>
      </w:docPartBody>
    </w:docPart>
    <w:docPart>
      <w:docPartPr>
        <w:name w:val="3A1B51789D2E4F4CB8939AF780D1C15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AB2DC0-29C4-414A-8339-ECE5B6D5CA00}"/>
      </w:docPartPr>
      <w:docPartBody>
        <w:p w:rsidR="00367C08" w:rsidRDefault="00367C08">
          <w:pPr>
            <w:pStyle w:val="3A1B51789D2E4F4CB8939AF780D1C150"/>
          </w:pPr>
          <w:r>
            <w:t>[Cidade, Estado CEP]</w:t>
          </w:r>
        </w:p>
      </w:docPartBody>
    </w:docPart>
    <w:docPart>
      <w:docPartPr>
        <w:name w:val="2E1E8A6B48D5D94C9ACA42F1D57D2C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FA78509-67CA-E045-91D2-AD86045CE3E1}"/>
      </w:docPartPr>
      <w:docPartBody>
        <w:p w:rsidR="00367C08" w:rsidRDefault="00367C08">
          <w:pPr>
            <w:pStyle w:val="2E1E8A6B48D5D94C9ACA42F1D57D2C6C"/>
          </w:pPr>
          <w:r>
            <w:t>[Telefone]</w:t>
          </w:r>
        </w:p>
      </w:docPartBody>
    </w:docPart>
    <w:docPart>
      <w:docPartPr>
        <w:name w:val="9FA4E2550D989749BAEC9214D7CE12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6D4531-8727-1944-9CC8-4030045AE1A0}"/>
      </w:docPartPr>
      <w:docPartBody>
        <w:p w:rsidR="00367C08" w:rsidRDefault="00367C08">
          <w:pPr>
            <w:pStyle w:val="9FA4E2550D989749BAEC9214D7CE12E9"/>
          </w:pPr>
          <w:r>
            <w:t>[Site]</w:t>
          </w:r>
        </w:p>
      </w:docPartBody>
    </w:docPart>
    <w:docPart>
      <w:docPartPr>
        <w:name w:val="DF06DCBD6B7D484984C8279B5B47F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E3C3CF-A774-4843-8E0E-1C774310B6F6}"/>
      </w:docPartPr>
      <w:docPartBody>
        <w:p w:rsidR="00367C08" w:rsidRDefault="00367C08">
          <w:pPr>
            <w:pStyle w:val="DF06DCBD6B7D484984C8279B5B47F34F"/>
          </w:pPr>
          <w:r w:rsidRPr="00BB15AE">
            <w:rPr>
              <w:rStyle w:val="TextodoEspaoReservado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45A387CB4C5504ABC989FF2511FB10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028085-8A99-9142-AE38-5D684B3BEA41}"/>
      </w:docPartPr>
      <w:docPartBody>
        <w:p w:rsidR="00367C08" w:rsidRDefault="00367C08">
          <w:pPr>
            <w:pStyle w:val="645A387CB4C5504ABC989FF2511FB107"/>
          </w:pPr>
          <w:r>
            <w:rPr>
              <w:rStyle w:val="Textodoespaoreservado0"/>
            </w:rPr>
            <w:t>Insira qualquer conteúdo que você deseja repetir, incluindo outros controles de conteúdo. Você também pode inserir esse controle em linhas de tabela para repetir partes de uma tabela.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E20"/>
    <w:rsid w:val="00367C08"/>
    <w:rsid w:val="00800049"/>
    <w:rsid w:val="00A46E20"/>
    <w:rsid w:val="00E909B1"/>
    <w:rsid w:val="00FD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DEE7CF03B170746B222E5B944C461F1">
    <w:name w:val="ADEE7CF03B170746B222E5B944C461F1"/>
  </w:style>
  <w:style w:type="paragraph" w:customStyle="1" w:styleId="3A1B51789D2E4F4CB8939AF780D1C150">
    <w:name w:val="3A1B51789D2E4F4CB8939AF780D1C150"/>
  </w:style>
  <w:style w:type="paragraph" w:customStyle="1" w:styleId="2E1E8A6B48D5D94C9ACA42F1D57D2C6C">
    <w:name w:val="2E1E8A6B48D5D94C9ACA42F1D57D2C6C"/>
  </w:style>
  <w:style w:type="paragraph" w:customStyle="1" w:styleId="9FA4E2550D989749BAEC9214D7CE12E9">
    <w:name w:val="9FA4E2550D989749BAEC9214D7CE12E9"/>
  </w:style>
  <w:style w:type="character" w:styleId="nfase">
    <w:name w:val="Emphasis"/>
    <w:basedOn w:val="Fontepargpadro"/>
    <w:uiPriority w:val="2"/>
    <w:unhideWhenUsed/>
    <w:qFormat/>
    <w:rPr>
      <w:color w:val="4472C4" w:themeColor="accent1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DF06DCBD6B7D484984C8279B5B47F34F">
    <w:name w:val="DF06DCBD6B7D484984C8279B5B47F34F"/>
  </w:style>
  <w:style w:type="character" w:customStyle="1" w:styleId="Textodoespaoreservado0">
    <w:name w:val="Texto do espaço reservado"/>
    <w:basedOn w:val="Fontepargpadro"/>
    <w:uiPriority w:val="99"/>
    <w:semiHidden/>
    <w:rPr>
      <w:color w:val="808080"/>
    </w:rPr>
  </w:style>
  <w:style w:type="paragraph" w:customStyle="1" w:styleId="645A387CB4C5504ABC989FF2511FB107">
    <w:name w:val="645A387CB4C5504ABC989FF2511FB1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 Nome: JOICE NARA LUCIO 
Rua coronel Luiz Venâncio Martins ,175 </CompanyAddress>
  <CompanyPhone>Cel:16993150883</CompanyPhone>
  <CompanyFax/>
  <CompanyEmail>JOICE NARA LÚCIO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e5d022ff-4ce9-4922-b5a4-f245e35e2aac">english</DirectSourceMarket>
    <LocComments xmlns="e5d022ff-4ce9-4922-b5a4-f245e35e2aac" xsi:nil="true"/>
    <MarketSpecific xmlns="e5d022ff-4ce9-4922-b5a4-f245e35e2aac">false</MarketSpecific>
    <ApprovalStatus xmlns="e5d022ff-4ce9-4922-b5a4-f245e35e2aac">InProgress</ApprovalStatus>
    <ThumbnailAssetId xmlns="e5d022ff-4ce9-4922-b5a4-f245e35e2aac" xsi:nil="true"/>
    <PrimaryImageGen xmlns="e5d022ff-4ce9-4922-b5a4-f245e35e2aac">true</PrimaryImageGen>
    <LegacyData xmlns="e5d022ff-4ce9-4922-b5a4-f245e35e2aac" xsi:nil="true"/>
    <TPFriendlyName xmlns="e5d022ff-4ce9-4922-b5a4-f245e35e2aac" xsi:nil="true"/>
    <NumericId xmlns="e5d022ff-4ce9-4922-b5a4-f245e35e2aac" xsi:nil="true"/>
    <LocRecommendedHandoff xmlns="e5d022ff-4ce9-4922-b5a4-f245e35e2aac" xsi:nil="true"/>
    <BlockPublish xmlns="e5d022ff-4ce9-4922-b5a4-f245e35e2aac">false</BlockPublish>
    <BusinessGroup xmlns="e5d022ff-4ce9-4922-b5a4-f245e35e2aac" xsi:nil="true"/>
    <SourceTitle xmlns="e5d022ff-4ce9-4922-b5a4-f245e35e2aac" xsi:nil="true"/>
    <OpenTemplate xmlns="e5d022ff-4ce9-4922-b5a4-f245e35e2aac">true</OpenTemplate>
    <APEditor xmlns="e5d022ff-4ce9-4922-b5a4-f245e35e2aac">
      <UserInfo>
        <DisplayName/>
        <AccountId xsi:nil="true"/>
        <AccountType/>
      </UserInfo>
    </APEditor>
    <UALocComments xmlns="e5d022ff-4ce9-4922-b5a4-f245e35e2aac" xsi:nil="true"/>
    <ParentAssetId xmlns="e5d022ff-4ce9-4922-b5a4-f245e35e2aac" xsi:nil="true"/>
    <PublishStatusLookup xmlns="e5d022ff-4ce9-4922-b5a4-f245e35e2aac">
      <Value>417660</Value>
      <Value>417661</Value>
    </PublishStatusLookup>
    <FeatureTagsTaxHTField0 xmlns="e5d022ff-4ce9-4922-b5a4-f245e35e2aac">
      <Terms xmlns="http://schemas.microsoft.com/office/infopath/2007/PartnerControls"/>
    </FeatureTagsTaxHTField0>
    <IntlLangReviewDate xmlns="e5d022ff-4ce9-4922-b5a4-f245e35e2aac" xsi:nil="true"/>
    <Providers xmlns="e5d022ff-4ce9-4922-b5a4-f245e35e2aac" xsi:nil="true"/>
    <MachineTranslated xmlns="e5d022ff-4ce9-4922-b5a4-f245e35e2aac">false</MachineTranslated>
    <OriginalSourceMarket xmlns="e5d022ff-4ce9-4922-b5a4-f245e35e2aac">english</OriginalSourceMarket>
    <APDescription xmlns="e5d022ff-4ce9-4922-b5a4-f245e35e2aac">Use esse currículo elegante para uma aparência profissional. Acompanhe-o com uma carta de apresentação do conjunto de designs Atemporal para causar uma boa impressão.
</APDescription>
    <TPInstallLocation xmlns="e5d022ff-4ce9-4922-b5a4-f245e35e2aac" xsi:nil="true"/>
    <ContentItem xmlns="e5d022ff-4ce9-4922-b5a4-f245e35e2aac" xsi:nil="true"/>
    <ClipArtFilename xmlns="e5d022ff-4ce9-4922-b5a4-f245e35e2aac" xsi:nil="true"/>
    <PublishTargets xmlns="e5d022ff-4ce9-4922-b5a4-f245e35e2aac">OfficeOnlineVNext,OfflineBuild</PublishTargets>
    <TimesCloned xmlns="e5d022ff-4ce9-4922-b5a4-f245e35e2aac" xsi:nil="true"/>
    <FriendlyTitle xmlns="e5d022ff-4ce9-4922-b5a4-f245e35e2aac" xsi:nil="true"/>
    <AcquiredFrom xmlns="e5d022ff-4ce9-4922-b5a4-f245e35e2aac">Internal MS</AcquiredFrom>
    <AssetStart xmlns="e5d022ff-4ce9-4922-b5a4-f245e35e2aac">2012-03-08T00:28:00+00:00</AssetStart>
    <Provider xmlns="e5d022ff-4ce9-4922-b5a4-f245e35e2aac" xsi:nil="true"/>
    <LastHandOff xmlns="e5d022ff-4ce9-4922-b5a4-f245e35e2aac" xsi:nil="true"/>
    <LocalizationTagsTaxHTField0 xmlns="e5d022ff-4ce9-4922-b5a4-f245e35e2aac">
      <Terms xmlns="http://schemas.microsoft.com/office/infopath/2007/PartnerControls"/>
    </LocalizationTagsTaxHTField0>
    <TPClientViewer xmlns="e5d022ff-4ce9-4922-b5a4-f245e35e2aac" xsi:nil="true"/>
    <UACurrentWords xmlns="e5d022ff-4ce9-4922-b5a4-f245e35e2aac" xsi:nil="true"/>
    <ArtSampleDocs xmlns="e5d022ff-4ce9-4922-b5a4-f245e35e2aac" xsi:nil="true"/>
    <UALocRecommendation xmlns="e5d022ff-4ce9-4922-b5a4-f245e35e2aac">Localize</UALocRecommendation>
    <Manager xmlns="e5d022ff-4ce9-4922-b5a4-f245e35e2aac" xsi:nil="true"/>
    <CSXHash xmlns="e5d022ff-4ce9-4922-b5a4-f245e35e2aac" xsi:nil="true"/>
    <IsDeleted xmlns="e5d022ff-4ce9-4922-b5a4-f245e35e2aac">false</IsDeleted>
    <ShowIn xmlns="e5d022ff-4ce9-4922-b5a4-f245e35e2aac">Show everywhere</ShowIn>
    <UANotes xmlns="e5d022ff-4ce9-4922-b5a4-f245e35e2aac" xsi:nil="true"/>
    <TemplateStatus xmlns="e5d022ff-4ce9-4922-b5a4-f245e35e2aac">Complete</TemplateStatus>
    <Downloads xmlns="e5d022ff-4ce9-4922-b5a4-f245e35e2aac">0</Downloads>
    <VoteCount xmlns="e5d022ff-4ce9-4922-b5a4-f245e35e2aac" xsi:nil="true"/>
    <OOCacheId xmlns="e5d022ff-4ce9-4922-b5a4-f245e35e2aac" xsi:nil="true"/>
    <InternalTagsTaxHTField0 xmlns="e5d022ff-4ce9-4922-b5a4-f245e35e2aac">
      <Terms xmlns="http://schemas.microsoft.com/office/infopath/2007/PartnerControls"/>
    </InternalTagsTaxHTField0>
    <AssetExpire xmlns="e5d022ff-4ce9-4922-b5a4-f245e35e2aac">2029-01-01T08:00:00+00:00</AssetExpire>
    <CSXSubmissionMarket xmlns="e5d022ff-4ce9-4922-b5a4-f245e35e2aac" xsi:nil="true"/>
    <DSATActionTaken xmlns="e5d022ff-4ce9-4922-b5a4-f245e35e2aac" xsi:nil="true"/>
    <TPExecutable xmlns="e5d022ff-4ce9-4922-b5a4-f245e35e2aac" xsi:nil="true"/>
    <SubmitterId xmlns="e5d022ff-4ce9-4922-b5a4-f245e35e2aac" xsi:nil="true"/>
    <EditorialTags xmlns="e5d022ff-4ce9-4922-b5a4-f245e35e2aac" xsi:nil="true"/>
    <AssetType xmlns="e5d022ff-4ce9-4922-b5a4-f245e35e2aac">TP</AssetType>
    <CSXSubmissionDate xmlns="e5d022ff-4ce9-4922-b5a4-f245e35e2aac" xsi:nil="true"/>
    <CSXUpdate xmlns="e5d022ff-4ce9-4922-b5a4-f245e35e2aac">false</CSXUpdate>
    <ApprovalLog xmlns="e5d022ff-4ce9-4922-b5a4-f245e35e2aac" xsi:nil="true"/>
    <BugNumber xmlns="e5d022ff-4ce9-4922-b5a4-f245e35e2aac" xsi:nil="true"/>
    <Milestone xmlns="e5d022ff-4ce9-4922-b5a4-f245e35e2aac" xsi:nil="true"/>
    <OriginAsset xmlns="e5d022ff-4ce9-4922-b5a4-f245e35e2aac" xsi:nil="true"/>
    <TPComponent xmlns="e5d022ff-4ce9-4922-b5a4-f245e35e2aac" xsi:nil="true"/>
    <RecommendationsModifier xmlns="e5d022ff-4ce9-4922-b5a4-f245e35e2aac">1000</RecommendationsModifier>
    <AssetId xmlns="e5d022ff-4ce9-4922-b5a4-f245e35e2aac">TP102835054</AssetId>
    <TPApplication xmlns="e5d022ff-4ce9-4922-b5a4-f245e35e2aac" xsi:nil="true"/>
    <TPLaunchHelpLink xmlns="e5d022ff-4ce9-4922-b5a4-f245e35e2aac" xsi:nil="true"/>
    <PolicheckWords xmlns="e5d022ff-4ce9-4922-b5a4-f245e35e2aac" xsi:nil="true"/>
    <IntlLocPriority xmlns="e5d022ff-4ce9-4922-b5a4-f245e35e2aac" xsi:nil="true"/>
    <CrawlForDependencies xmlns="e5d022ff-4ce9-4922-b5a4-f245e35e2aac">false</CrawlForDependencies>
    <IntlLangReviewer xmlns="e5d022ff-4ce9-4922-b5a4-f245e35e2aac" xsi:nil="true"/>
    <HandoffToMSDN xmlns="e5d022ff-4ce9-4922-b5a4-f245e35e2aac" xsi:nil="true"/>
    <PlannedPubDate xmlns="e5d022ff-4ce9-4922-b5a4-f245e35e2aac" xsi:nil="true"/>
    <TrustLevel xmlns="e5d022ff-4ce9-4922-b5a4-f245e35e2aac">1 Microsoft Managed Content</TrustLevel>
    <LocLastLocAttemptVersionLookup xmlns="e5d022ff-4ce9-4922-b5a4-f245e35e2aac">827850</LocLastLocAttemptVersionLookup>
    <TemplateTemplateType xmlns="e5d022ff-4ce9-4922-b5a4-f245e35e2aac">Word Document Template</TemplateTemplateType>
    <IsSearchable xmlns="e5d022ff-4ce9-4922-b5a4-f245e35e2aac">true</IsSearchable>
    <TPNamespace xmlns="e5d022ff-4ce9-4922-b5a4-f245e35e2aac" xsi:nil="true"/>
    <CampaignTagsTaxHTField0 xmlns="e5d022ff-4ce9-4922-b5a4-f245e35e2aac">
      <Terms xmlns="http://schemas.microsoft.com/office/infopath/2007/PartnerControls"/>
    </CampaignTagsTaxHTField0>
    <TaxCatchAll xmlns="e5d022ff-4ce9-4922-b5a4-f245e35e2aac"/>
    <Markets xmlns="e5d022ff-4ce9-4922-b5a4-f245e35e2aac"/>
    <IntlLangReview xmlns="e5d022ff-4ce9-4922-b5a4-f245e35e2aac">false</IntlLangReview>
    <UAProjectedTotalWords xmlns="e5d022ff-4ce9-4922-b5a4-f245e35e2aac" xsi:nil="true"/>
    <OutputCachingOn xmlns="e5d022ff-4ce9-4922-b5a4-f245e35e2aac">false</OutputCachingOn>
    <LocMarketGroupTiers2 xmlns="e5d022ff-4ce9-4922-b5a4-f245e35e2aac" xsi:nil="true"/>
    <TPAppVersion xmlns="e5d022ff-4ce9-4922-b5a4-f245e35e2aac" xsi:nil="true"/>
    <TPCommandLine xmlns="e5d022ff-4ce9-4922-b5a4-f245e35e2aac" xsi:nil="true"/>
    <APAuthor xmlns="e5d022ff-4ce9-4922-b5a4-f245e35e2aac">
      <UserInfo>
        <DisplayName>REDMOND\kristaa</DisplayName>
        <AccountId>81</AccountId>
        <AccountType/>
      </UserInfo>
    </APAuthor>
    <LocManualTestRequired xmlns="e5d022ff-4ce9-4922-b5a4-f245e35e2aac">false</LocManualTestRequired>
    <EditorialStatus xmlns="e5d022ff-4ce9-4922-b5a4-f245e35e2aac">Complete</EditorialStatus>
    <TPLaunchHelpLinkType xmlns="e5d022ff-4ce9-4922-b5a4-f245e35e2aac">Template</TPLaunchHelpLinkType>
    <OriginalRelease xmlns="e5d022ff-4ce9-4922-b5a4-f245e35e2aac">15</OriginalRelease>
    <LastModifiedDateTime xmlns="e5d022ff-4ce9-4922-b5a4-f245e35e2aac" xsi:nil="true"/>
    <ScenarioTagsTaxHTField0 xmlns="e5d022ff-4ce9-4922-b5a4-f245e35e2aac">
      <Terms xmlns="http://schemas.microsoft.com/office/infopath/2007/PartnerControls"/>
    </ScenarioTagsTaxHTField0>
  </documentManagement>
</p:properti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2057737089D604C8995D725789FFFFD0400C05BDBFCDB0BE84BA6AEC1D1A4F5E4CE" ma:contentTypeVersion="56" ma:contentTypeDescription="Create a new document." ma:contentTypeScope="" ma:versionID="c5c786f17e9890b7d2875e0bb647f603">
  <xsd:schema xmlns:xsd="http://www.w3.org/2001/XMLSchema" xmlns:xs="http://www.w3.org/2001/XMLSchema" xmlns:p="http://schemas.microsoft.com/office/2006/metadata/properties" xmlns:ns2="e5d022ff-4ce9-4922-b5a4-f245e35e2aac" targetNamespace="http://schemas.microsoft.com/office/2006/metadata/properties" ma:root="true" ma:fieldsID="3dddc4782ba87b44f6678511fd2b89e9" ns2:_="">
    <xsd:import namespace="e5d022ff-4ce9-4922-b5a4-f245e35e2aa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022ff-4ce9-4922-b5a4-f245e35e2aa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ae2f8e70-a23c-4d77-9ad6-ea38e2352880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5E053CDA-25E6-45C3-8DB3-AEDB8C2D0B9A}" ma:internalName="CSXSubmissionMarket" ma:readOnly="false" ma:showField="MarketName" ma:web="e5d022ff-4ce9-4922-b5a4-f245e35e2aac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0e79027b-5c14-42ce-a448-02002c169e4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E1DF242F-2A85-4892-885C-E072ACF78A23}" ma:internalName="InProjectListLookup" ma:readOnly="true" ma:showField="InProjectList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e822bdd4-da07-482e-8962-d405657c171a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E1DF242F-2A85-4892-885C-E072ACF78A23}" ma:internalName="LastCompleteVersionLookup" ma:readOnly="true" ma:showField="LastCompleteVersion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E1DF242F-2A85-4892-885C-E072ACF78A23}" ma:internalName="LastPreviewErrorLookup" ma:readOnly="true" ma:showField="LastPreviewError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E1DF242F-2A85-4892-885C-E072ACF78A23}" ma:internalName="LastPreviewResultLookup" ma:readOnly="true" ma:showField="LastPreviewResult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E1DF242F-2A85-4892-885C-E072ACF78A23}" ma:internalName="LastPreviewAttemptDateLookup" ma:readOnly="true" ma:showField="LastPreviewAttemptDate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E1DF242F-2A85-4892-885C-E072ACF78A23}" ma:internalName="LastPreviewedByLookup" ma:readOnly="true" ma:showField="LastPreviewedBy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E1DF242F-2A85-4892-885C-E072ACF78A23}" ma:internalName="LastPreviewTimeLookup" ma:readOnly="true" ma:showField="LastPreviewTime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E1DF242F-2A85-4892-885C-E072ACF78A23}" ma:internalName="LastPreviewVersionLookup" ma:readOnly="true" ma:showField="LastPreviewVersion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E1DF242F-2A85-4892-885C-E072ACF78A23}" ma:internalName="LastPublishErrorLookup" ma:readOnly="true" ma:showField="LastPublishError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E1DF242F-2A85-4892-885C-E072ACF78A23}" ma:internalName="LastPublishResultLookup" ma:readOnly="true" ma:showField="LastPublishResult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E1DF242F-2A85-4892-885C-E072ACF78A23}" ma:internalName="LastPublishAttemptDateLookup" ma:readOnly="true" ma:showField="LastPublishAttemptDate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E1DF242F-2A85-4892-885C-E072ACF78A23}" ma:internalName="LastPublishedByLookup" ma:readOnly="true" ma:showField="LastPublishedBy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E1DF242F-2A85-4892-885C-E072ACF78A23}" ma:internalName="LastPublishTimeLookup" ma:readOnly="true" ma:showField="LastPublishTime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E1DF242F-2A85-4892-885C-E072ACF78A23}" ma:internalName="LastPublishVersionLookup" ma:readOnly="true" ma:showField="LastPublishVersion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D8789D1B-66E7-4538-930C-3B8C6A9D68AA}" ma:internalName="LocLastLocAttemptVersionLookup" ma:readOnly="false" ma:showField="LastLocAttemptVersion" ma:web="e5d022ff-4ce9-4922-b5a4-f245e35e2aac">
      <xsd:simpleType>
        <xsd:restriction base="dms:Lookup"/>
      </xsd:simpleType>
    </xsd:element>
    <xsd:element name="LocLastLocAttemptVersionTypeLookup" ma:index="71" nillable="true" ma:displayName="Loc Last Loc Attempt Version Type" ma:default="" ma:list="{D8789D1B-66E7-4538-930C-3B8C6A9D68AA}" ma:internalName="LocLastLocAttemptVersionTypeLookup" ma:readOnly="true" ma:showField="LastLocAttemptVersionType" ma:web="e5d022ff-4ce9-4922-b5a4-f245e35e2aac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D8789D1B-66E7-4538-930C-3B8C6A9D68AA}" ma:internalName="LocNewPublishedVersionLookup" ma:readOnly="true" ma:showField="NewPublishedVersion" ma:web="e5d022ff-4ce9-4922-b5a4-f245e35e2aac">
      <xsd:simpleType>
        <xsd:restriction base="dms:Lookup"/>
      </xsd:simpleType>
    </xsd:element>
    <xsd:element name="LocOverallHandbackStatusLookup" ma:index="75" nillable="true" ma:displayName="Loc Overall Handback Status" ma:default="" ma:list="{D8789D1B-66E7-4538-930C-3B8C6A9D68AA}" ma:internalName="LocOverallHandbackStatusLookup" ma:readOnly="true" ma:showField="OverallHandbackStatus" ma:web="e5d022ff-4ce9-4922-b5a4-f245e35e2aac">
      <xsd:simpleType>
        <xsd:restriction base="dms:Lookup"/>
      </xsd:simpleType>
    </xsd:element>
    <xsd:element name="LocOverallLocStatusLookup" ma:index="76" nillable="true" ma:displayName="Loc Overall Localize Status" ma:default="" ma:list="{D8789D1B-66E7-4538-930C-3B8C6A9D68AA}" ma:internalName="LocOverallLocStatusLookup" ma:readOnly="true" ma:showField="OverallLocStatus" ma:web="e5d022ff-4ce9-4922-b5a4-f245e35e2aac">
      <xsd:simpleType>
        <xsd:restriction base="dms:Lookup"/>
      </xsd:simpleType>
    </xsd:element>
    <xsd:element name="LocOverallPreviewStatusLookup" ma:index="77" nillable="true" ma:displayName="Loc Overall Preview Status" ma:default="" ma:list="{D8789D1B-66E7-4538-930C-3B8C6A9D68AA}" ma:internalName="LocOverallPreviewStatusLookup" ma:readOnly="true" ma:showField="OverallPreviewStatus" ma:web="e5d022ff-4ce9-4922-b5a4-f245e35e2aac">
      <xsd:simpleType>
        <xsd:restriction base="dms:Lookup"/>
      </xsd:simpleType>
    </xsd:element>
    <xsd:element name="LocOverallPublishStatusLookup" ma:index="78" nillable="true" ma:displayName="Loc Overall Publish Status" ma:default="" ma:list="{D8789D1B-66E7-4538-930C-3B8C6A9D68AA}" ma:internalName="LocOverallPublishStatusLookup" ma:readOnly="true" ma:showField="OverallPublishStatus" ma:web="e5d022ff-4ce9-4922-b5a4-f245e35e2aac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D8789D1B-66E7-4538-930C-3B8C6A9D68AA}" ma:internalName="LocProcessedForHandoffsLookup" ma:readOnly="true" ma:showField="ProcessedForHandoffs" ma:web="e5d022ff-4ce9-4922-b5a4-f245e35e2aac">
      <xsd:simpleType>
        <xsd:restriction base="dms:Lookup"/>
      </xsd:simpleType>
    </xsd:element>
    <xsd:element name="LocProcessedForMarketsLookup" ma:index="81" nillable="true" ma:displayName="Loc Processed For Markets" ma:default="" ma:list="{D8789D1B-66E7-4538-930C-3B8C6A9D68AA}" ma:internalName="LocProcessedForMarketsLookup" ma:readOnly="true" ma:showField="ProcessedForMarkets" ma:web="e5d022ff-4ce9-4922-b5a4-f245e35e2aac">
      <xsd:simpleType>
        <xsd:restriction base="dms:Lookup"/>
      </xsd:simpleType>
    </xsd:element>
    <xsd:element name="LocPublishedDependentAssetsLookup" ma:index="82" nillable="true" ma:displayName="Loc Published Dependent Assets" ma:default="" ma:list="{D8789D1B-66E7-4538-930C-3B8C6A9D68AA}" ma:internalName="LocPublishedDependentAssetsLookup" ma:readOnly="true" ma:showField="PublishedDependentAssets" ma:web="e5d022ff-4ce9-4922-b5a4-f245e35e2aac">
      <xsd:simpleType>
        <xsd:restriction base="dms:Lookup"/>
      </xsd:simpleType>
    </xsd:element>
    <xsd:element name="LocPublishedLinkedAssetsLookup" ma:index="83" nillable="true" ma:displayName="Loc Published Linked Assets" ma:default="" ma:list="{D8789D1B-66E7-4538-930C-3B8C6A9D68AA}" ma:internalName="LocPublishedLinkedAssetsLookup" ma:readOnly="true" ma:showField="PublishedLinkedAssets" ma:web="e5d022ff-4ce9-4922-b5a4-f245e35e2aac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63236a87-6c6d-4a5b-9fe1-c805ecae0bb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5E053CDA-25E6-45C3-8DB3-AEDB8C2D0B9A}" ma:internalName="Markets" ma:readOnly="false" ma:showField="MarketName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E1DF242F-2A85-4892-885C-E072ACF78A23}" ma:internalName="NumOfRatingsLookup" ma:readOnly="true" ma:showField="NumOfRatings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E1DF242F-2A85-4892-885C-E072ACF78A23}" ma:internalName="PublishStatusLookup" ma:readOnly="false" ma:showField="PublishStatus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67a15031-dfad-40a3-960d-7cc941d4a986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2f397b98-bdf6-47da-a1ac-484548f5e091}" ma:internalName="TaxCatchAll" ma:showField="CatchAllData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2f397b98-bdf6-47da-a1ac-484548f5e091}" ma:internalName="TaxCatchAllLabel" ma:readOnly="true" ma:showField="CatchAllDataLabel" ma:web="e5d022ff-4ce9-4922-b5a4-f245e35e2a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EBC2B9-6CE6-485C-8397-87D481EF78BE}">
  <ds:schemaRefs>
    <ds:schemaRef ds:uri="http://schemas.microsoft.com/office/2006/metadata/properties"/>
    <ds:schemaRef ds:uri="http://www.w3.org/2000/xmlns/"/>
    <ds:schemaRef ds:uri="e5d022ff-4ce9-4922-b5a4-f245e35e2aac"/>
    <ds:schemaRef ds:uri="http://www.w3.org/2001/XMLSchema-instan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A0077783-2CE4-4ACE-A7FB-5A37CE1D65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239B39F-B694-465C-A8DE-4C73CEDE9802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e5d022ff-4ce9-4922-b5a4-f245e35e2a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%7b9C1E9C8A-D632-DF4F-9CAE-CC5013823B26%7dtf02835057.dotx</Template>
  <TotalTime>1</TotalTime>
  <Pages>1</Pages>
  <Words>103</Words>
  <Characters>562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Joice Nara Lucio</dc:creator>
  <cp:keywords/>
  <dc:description/>
  <cp:lastModifiedBy>Joice Nara Lucio</cp:lastModifiedBy>
  <cp:revision>2</cp:revision>
  <cp:lastPrinted>2025-02-17T18:11:00Z</cp:lastPrinted>
  <dcterms:created xsi:type="dcterms:W3CDTF">2025-02-17T18:46:00Z</dcterms:created>
  <dcterms:modified xsi:type="dcterms:W3CDTF">2025-02-17T18:46:00Z</dcterms:modified>
</cp:coreProperties>
</file>