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ABBE1" w14:textId="410CB584" w:rsidR="00497F54" w:rsidRPr="00D33232" w:rsidRDefault="00793D8F">
      <w:pPr>
        <w:pStyle w:val="InformaesdeContato"/>
        <w:rPr>
          <w:lang w:val="pt-BR"/>
        </w:rPr>
      </w:pPr>
      <w:r>
        <w:rPr>
          <w:lang w:val="pt-BR"/>
        </w:rPr>
        <w:t>Quadra 17, lote 10, Residencial Polinésia</w:t>
      </w:r>
    </w:p>
    <w:p w14:paraId="541673C3" w14:textId="1E67B599" w:rsidR="00497F54" w:rsidRPr="00D33232" w:rsidRDefault="00793D8F">
      <w:pPr>
        <w:pStyle w:val="InformaesdeContato"/>
        <w:rPr>
          <w:lang w:val="pt-BR"/>
        </w:rPr>
      </w:pPr>
      <w:r>
        <w:rPr>
          <w:lang w:val="pt-BR"/>
        </w:rPr>
        <w:t>(63) 992178070</w:t>
      </w:r>
    </w:p>
    <w:p w14:paraId="21D009C7" w14:textId="1BC23835" w:rsidR="00497F54" w:rsidRPr="00D33232" w:rsidRDefault="00793D8F">
      <w:pPr>
        <w:pStyle w:val="E-mail"/>
        <w:rPr>
          <w:lang w:val="pt-BR"/>
        </w:rPr>
      </w:pPr>
      <w:r>
        <w:rPr>
          <w:lang w:val="pt-BR"/>
        </w:rPr>
        <w:t>Silvia.romero.uft@gmail.com</w:t>
      </w:r>
    </w:p>
    <w:p w14:paraId="4513CBF8" w14:textId="5E88A708" w:rsidR="00497F54" w:rsidRPr="00793D8F" w:rsidRDefault="00793D8F">
      <w:pPr>
        <w:pStyle w:val="Nome"/>
        <w:rPr>
          <w:rFonts w:ascii="Arial" w:hAnsi="Arial" w:cs="Arial"/>
          <w:lang w:val="pt-BR"/>
        </w:rPr>
      </w:pPr>
      <w:r>
        <w:rPr>
          <w:lang w:val="pt-BR"/>
        </w:rPr>
        <w:t>Silvia romero barbosa de oliveira</w:t>
      </w:r>
    </w:p>
    <w:tbl>
      <w:tblPr>
        <w:tblStyle w:val="Tabeladocurrculo"/>
        <w:tblW w:w="5000" w:type="pct"/>
        <w:tblLook w:val="04A0" w:firstRow="1" w:lastRow="0" w:firstColumn="1" w:lastColumn="0" w:noHBand="0" w:noVBand="1"/>
        <w:tblCaption w:val="Tabela de layout do currículo"/>
      </w:tblPr>
      <w:tblGrid>
        <w:gridCol w:w="2418"/>
        <w:gridCol w:w="7328"/>
      </w:tblGrid>
      <w:tr w:rsidR="00BE3691" w:rsidRPr="00BE3691" w14:paraId="371E1CB1" w14:textId="77777777" w:rsidTr="00BE3691">
        <w:tc>
          <w:tcPr>
            <w:tcW w:w="2418" w:type="dxa"/>
            <w:tcMar>
              <w:right w:w="475" w:type="dxa"/>
            </w:tcMar>
          </w:tcPr>
          <w:p w14:paraId="2384B72C" w14:textId="33FFD159" w:rsidR="00497F54" w:rsidRPr="00EF2182" w:rsidRDefault="00793D8F" w:rsidP="0028799F">
            <w:pPr>
              <w:pStyle w:val="Ttulo1"/>
              <w:spacing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0"/>
                <w:lang w:val="pt-BR"/>
              </w:rPr>
            </w:pPr>
            <w:r w:rsidRPr="00EF2182">
              <w:rPr>
                <w:rFonts w:ascii="Arial" w:hAnsi="Arial" w:cs="Arial"/>
                <w:b/>
                <w:bCs/>
                <w:color w:val="auto"/>
                <w:sz w:val="20"/>
                <w:lang w:val="pt-BR"/>
              </w:rPr>
              <w:t>profissão</w:t>
            </w:r>
          </w:p>
        </w:tc>
        <w:tc>
          <w:tcPr>
            <w:tcW w:w="7328" w:type="dxa"/>
          </w:tcPr>
          <w:p w14:paraId="3573D0CD" w14:textId="685EE2B8" w:rsidR="00497F54" w:rsidRPr="00BE3691" w:rsidRDefault="00793D8F" w:rsidP="0028799F">
            <w:pPr>
              <w:pStyle w:val="Textodocurrculo"/>
              <w:spacing w:line="240" w:lineRule="auto"/>
              <w:rPr>
                <w:rFonts w:ascii="Arial" w:hAnsi="Arial" w:cs="Arial"/>
                <w:color w:val="auto"/>
                <w:sz w:val="24"/>
                <w:szCs w:val="24"/>
                <w:lang w:val="pt-BR"/>
              </w:rPr>
            </w:pPr>
            <w:r w:rsidRPr="00BE3691">
              <w:rPr>
                <w:rFonts w:ascii="Arial" w:hAnsi="Arial" w:cs="Arial"/>
                <w:color w:val="auto"/>
                <w:sz w:val="24"/>
                <w:szCs w:val="24"/>
                <w:lang w:val="pt-BR"/>
              </w:rPr>
              <w:t>Médica</w:t>
            </w:r>
            <w:r w:rsidR="0028799F">
              <w:rPr>
                <w:rFonts w:ascii="Arial" w:hAnsi="Arial" w:cs="Arial"/>
                <w:color w:val="auto"/>
                <w:sz w:val="24"/>
                <w:szCs w:val="24"/>
                <w:lang w:val="pt-BR"/>
              </w:rPr>
              <w:t xml:space="preserve">, </w:t>
            </w:r>
            <w:r w:rsidR="0019050B">
              <w:rPr>
                <w:rFonts w:ascii="Arial" w:hAnsi="Arial" w:cs="Arial"/>
                <w:color w:val="auto"/>
                <w:sz w:val="24"/>
                <w:szCs w:val="24"/>
                <w:lang w:val="pt-BR"/>
              </w:rPr>
              <w:t xml:space="preserve">Generalista, </w:t>
            </w:r>
            <w:r w:rsidR="0028799F">
              <w:rPr>
                <w:rFonts w:ascii="Arial" w:hAnsi="Arial" w:cs="Arial"/>
                <w:color w:val="auto"/>
                <w:sz w:val="24"/>
                <w:szCs w:val="24"/>
                <w:lang w:val="pt-BR"/>
              </w:rPr>
              <w:t>CRM-TO 7350</w:t>
            </w:r>
          </w:p>
        </w:tc>
      </w:tr>
      <w:tr w:rsidR="00BE3691" w:rsidRPr="00BE3691" w14:paraId="0526E7F6" w14:textId="77777777" w:rsidTr="00BE3691">
        <w:tc>
          <w:tcPr>
            <w:tcW w:w="2418" w:type="dxa"/>
            <w:tcMar>
              <w:right w:w="475" w:type="dxa"/>
            </w:tcMar>
          </w:tcPr>
          <w:p w14:paraId="193F9270" w14:textId="1EFBA92F" w:rsidR="00497F54" w:rsidRPr="00EF2182" w:rsidRDefault="00793D8F" w:rsidP="0028799F">
            <w:pPr>
              <w:pStyle w:val="Ttulo1"/>
              <w:spacing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0"/>
                <w:lang w:val="pt-BR"/>
              </w:rPr>
            </w:pPr>
            <w:r w:rsidRPr="00EF2182">
              <w:rPr>
                <w:rFonts w:ascii="Arial" w:hAnsi="Arial" w:cs="Arial"/>
                <w:b/>
                <w:bCs/>
                <w:color w:val="auto"/>
                <w:sz w:val="20"/>
                <w:lang w:val="pt-BR"/>
              </w:rPr>
              <w:t>formação acadêmica</w:t>
            </w:r>
          </w:p>
        </w:tc>
        <w:tc>
          <w:tcPr>
            <w:tcW w:w="7328" w:type="dxa"/>
          </w:tcPr>
          <w:p w14:paraId="57390028" w14:textId="77777777" w:rsidR="00406DBC" w:rsidRPr="0028799F" w:rsidRDefault="00793D8F" w:rsidP="0028799F">
            <w:pPr>
              <w:pStyle w:val="Textodocurrculo"/>
              <w:spacing w:line="240" w:lineRule="auto"/>
              <w:rPr>
                <w:rFonts w:ascii="Arial" w:hAnsi="Arial" w:cs="Arial"/>
                <w:b/>
                <w:bCs/>
                <w:color w:val="auto"/>
                <w:sz w:val="24"/>
                <w:szCs w:val="24"/>
                <w:lang w:val="pt-BR"/>
              </w:rPr>
            </w:pPr>
            <w:r w:rsidRPr="0028799F">
              <w:rPr>
                <w:rFonts w:ascii="Arial" w:hAnsi="Arial" w:cs="Arial"/>
                <w:b/>
                <w:bCs/>
                <w:color w:val="auto"/>
                <w:sz w:val="24"/>
                <w:szCs w:val="24"/>
                <w:lang w:val="pt-BR"/>
              </w:rPr>
              <w:t>Universidade Federal do Tocantins, 2023</w:t>
            </w:r>
          </w:p>
          <w:p w14:paraId="5AAB1B77" w14:textId="1B39A3D3" w:rsidR="0028799F" w:rsidRPr="0019050B" w:rsidRDefault="0028799F" w:rsidP="0028799F">
            <w:pPr>
              <w:pStyle w:val="Textodocurrculo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19050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Internato Rural no município de Aparecida do Rio Negro – TO.</w:t>
            </w:r>
          </w:p>
          <w:p w14:paraId="2B01B9BA" w14:textId="7029860E" w:rsidR="0028799F" w:rsidRPr="0019050B" w:rsidRDefault="0028799F" w:rsidP="0028799F">
            <w:pPr>
              <w:pStyle w:val="Textodocurrculo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19050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Internato em Medicina da Família e Comunidade, </w:t>
            </w:r>
            <w:r w:rsidRPr="0019050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UFT.</w:t>
            </w:r>
          </w:p>
          <w:p w14:paraId="72B11F1D" w14:textId="22034CF4" w:rsidR="0028799F" w:rsidRPr="0019050B" w:rsidRDefault="0028799F" w:rsidP="0028799F">
            <w:pPr>
              <w:pStyle w:val="Textodocurrculo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19050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Internato em Ginecologia e Obstetrícia, </w:t>
            </w:r>
            <w:r w:rsidRPr="0019050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UFT.</w:t>
            </w:r>
          </w:p>
          <w:p w14:paraId="541A0FB6" w14:textId="52304F98" w:rsidR="0028799F" w:rsidRPr="0019050B" w:rsidRDefault="0028799F" w:rsidP="0028799F">
            <w:pPr>
              <w:pStyle w:val="Textodocurrculo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19050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Internato em Cirurgia, </w:t>
            </w:r>
            <w:r w:rsidRPr="0019050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UFT.</w:t>
            </w:r>
          </w:p>
          <w:p w14:paraId="249B4419" w14:textId="5F1A2C65" w:rsidR="0028799F" w:rsidRPr="0019050B" w:rsidRDefault="0028799F" w:rsidP="0028799F">
            <w:pPr>
              <w:pStyle w:val="Textodocurrculo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19050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Internato em Pediatria, </w:t>
            </w:r>
            <w:r w:rsidRPr="0019050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UFT.</w:t>
            </w:r>
          </w:p>
          <w:p w14:paraId="36E187E3" w14:textId="14FF2A48" w:rsidR="0028799F" w:rsidRPr="00BE3691" w:rsidRDefault="0028799F" w:rsidP="0028799F">
            <w:pPr>
              <w:pStyle w:val="Textodocurrculo"/>
              <w:spacing w:line="240" w:lineRule="auto"/>
              <w:rPr>
                <w:rFonts w:ascii="Arial" w:hAnsi="Arial" w:cs="Arial"/>
                <w:color w:val="auto"/>
                <w:sz w:val="24"/>
                <w:szCs w:val="24"/>
                <w:lang w:val="pt-BR"/>
              </w:rPr>
            </w:pPr>
            <w:r w:rsidRPr="0019050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Internato em Clínica Médica, </w:t>
            </w:r>
            <w:r w:rsidRPr="0019050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UFT.</w:t>
            </w:r>
          </w:p>
        </w:tc>
      </w:tr>
      <w:tr w:rsidR="00BE3691" w:rsidRPr="00BE3691" w14:paraId="6537B4BA" w14:textId="77777777" w:rsidTr="00BE3691">
        <w:trPr>
          <w:trHeight w:val="4087"/>
        </w:trPr>
        <w:tc>
          <w:tcPr>
            <w:tcW w:w="2418" w:type="dxa"/>
            <w:tcMar>
              <w:right w:w="475" w:type="dxa"/>
            </w:tcMar>
          </w:tcPr>
          <w:p w14:paraId="409D6956" w14:textId="69E5ECA6" w:rsidR="00497F54" w:rsidRPr="00EF2182" w:rsidRDefault="00793D8F" w:rsidP="0028799F">
            <w:pPr>
              <w:pStyle w:val="Ttulo1"/>
              <w:spacing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0"/>
                <w:lang w:val="pt-BR"/>
              </w:rPr>
            </w:pPr>
            <w:r w:rsidRPr="00EF2182">
              <w:rPr>
                <w:rFonts w:ascii="Arial" w:hAnsi="Arial" w:cs="Arial"/>
                <w:b/>
                <w:bCs/>
                <w:color w:val="auto"/>
                <w:sz w:val="20"/>
                <w:lang w:val="pt-BR"/>
              </w:rPr>
              <w:t>cursos e certificações</w:t>
            </w:r>
          </w:p>
        </w:tc>
        <w:tc>
          <w:tcPr>
            <w:tcW w:w="7328" w:type="dxa"/>
          </w:tcPr>
          <w:p w14:paraId="71DEDF15" w14:textId="13D39B63" w:rsidR="00497F54" w:rsidRPr="0019050B" w:rsidRDefault="00793D8F" w:rsidP="0028799F">
            <w:pPr>
              <w:pStyle w:val="Ttulo2"/>
              <w:spacing w:before="40" w:line="240" w:lineRule="auto"/>
              <w:rPr>
                <w:rFonts w:ascii="Arial" w:hAnsi="Arial" w:cs="Arial"/>
                <w:b w:val="0"/>
                <w:bCs w:val="0"/>
                <w:color w:val="auto"/>
                <w:sz w:val="22"/>
                <w:szCs w:val="22"/>
                <w:lang w:val="pt-BR"/>
              </w:rPr>
            </w:pPr>
            <w:r w:rsidRPr="0019050B">
              <w:rPr>
                <w:rStyle w:val="Forte"/>
                <w:rFonts w:ascii="Arial" w:hAnsi="Arial" w:cs="Arial"/>
                <w:b/>
                <w:bCs/>
                <w:color w:val="auto"/>
                <w:sz w:val="22"/>
                <w:szCs w:val="22"/>
                <w:bdr w:val="none" w:sz="0" w:space="0" w:color="auto" w:frame="1"/>
                <w:shd w:val="clear" w:color="auto" w:fill="FFFFFF"/>
              </w:rPr>
              <w:t>Abordagem Domiciliar em Cuidados Paliativos</w:t>
            </w:r>
          </w:p>
          <w:p w14:paraId="0A083D74" w14:textId="08D5DD44" w:rsidR="00793D8F" w:rsidRPr="0019050B" w:rsidRDefault="00793D8F" w:rsidP="0028799F">
            <w:pPr>
              <w:pStyle w:val="Textodocurrculo"/>
              <w:spacing w:before="40" w:line="240" w:lineRule="auto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19050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Universidade Federal de Pelotas, 2021</w:t>
            </w:r>
          </w:p>
          <w:p w14:paraId="7F9045A3" w14:textId="691D81DD" w:rsidR="00497F54" w:rsidRPr="0019050B" w:rsidRDefault="00793D8F" w:rsidP="0028799F">
            <w:pPr>
              <w:pStyle w:val="Ttulo2"/>
              <w:spacing w:before="40" w:line="240" w:lineRule="auto"/>
              <w:rPr>
                <w:rStyle w:val="Forte"/>
                <w:rFonts w:ascii="Arial" w:hAnsi="Arial" w:cs="Arial"/>
                <w:b/>
                <w:bCs/>
                <w:color w:val="auto"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19050B">
              <w:rPr>
                <w:rStyle w:val="Forte"/>
                <w:rFonts w:ascii="Arial" w:hAnsi="Arial" w:cs="Arial"/>
                <w:b/>
                <w:bCs/>
                <w:color w:val="auto"/>
                <w:sz w:val="22"/>
                <w:szCs w:val="22"/>
                <w:bdr w:val="none" w:sz="0" w:space="0" w:color="auto" w:frame="1"/>
                <w:shd w:val="clear" w:color="auto" w:fill="FFFFFF"/>
              </w:rPr>
              <w:t>Documentos Médicos</w:t>
            </w:r>
          </w:p>
          <w:p w14:paraId="1A450E78" w14:textId="16926268" w:rsidR="00793D8F" w:rsidRPr="0019050B" w:rsidRDefault="00793D8F" w:rsidP="0028799F">
            <w:pPr>
              <w:pStyle w:val="Textodocurrculo"/>
              <w:spacing w:before="40"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9050B">
              <w:rPr>
                <w:rFonts w:ascii="Arial" w:hAnsi="Arial" w:cs="Arial"/>
                <w:color w:val="auto"/>
                <w:sz w:val="22"/>
                <w:szCs w:val="22"/>
              </w:rPr>
              <w:t>Universidade Federal de Brasília, 2021</w:t>
            </w:r>
          </w:p>
          <w:p w14:paraId="5CCC81DD" w14:textId="62807E49" w:rsidR="00497F54" w:rsidRPr="0019050B" w:rsidRDefault="00793D8F" w:rsidP="0028799F">
            <w:pPr>
              <w:pStyle w:val="Textodocurrculo"/>
              <w:spacing w:before="40" w:line="240" w:lineRule="auto"/>
              <w:rPr>
                <w:rStyle w:val="Forte"/>
                <w:rFonts w:ascii="Arial" w:hAnsi="Arial" w:cs="Arial"/>
                <w:color w:val="auto"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19050B">
              <w:rPr>
                <w:rStyle w:val="Forte"/>
                <w:rFonts w:ascii="Arial" w:hAnsi="Arial" w:cs="Arial"/>
                <w:color w:val="auto"/>
                <w:sz w:val="22"/>
                <w:szCs w:val="22"/>
                <w:bdr w:val="none" w:sz="0" w:space="0" w:color="auto" w:frame="1"/>
                <w:shd w:val="clear" w:color="auto" w:fill="FFFFFF"/>
              </w:rPr>
              <w:t>SITUAÇÕES CLÍNICAS COMUNS NA ATENÇÃO PRIMÁRIA À SAÚDE</w:t>
            </w:r>
          </w:p>
          <w:p w14:paraId="12C83DAD" w14:textId="30004CE3" w:rsidR="00793D8F" w:rsidRPr="0019050B" w:rsidRDefault="00793D8F" w:rsidP="0028799F">
            <w:pPr>
              <w:pStyle w:val="Textodocurrculo"/>
              <w:spacing w:before="40" w:line="240" w:lineRule="auto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19050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Universidade Federal de Pelotas, 2021</w:t>
            </w:r>
          </w:p>
          <w:p w14:paraId="4BA5FDE6" w14:textId="0F67C35E" w:rsidR="00793D8F" w:rsidRPr="0019050B" w:rsidRDefault="00793D8F" w:rsidP="0028799F">
            <w:pPr>
              <w:pStyle w:val="Textodocurrculo"/>
              <w:spacing w:before="40" w:line="240" w:lineRule="auto"/>
              <w:rPr>
                <w:rStyle w:val="Forte"/>
                <w:rFonts w:ascii="Arial" w:hAnsi="Arial" w:cs="Arial"/>
                <w:color w:val="auto"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19050B">
              <w:rPr>
                <w:rStyle w:val="Forte"/>
                <w:rFonts w:ascii="Arial" w:hAnsi="Arial" w:cs="Arial"/>
                <w:color w:val="auto"/>
                <w:sz w:val="22"/>
                <w:szCs w:val="22"/>
                <w:bdr w:val="none" w:sz="0" w:space="0" w:color="auto" w:frame="1"/>
                <w:shd w:val="clear" w:color="auto" w:fill="FFFFFF"/>
              </w:rPr>
              <w:t>SITUAÇÕES CLINICAS COMUNS NA ATENÇÃO PRIMÁRIA À SAÚDE II</w:t>
            </w:r>
          </w:p>
          <w:p w14:paraId="20ABAEB3" w14:textId="2D0B9FAF" w:rsidR="00793D8F" w:rsidRPr="0019050B" w:rsidRDefault="00793D8F" w:rsidP="0028799F">
            <w:pPr>
              <w:pStyle w:val="Textodocurrculo"/>
              <w:spacing w:before="40" w:line="240" w:lineRule="auto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19050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Universidade Federal de Pelotas, 2021</w:t>
            </w:r>
          </w:p>
          <w:p w14:paraId="4A7CC658" w14:textId="1355DC5A" w:rsidR="00793D8F" w:rsidRPr="0019050B" w:rsidRDefault="00793D8F" w:rsidP="0028799F">
            <w:pPr>
              <w:pStyle w:val="Textodocurrculo"/>
              <w:spacing w:before="40" w:line="240" w:lineRule="auto"/>
              <w:rPr>
                <w:rStyle w:val="Forte"/>
                <w:rFonts w:ascii="Arial" w:hAnsi="Arial" w:cs="Arial"/>
                <w:color w:val="auto"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19050B">
              <w:rPr>
                <w:rStyle w:val="Forte"/>
                <w:rFonts w:ascii="Arial" w:hAnsi="Arial" w:cs="Arial"/>
                <w:color w:val="auto"/>
                <w:sz w:val="22"/>
                <w:szCs w:val="22"/>
                <w:bdr w:val="none" w:sz="0" w:space="0" w:color="auto" w:frame="1"/>
                <w:shd w:val="clear" w:color="auto" w:fill="FFFFFF"/>
              </w:rPr>
              <w:t>MANEJO CLÍNICO DA COVID-19 NA ATENÇÃO PRIMÁRIA À SAÚDE</w:t>
            </w:r>
          </w:p>
          <w:p w14:paraId="14C6D8AB" w14:textId="77777777" w:rsidR="00497F54" w:rsidRPr="0019050B" w:rsidRDefault="00793D8F" w:rsidP="0028799F">
            <w:pPr>
              <w:pStyle w:val="Textodocurrculo"/>
              <w:spacing w:before="40" w:line="240" w:lineRule="auto"/>
              <w:rPr>
                <w:rStyle w:val="Forte"/>
                <w:rFonts w:ascii="Arial" w:hAnsi="Arial" w:cs="Arial"/>
                <w:b w:val="0"/>
                <w:bCs w:val="0"/>
                <w:color w:val="auto"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19050B">
              <w:rPr>
                <w:rStyle w:val="Forte"/>
                <w:rFonts w:ascii="Arial" w:hAnsi="Arial" w:cs="Arial"/>
                <w:b w:val="0"/>
                <w:bCs w:val="0"/>
                <w:color w:val="auto"/>
                <w:sz w:val="22"/>
                <w:szCs w:val="22"/>
                <w:bdr w:val="none" w:sz="0" w:space="0" w:color="auto" w:frame="1"/>
                <w:shd w:val="clear" w:color="auto" w:fill="FFFFFF"/>
              </w:rPr>
              <w:t>Escola Fiocruz de Governo, 2020</w:t>
            </w:r>
          </w:p>
          <w:p w14:paraId="19B6D11B" w14:textId="77777777" w:rsidR="00406DBC" w:rsidRPr="0019050B" w:rsidRDefault="00406DBC" w:rsidP="0028799F">
            <w:pPr>
              <w:pStyle w:val="Textodocurrculo"/>
              <w:spacing w:before="40" w:line="240" w:lineRule="auto"/>
              <w:rPr>
                <w:rStyle w:val="Forte"/>
                <w:rFonts w:ascii="Arial" w:hAnsi="Arial" w:cs="Arial"/>
                <w:color w:val="auto"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19050B">
              <w:rPr>
                <w:rStyle w:val="Forte"/>
                <w:rFonts w:ascii="Arial" w:hAnsi="Arial" w:cs="Arial"/>
                <w:color w:val="auto"/>
                <w:sz w:val="22"/>
                <w:szCs w:val="22"/>
                <w:bdr w:val="none" w:sz="0" w:space="0" w:color="auto" w:frame="1"/>
                <w:shd w:val="clear" w:color="auto" w:fill="FFFFFF"/>
              </w:rPr>
              <w:t>LIGA ACADÊMICA DE CIRURGIA PLÁSTICA</w:t>
            </w:r>
          </w:p>
          <w:p w14:paraId="51099429" w14:textId="77777777" w:rsidR="00406DBC" w:rsidRPr="0019050B" w:rsidRDefault="00406DBC" w:rsidP="0028799F">
            <w:pPr>
              <w:pStyle w:val="Textodocurrculo"/>
              <w:spacing w:before="40" w:line="240" w:lineRule="auto"/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pt-BR"/>
              </w:rPr>
            </w:pPr>
            <w:r w:rsidRPr="0019050B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pt-BR"/>
              </w:rPr>
              <w:t>LIGA ACADÊMICA DE GASTROENTEROLOGIA</w:t>
            </w:r>
          </w:p>
          <w:p w14:paraId="5C311C72" w14:textId="77777777" w:rsidR="00406DBC" w:rsidRPr="0019050B" w:rsidRDefault="00406DBC" w:rsidP="0028799F">
            <w:pPr>
              <w:pStyle w:val="Textodocurrculo"/>
              <w:spacing w:before="40" w:line="240" w:lineRule="auto"/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pt-BR"/>
              </w:rPr>
            </w:pPr>
            <w:r w:rsidRPr="0019050B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pt-BR"/>
              </w:rPr>
              <w:t>LIGA ACADÊMICA DE PATOLOGIA</w:t>
            </w:r>
          </w:p>
          <w:p w14:paraId="2C9EDAAC" w14:textId="1645FC89" w:rsidR="00406DBC" w:rsidRPr="0019050B" w:rsidRDefault="00406DBC" w:rsidP="0028799F">
            <w:pPr>
              <w:pStyle w:val="Textodocurrculo"/>
              <w:spacing w:before="40" w:line="240" w:lineRule="auto"/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</w:pPr>
            <w:r w:rsidRPr="0019050B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pt-BR"/>
              </w:rPr>
              <w:t>CO-AUTORA DO LIVRO DE CIRURGIA PLÁSTICA</w:t>
            </w:r>
          </w:p>
        </w:tc>
      </w:tr>
      <w:tr w:rsidR="00BE3691" w:rsidRPr="00BE3691" w14:paraId="173B0275" w14:textId="77777777" w:rsidTr="00BE3691">
        <w:tc>
          <w:tcPr>
            <w:tcW w:w="2418" w:type="dxa"/>
            <w:tcMar>
              <w:right w:w="475" w:type="dxa"/>
            </w:tcMar>
          </w:tcPr>
          <w:p w14:paraId="4420807B" w14:textId="7327DBF8" w:rsidR="00497F54" w:rsidRPr="00EF2182" w:rsidRDefault="00EF2182" w:rsidP="0028799F">
            <w:pPr>
              <w:pStyle w:val="Ttulo1"/>
              <w:spacing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0"/>
                <w:lang w:val="pt-BR"/>
              </w:rPr>
            </w:pPr>
            <w:r>
              <w:rPr>
                <w:rFonts w:ascii="Arial" w:hAnsi="Arial" w:cs="Arial"/>
                <w:b/>
                <w:bCs/>
                <w:color w:val="auto"/>
                <w:sz w:val="20"/>
                <w:lang w:val="pt-BR"/>
              </w:rPr>
              <w:t>Idiomas</w:t>
            </w:r>
          </w:p>
        </w:tc>
        <w:tc>
          <w:tcPr>
            <w:tcW w:w="7328" w:type="dxa"/>
          </w:tcPr>
          <w:p w14:paraId="2DEDCF6B" w14:textId="16EE927F" w:rsidR="00497F54" w:rsidRPr="00BE3691" w:rsidRDefault="00EF2182" w:rsidP="0028799F">
            <w:pPr>
              <w:pStyle w:val="Textodocurrculo"/>
              <w:spacing w:line="240" w:lineRule="auto"/>
              <w:rPr>
                <w:rFonts w:ascii="Arial" w:hAnsi="Arial" w:cs="Arial"/>
                <w:color w:val="auto"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pt-BR"/>
              </w:rPr>
              <w:t>Inglês Básico</w:t>
            </w:r>
          </w:p>
        </w:tc>
      </w:tr>
      <w:tr w:rsidR="00BE3691" w:rsidRPr="00BE3691" w14:paraId="57950C73" w14:textId="77777777" w:rsidTr="00BE3691">
        <w:tc>
          <w:tcPr>
            <w:tcW w:w="2418" w:type="dxa"/>
            <w:tcMar>
              <w:right w:w="475" w:type="dxa"/>
            </w:tcMar>
          </w:tcPr>
          <w:p w14:paraId="4DD9FA06" w14:textId="01AA8857" w:rsidR="00497F54" w:rsidRPr="0019050B" w:rsidRDefault="00497F54" w:rsidP="0028799F">
            <w:pPr>
              <w:pStyle w:val="Ttulo1"/>
              <w:spacing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pt-BR"/>
              </w:rPr>
            </w:pPr>
          </w:p>
        </w:tc>
        <w:tc>
          <w:tcPr>
            <w:tcW w:w="7328" w:type="dxa"/>
          </w:tcPr>
          <w:p w14:paraId="55D5FD41" w14:textId="77777777" w:rsidR="0028799F" w:rsidRPr="0019050B" w:rsidRDefault="0028799F" w:rsidP="0028799F">
            <w:pPr>
              <w:pStyle w:val="Textodocurrculo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19050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Boa relação médico-paciente</w:t>
            </w:r>
          </w:p>
          <w:p w14:paraId="749D24DD" w14:textId="17D26FE2" w:rsidR="0028799F" w:rsidRPr="0019050B" w:rsidRDefault="0028799F" w:rsidP="0028799F">
            <w:pPr>
              <w:pStyle w:val="Textodocurrculo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19050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Comunicação eficiente</w:t>
            </w:r>
          </w:p>
          <w:p w14:paraId="48B0F18E" w14:textId="4CC2A9F8" w:rsidR="0028799F" w:rsidRPr="0019050B" w:rsidRDefault="0028799F" w:rsidP="0028799F">
            <w:pPr>
              <w:pStyle w:val="Textodocurrculo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19050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Conhecimento sobre as principais patologias</w:t>
            </w:r>
            <w:r w:rsidR="0019050B" w:rsidRPr="0019050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na Atenção Primária</w:t>
            </w:r>
          </w:p>
          <w:p w14:paraId="57580CF4" w14:textId="1F8F60A2" w:rsidR="0028799F" w:rsidRPr="0019050B" w:rsidRDefault="0028799F" w:rsidP="0028799F">
            <w:pPr>
              <w:pStyle w:val="Textodocurrculo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19050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Experiência em </w:t>
            </w:r>
            <w:r w:rsidR="0019050B" w:rsidRPr="0019050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A</w:t>
            </w:r>
            <w:r w:rsidRPr="0019050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tendimento </w:t>
            </w:r>
            <w:r w:rsidR="0019050B" w:rsidRPr="0019050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D</w:t>
            </w:r>
            <w:r w:rsidRPr="0019050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omiciliar</w:t>
            </w:r>
          </w:p>
          <w:p w14:paraId="32CB6B9B" w14:textId="6768DA3B" w:rsidR="0028799F" w:rsidRPr="0019050B" w:rsidRDefault="0028799F" w:rsidP="0028799F">
            <w:pPr>
              <w:pStyle w:val="Textodocurrculo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19050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Cursos e certificações na Atenção Básica</w:t>
            </w:r>
          </w:p>
          <w:p w14:paraId="35954002" w14:textId="40E66830" w:rsidR="0019050B" w:rsidRPr="0019050B" w:rsidRDefault="0028799F" w:rsidP="0028799F">
            <w:pPr>
              <w:pStyle w:val="Textodocurrculo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19050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Interesse em residência de Psiquiatria</w:t>
            </w:r>
          </w:p>
          <w:p w14:paraId="078B5A8A" w14:textId="2EB29D13" w:rsidR="0019050B" w:rsidRPr="0019050B" w:rsidRDefault="0019050B" w:rsidP="0028799F">
            <w:pPr>
              <w:pStyle w:val="Textodocurrculo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19050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Conhecimentos gerais sobre segurança pública</w:t>
            </w:r>
          </w:p>
          <w:p w14:paraId="10B0540C" w14:textId="7E91C716" w:rsidR="0028799F" w:rsidRPr="0019050B" w:rsidRDefault="0028799F" w:rsidP="0028799F">
            <w:pPr>
              <w:pStyle w:val="Textodocurrculo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</w:tc>
      </w:tr>
    </w:tbl>
    <w:p w14:paraId="0C0B8B8C" w14:textId="77777777" w:rsidR="00497F54" w:rsidRPr="00BE3691" w:rsidRDefault="00497F54">
      <w:pPr>
        <w:rPr>
          <w:lang w:val="pt-BR"/>
        </w:rPr>
      </w:pPr>
    </w:p>
    <w:sectPr w:rsidR="00497F54" w:rsidRPr="00BE3691" w:rsidSect="00E515C8">
      <w:footerReference w:type="default" r:id="rId7"/>
      <w:pgSz w:w="11906" w:h="16838" w:code="9"/>
      <w:pgMar w:top="1080" w:right="1080" w:bottom="1080" w:left="108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4FF99" w14:textId="77777777" w:rsidR="00864F70" w:rsidRDefault="00864F70">
      <w:pPr>
        <w:spacing w:after="0" w:line="240" w:lineRule="auto"/>
      </w:pPr>
      <w:r>
        <w:separator/>
      </w:r>
    </w:p>
  </w:endnote>
  <w:endnote w:type="continuationSeparator" w:id="0">
    <w:p w14:paraId="14B1B4AF" w14:textId="77777777" w:rsidR="00864F70" w:rsidRDefault="00864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GMinchoB">
    <w:altName w:val="MS PMincho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GGothicM">
    <w:altName w:val="HGｺﾞｼｯｸM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BB23" w14:textId="77777777" w:rsidR="00497F54" w:rsidRDefault="00E515C8">
    <w:pPr>
      <w:pStyle w:val="Rodap"/>
    </w:pPr>
    <w:r>
      <w:rPr>
        <w:lang w:bidi="pt-PT"/>
      </w:rPr>
      <w:t xml:space="preserve">Página </w:t>
    </w:r>
    <w:r>
      <w:rPr>
        <w:lang w:bidi="pt-PT"/>
      </w:rPr>
      <w:fldChar w:fldCharType="begin"/>
    </w:r>
    <w:r>
      <w:rPr>
        <w:lang w:bidi="pt-PT"/>
      </w:rPr>
      <w:instrText xml:space="preserve"> PAGE </w:instrText>
    </w:r>
    <w:r>
      <w:rPr>
        <w:lang w:bidi="pt-PT"/>
      </w:rPr>
      <w:fldChar w:fldCharType="separate"/>
    </w:r>
    <w:r>
      <w:rPr>
        <w:noProof/>
        <w:lang w:bidi="pt-PT"/>
      </w:rPr>
      <w:t>2</w:t>
    </w:r>
    <w:r>
      <w:rPr>
        <w:lang w:bidi="pt-P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20B4E" w14:textId="77777777" w:rsidR="00864F70" w:rsidRDefault="00864F70">
      <w:pPr>
        <w:spacing w:after="0" w:line="240" w:lineRule="auto"/>
      </w:pPr>
      <w:r>
        <w:separator/>
      </w:r>
    </w:p>
  </w:footnote>
  <w:footnote w:type="continuationSeparator" w:id="0">
    <w:p w14:paraId="352034D6" w14:textId="77777777" w:rsidR="00864F70" w:rsidRDefault="00864F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D8F"/>
    <w:rsid w:val="0019050B"/>
    <w:rsid w:val="001C6AB9"/>
    <w:rsid w:val="0028799F"/>
    <w:rsid w:val="00326BA2"/>
    <w:rsid w:val="00406DBC"/>
    <w:rsid w:val="00445B18"/>
    <w:rsid w:val="00497F54"/>
    <w:rsid w:val="0054209B"/>
    <w:rsid w:val="00793D8F"/>
    <w:rsid w:val="007A331D"/>
    <w:rsid w:val="007B6422"/>
    <w:rsid w:val="00864F70"/>
    <w:rsid w:val="00A32BB5"/>
    <w:rsid w:val="00BE3691"/>
    <w:rsid w:val="00D33232"/>
    <w:rsid w:val="00E515C8"/>
    <w:rsid w:val="00EF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A520E"/>
  <w15:chartTrackingRefBased/>
  <w15:docId w15:val="{D4B469AF-F3DE-4523-84FC-F12F34E0E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unhideWhenUsed/>
    <w:qFormat/>
    <w:pPr>
      <w:spacing w:after="80" w:line="288" w:lineRule="auto"/>
      <w:jc w:val="right"/>
      <w:outlineLvl w:val="0"/>
    </w:pPr>
    <w:rPr>
      <w:rFonts w:asciiTheme="majorHAnsi" w:eastAsiaTheme="majorEastAsia" w:hAnsiTheme="majorHAnsi" w:cstheme="majorBidi"/>
      <w:caps/>
      <w:color w:val="577188" w:themeColor="accent1" w:themeShade="BF"/>
      <w:kern w:val="20"/>
      <w:sz w:val="21"/>
      <w:szCs w:val="20"/>
    </w:rPr>
  </w:style>
  <w:style w:type="paragraph" w:styleId="Ttulo2">
    <w:name w:val="heading 2"/>
    <w:basedOn w:val="Normal"/>
    <w:next w:val="Textodocurrculo"/>
    <w:link w:val="Ttulo2Char"/>
    <w:uiPriority w:val="9"/>
    <w:unhideWhenUsed/>
    <w:qFormat/>
    <w:pPr>
      <w:keepNext/>
      <w:keepLines/>
      <w:spacing w:after="40" w:line="288" w:lineRule="auto"/>
      <w:outlineLvl w:val="1"/>
    </w:pPr>
    <w:rPr>
      <w:rFonts w:asciiTheme="majorHAnsi" w:eastAsiaTheme="majorEastAsia" w:hAnsiTheme="majorHAnsi" w:cstheme="majorBidi"/>
      <w:b/>
      <w:bCs/>
      <w:caps/>
      <w:color w:val="404040" w:themeColor="text1" w:themeTint="BF"/>
      <w:kern w:val="20"/>
      <w:sz w:val="20"/>
      <w:szCs w:val="20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394B5A" w:themeColor="accent1" w:themeShade="7F"/>
      <w:sz w:val="20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577188" w:themeColor="accent1" w:themeShade="BF"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577188" w:themeColor="accent1" w:themeShade="BF"/>
      <w:sz w:val="20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394B5A" w:themeColor="accent1" w:themeShade="7F"/>
      <w:sz w:val="2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394B5A" w:themeColor="accent1" w:themeShade="7F"/>
      <w:sz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tulodoLivro">
    <w:name w:val="Book Title"/>
    <w:basedOn w:val="Fontepargpadro"/>
    <w:uiPriority w:val="33"/>
    <w:semiHidden/>
    <w:unhideWhenUsed/>
    <w:qFormat/>
    <w:rPr>
      <w:b/>
      <w:bCs/>
      <w:i/>
      <w:iCs/>
      <w:spacing w:val="0"/>
    </w:rPr>
  </w:style>
  <w:style w:type="character" w:styleId="RefernciaIntensa">
    <w:name w:val="Intense Reference"/>
    <w:basedOn w:val="Fontepargpadro"/>
    <w:uiPriority w:val="32"/>
    <w:semiHidden/>
    <w:unhideWhenUsed/>
    <w:qFormat/>
    <w:rPr>
      <w:b/>
      <w:bCs/>
      <w:caps w:val="0"/>
      <w:smallCaps/>
      <w:color w:val="7E97AD" w:themeColor="accent1"/>
      <w:spacing w:val="0"/>
    </w:rPr>
  </w:style>
  <w:style w:type="character" w:customStyle="1" w:styleId="Ttulo1Char">
    <w:name w:val="Título 1 Char"/>
    <w:basedOn w:val="Fontepargpadro"/>
    <w:link w:val="Ttulo1"/>
    <w:uiPriority w:val="9"/>
    <w:rPr>
      <w:rFonts w:asciiTheme="majorHAnsi" w:eastAsiaTheme="majorEastAsia" w:hAnsiTheme="majorHAnsi" w:cstheme="majorBidi"/>
      <w:caps/>
      <w:color w:val="577188" w:themeColor="accent1" w:themeShade="BF"/>
      <w:kern w:val="20"/>
      <w:sz w:val="21"/>
      <w:szCs w:val="20"/>
    </w:rPr>
  </w:style>
  <w:style w:type="character" w:customStyle="1" w:styleId="Ttulo2Char">
    <w:name w:val="Título 2 Char"/>
    <w:basedOn w:val="Fontepargpadro"/>
    <w:link w:val="Ttulo2"/>
    <w:uiPriority w:val="9"/>
    <w:rPr>
      <w:rFonts w:asciiTheme="majorHAnsi" w:eastAsiaTheme="majorEastAsia" w:hAnsiTheme="majorHAnsi" w:cstheme="majorBidi"/>
      <w:b/>
      <w:bCs/>
      <w:caps/>
      <w:color w:val="404040" w:themeColor="text1" w:themeTint="BF"/>
      <w:kern w:val="20"/>
      <w:sz w:val="20"/>
      <w:szCs w:val="20"/>
      <w14:ligatures w14:val="standardContextual"/>
    </w:rPr>
  </w:style>
  <w:style w:type="paragraph" w:styleId="Rodap">
    <w:name w:val="footer"/>
    <w:basedOn w:val="Normal"/>
    <w:link w:val="RodapChar"/>
    <w:uiPriority w:val="99"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 w:line="240" w:lineRule="auto"/>
      <w:ind w:left="-360" w:right="-360"/>
    </w:pPr>
    <w:rPr>
      <w:rFonts w:eastAsiaTheme="minorHAnsi"/>
      <w:color w:val="595959" w:themeColor="text1" w:themeTint="A6"/>
      <w:kern w:val="20"/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Pr>
      <w:rFonts w:eastAsiaTheme="minorHAnsi"/>
      <w:color w:val="595959" w:themeColor="text1" w:themeTint="A6"/>
      <w:kern w:val="20"/>
      <w:sz w:val="20"/>
      <w:szCs w:val="20"/>
    </w:rPr>
  </w:style>
  <w:style w:type="paragraph" w:customStyle="1" w:styleId="Textodocurrculo">
    <w:name w:val="Texto do currículo"/>
    <w:basedOn w:val="Normal"/>
    <w:uiPriority w:val="10"/>
    <w:qFormat/>
    <w:pPr>
      <w:spacing w:after="80" w:line="288" w:lineRule="auto"/>
      <w:ind w:right="1440"/>
    </w:pPr>
    <w:rPr>
      <w:rFonts w:eastAsiaTheme="minorHAnsi"/>
      <w:color w:val="595959" w:themeColor="text1" w:themeTint="A6"/>
      <w:kern w:val="20"/>
      <w:sz w:val="20"/>
      <w:szCs w:val="20"/>
    </w:rPr>
  </w:style>
  <w:style w:type="table" w:customStyle="1" w:styleId="Tabeladocurrculo">
    <w:name w:val="Tabela do currículo"/>
    <w:basedOn w:val="Tabelanormal"/>
    <w:uiPriority w:val="99"/>
    <w:pPr>
      <w:spacing w:after="80" w:line="288" w:lineRule="auto"/>
    </w:pPr>
    <w:rPr>
      <w:rFonts w:eastAsiaTheme="minorHAnsi"/>
      <w:color w:val="595959" w:themeColor="text1" w:themeTint="A6"/>
      <w:sz w:val="20"/>
      <w:szCs w:val="20"/>
    </w:rPr>
    <w:tblPr>
      <w:tblBorders>
        <w:insideH w:val="single" w:sz="4" w:space="0" w:color="7E97AD" w:themeColor="accent1"/>
      </w:tblBorders>
      <w:tblCellMar>
        <w:top w:w="144" w:type="dxa"/>
        <w:left w:w="0" w:type="dxa"/>
        <w:bottom w:w="144" w:type="dxa"/>
        <w:right w:w="0" w:type="dxa"/>
      </w:tblCellMar>
    </w:tblPr>
  </w:style>
  <w:style w:type="paragraph" w:customStyle="1" w:styleId="InformaesdeContato">
    <w:name w:val="Informações de Contato"/>
    <w:basedOn w:val="Normal"/>
    <w:uiPriority w:val="1"/>
    <w:qFormat/>
    <w:pPr>
      <w:spacing w:before="40" w:after="0" w:line="240" w:lineRule="auto"/>
      <w:jc w:val="right"/>
    </w:pPr>
    <w:rPr>
      <w:rFonts w:eastAsiaTheme="minorHAnsi"/>
      <w:color w:val="595959" w:themeColor="text1" w:themeTint="A6"/>
      <w:kern w:val="20"/>
      <w:sz w:val="18"/>
      <w:szCs w:val="20"/>
    </w:rPr>
  </w:style>
  <w:style w:type="paragraph" w:customStyle="1" w:styleId="Nome">
    <w:name w:val="Nome"/>
    <w:basedOn w:val="Normal"/>
    <w:uiPriority w:val="3"/>
    <w:qFormat/>
    <w:pPr>
      <w:pBdr>
        <w:top w:val="single" w:sz="4" w:space="4" w:color="7E97AD" w:themeColor="accent1"/>
        <w:left w:val="single" w:sz="4" w:space="6" w:color="7E97AD" w:themeColor="accent1"/>
        <w:bottom w:val="single" w:sz="4" w:space="2" w:color="7E97AD" w:themeColor="accent1"/>
        <w:right w:val="single" w:sz="4" w:space="6" w:color="7E97AD" w:themeColor="accent1"/>
      </w:pBdr>
      <w:shd w:val="clear" w:color="auto" w:fill="577188" w:themeFill="accent1" w:themeFillShade="BF"/>
      <w:spacing w:before="240" w:after="80" w:line="288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  <w:kern w:val="20"/>
      <w:sz w:val="32"/>
      <w:szCs w:val="20"/>
    </w:rPr>
  </w:style>
  <w:style w:type="paragraph" w:customStyle="1" w:styleId="E-mail">
    <w:name w:val="E-mail"/>
    <w:basedOn w:val="Normal"/>
    <w:uiPriority w:val="1"/>
    <w:qFormat/>
    <w:pPr>
      <w:spacing w:before="40" w:after="0" w:line="240" w:lineRule="auto"/>
      <w:jc w:val="right"/>
    </w:pPr>
    <w:rPr>
      <w:rFonts w:eastAsiaTheme="minorHAnsi"/>
      <w:color w:val="577188" w:themeColor="accent1" w:themeShade="BF"/>
      <w:kern w:val="20"/>
      <w:sz w:val="18"/>
      <w:szCs w:val="20"/>
    </w:rPr>
  </w:style>
  <w:style w:type="character" w:customStyle="1" w:styleId="Ttulo3Char">
    <w:name w:val="Título 3 Char"/>
    <w:basedOn w:val="Fontepargpadro"/>
    <w:link w:val="Ttulo3"/>
    <w:uiPriority w:val="9"/>
    <w:semiHidden/>
    <w:rPr>
      <w:rFonts w:asciiTheme="majorHAnsi" w:eastAsiaTheme="majorEastAsia" w:hAnsiTheme="majorHAnsi" w:cstheme="majorBidi"/>
      <w:color w:val="394B5A" w:themeColor="accent1" w:themeShade="7F"/>
      <w:sz w:val="20"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Pr>
      <w:rFonts w:asciiTheme="majorHAnsi" w:eastAsiaTheme="majorEastAsia" w:hAnsiTheme="majorHAnsi" w:cstheme="majorBidi"/>
      <w:i/>
      <w:iCs/>
      <w:color w:val="577188" w:themeColor="accent1" w:themeShade="BF"/>
      <w:sz w:val="20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577188" w:themeColor="accent1" w:themeShade="BF"/>
      <w:sz w:val="20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color w:val="394B5A" w:themeColor="accent1" w:themeShade="7F"/>
      <w:sz w:val="20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394B5A" w:themeColor="accent1" w:themeShade="7F"/>
      <w:sz w:val="20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Cabealho">
    <w:name w:val="header"/>
    <w:basedOn w:val="Normal"/>
    <w:link w:val="CabealhoChar"/>
    <w:uiPriority w:val="99"/>
    <w:pPr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</w:style>
  <w:style w:type="character" w:styleId="TextodoEspaoReservado">
    <w:name w:val="Placeholder Text"/>
    <w:basedOn w:val="Fontepargpadro"/>
    <w:uiPriority w:val="99"/>
    <w:semiHidden/>
    <w:rsid w:val="00D33232"/>
    <w:rPr>
      <w:color w:val="808080"/>
    </w:rPr>
  </w:style>
  <w:style w:type="character" w:styleId="Forte">
    <w:name w:val="Strong"/>
    <w:basedOn w:val="Fontepargpadro"/>
    <w:uiPriority w:val="22"/>
    <w:qFormat/>
    <w:rsid w:val="00793D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lvia\AppData\Roaming\Microsoft\Templates\Curr&#237;culo%20b&#225;sico%20(Design%20atemporal).dotx" TargetMode="External"/></Relationships>
</file>

<file path=word/theme/theme1.xml><?xml version="1.0" encoding="utf-8"?>
<a:theme xmlns:a="http://schemas.openxmlformats.org/drawingml/2006/main" name="Resume Timeless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3BE88-79B3-47C1-9080-576A375C6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Currículo básico (Design atemporal)</Template>
  <TotalTime>298</TotalTime>
  <Pages>2</Pages>
  <Words>211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Sílvia Romero</cp:lastModifiedBy>
  <cp:revision>5</cp:revision>
  <dcterms:created xsi:type="dcterms:W3CDTF">2023-07-11T15:07:00Z</dcterms:created>
  <dcterms:modified xsi:type="dcterms:W3CDTF">2023-08-03T16:58:00Z</dcterms:modified>
</cp:coreProperties>
</file>