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79A409" w14:textId="77777777" w:rsidR="00246791" w:rsidRPr="00540B8C" w:rsidRDefault="00246791">
      <w:pPr>
        <w:rPr>
          <w:rStyle w:val="nfaseSutil"/>
        </w:rPr>
      </w:pPr>
      <w:bookmarkStart w:id="0" w:name="OLE_LINK1"/>
    </w:p>
    <w:p w14:paraId="5D96AF5B" w14:textId="0BB62745" w:rsidR="00B32642" w:rsidRPr="005A3632" w:rsidRDefault="00540B8C" w:rsidP="00F06DDD">
      <w:pPr>
        <w:rPr>
          <w:b/>
          <w:sz w:val="28"/>
          <w:szCs w:val="28"/>
          <w:bdr w:val="single" w:sz="4" w:space="0" w:color="auto"/>
          <w:shd w:val="clear" w:color="auto" w:fill="D9D9D9" w:themeFill="background1" w:themeFillShade="D9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ACE6FBB" wp14:editId="49F65F63">
                <wp:simplePos x="0" y="0"/>
                <wp:positionH relativeFrom="column">
                  <wp:posOffset>5023485</wp:posOffset>
                </wp:positionH>
                <wp:positionV relativeFrom="paragraph">
                  <wp:posOffset>37465</wp:posOffset>
                </wp:positionV>
                <wp:extent cx="1457325" cy="1657350"/>
                <wp:effectExtent l="0" t="0" r="0" b="63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7325" cy="16573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96B5BB" w14:textId="77777777" w:rsidR="00B32642" w:rsidRDefault="00B3264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74D226" wp14:editId="36AEDC8A">
                                  <wp:extent cx="1264920" cy="1534598"/>
                                  <wp:effectExtent l="19050" t="0" r="0" b="0"/>
                                  <wp:docPr id="1" name="Imagem 1" descr="C:\Users\SKYNET\Desktop\Apresentação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SKYNET\Desktop\Apresentação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64920" cy="153459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CE6FB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95.55pt;margin-top:2.95pt;width:114.75pt;height:13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" fillcolor="white [3212]" stroked="f">
                <v:textbox>
                  <w:txbxContent>
                    <w:p w14:paraId="6A96B5BB" w14:textId="77777777" w:rsidR="00B32642" w:rsidRDefault="00B32642">
                      <w:r>
                        <w:rPr>
                          <w:noProof/>
                        </w:rPr>
                        <w:drawing>
                          <wp:inline distT="0" distB="0" distL="0" distR="0" wp14:anchorId="6274D226" wp14:editId="36AEDC8A">
                            <wp:extent cx="1264920" cy="1534598"/>
                            <wp:effectExtent l="19050" t="0" r="0" b="0"/>
                            <wp:docPr id="1" name="Imagem 1" descr="C:\Users\SKYNET\Desktop\Apresentação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SKYNET\Desktop\Apresentação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64920" cy="153459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30E71" w:rsidRPr="005A3632">
        <w:rPr>
          <w:b/>
          <w:sz w:val="28"/>
          <w:szCs w:val="28"/>
          <w:bdr w:val="single" w:sz="4" w:space="0" w:color="auto"/>
          <w:shd w:val="clear" w:color="auto" w:fill="D9D9D9" w:themeFill="background1" w:themeFillShade="D9"/>
        </w:rPr>
        <w:t>SANDRA RODRIGUES DE SOUSA</w:t>
      </w:r>
    </w:p>
    <w:p w14:paraId="78D217D6" w14:textId="77777777" w:rsidR="007A5369" w:rsidRDefault="007A5369" w:rsidP="002D5336">
      <w:pPr>
        <w:rPr>
          <w:b/>
          <w:sz w:val="28"/>
          <w:szCs w:val="28"/>
          <w:u w:val="single"/>
        </w:rPr>
      </w:pPr>
    </w:p>
    <w:p w14:paraId="2EE96E85" w14:textId="77777777" w:rsidR="007838DF" w:rsidRDefault="007838DF" w:rsidP="002D5336">
      <w:pPr>
        <w:rPr>
          <w:b/>
          <w:u w:val="single"/>
        </w:rPr>
        <w:sectPr w:rsidR="007838DF" w:rsidSect="007838DF">
          <w:pgSz w:w="11907" w:h="16840" w:code="9"/>
          <w:pgMar w:top="1134" w:right="1134" w:bottom="1134" w:left="1134" w:header="357" w:footer="1315" w:gutter="0"/>
          <w:cols w:space="708"/>
          <w:docGrid w:linePitch="360"/>
        </w:sectPr>
      </w:pPr>
    </w:p>
    <w:p w14:paraId="4C41AEDF" w14:textId="77777777" w:rsidR="001D48D0" w:rsidRPr="00B32642" w:rsidRDefault="0085723E" w:rsidP="002D5336">
      <w:pPr>
        <w:rPr>
          <w:b/>
          <w:sz w:val="22"/>
          <w:szCs w:val="22"/>
          <w:u w:val="single"/>
        </w:rPr>
      </w:pPr>
      <w:r w:rsidRPr="00B32642">
        <w:rPr>
          <w:b/>
          <w:sz w:val="22"/>
          <w:szCs w:val="22"/>
          <w:u w:val="single"/>
        </w:rPr>
        <w:t>DADOS PESSOAIS</w:t>
      </w:r>
      <w:r w:rsidR="00B32642" w:rsidRPr="00B32642">
        <w:rPr>
          <w:b/>
          <w:sz w:val="22"/>
          <w:szCs w:val="22"/>
        </w:rPr>
        <w:t xml:space="preserve">                     </w:t>
      </w:r>
      <w:r w:rsidR="00B32642">
        <w:rPr>
          <w:b/>
          <w:sz w:val="22"/>
          <w:szCs w:val="22"/>
        </w:rPr>
        <w:t xml:space="preserve">   </w:t>
      </w:r>
      <w:r w:rsidR="00B32642" w:rsidRPr="00B32642">
        <w:rPr>
          <w:b/>
          <w:sz w:val="22"/>
          <w:szCs w:val="22"/>
          <w:u w:val="single"/>
        </w:rPr>
        <w:t>RESIDÊNCIA</w:t>
      </w:r>
    </w:p>
    <w:p w14:paraId="0EDE7097" w14:textId="77777777" w:rsidR="00C73FF9" w:rsidRPr="00B32642" w:rsidRDefault="0018649C" w:rsidP="002D5336">
      <w:pPr>
        <w:rPr>
          <w:sz w:val="22"/>
          <w:szCs w:val="22"/>
        </w:rPr>
      </w:pPr>
      <w:r w:rsidRPr="00B32642">
        <w:rPr>
          <w:b/>
          <w:sz w:val="22"/>
          <w:szCs w:val="22"/>
        </w:rPr>
        <w:t>Nacionalidade:</w:t>
      </w:r>
      <w:r w:rsidR="00F82D85" w:rsidRPr="00B32642">
        <w:rPr>
          <w:sz w:val="22"/>
          <w:szCs w:val="22"/>
        </w:rPr>
        <w:t xml:space="preserve"> Brasileir</w:t>
      </w:r>
      <w:r w:rsidR="009E0554" w:rsidRPr="00B32642">
        <w:rPr>
          <w:sz w:val="22"/>
          <w:szCs w:val="22"/>
        </w:rPr>
        <w:t>a</w:t>
      </w:r>
      <w:r w:rsidR="00B32642" w:rsidRPr="00B32642">
        <w:rPr>
          <w:b/>
          <w:sz w:val="22"/>
          <w:szCs w:val="22"/>
        </w:rPr>
        <w:t xml:space="preserve"> </w:t>
      </w:r>
      <w:r w:rsidR="00B32642">
        <w:rPr>
          <w:b/>
          <w:sz w:val="22"/>
          <w:szCs w:val="22"/>
        </w:rPr>
        <w:t xml:space="preserve">               </w:t>
      </w:r>
      <w:r w:rsidR="00B32642" w:rsidRPr="00B32642">
        <w:rPr>
          <w:b/>
          <w:sz w:val="22"/>
          <w:szCs w:val="22"/>
        </w:rPr>
        <w:t xml:space="preserve">Endereço: Rua: </w:t>
      </w:r>
      <w:r w:rsidR="00C73945">
        <w:rPr>
          <w:sz w:val="22"/>
          <w:szCs w:val="22"/>
        </w:rPr>
        <w:t xml:space="preserve">Rua Osvaldo Sagula </w:t>
      </w:r>
      <w:bookmarkStart w:id="1" w:name="_GoBack"/>
      <w:bookmarkEnd w:id="1"/>
      <w:r w:rsidR="00C73945">
        <w:rPr>
          <w:sz w:val="22"/>
          <w:szCs w:val="22"/>
        </w:rPr>
        <w:t xml:space="preserve"> N° 986 </w:t>
      </w:r>
      <w:r w:rsidR="00EA0B95">
        <w:rPr>
          <w:sz w:val="22"/>
          <w:szCs w:val="22"/>
        </w:rPr>
        <w:tab/>
      </w:r>
      <w:r w:rsidR="00EA0B95">
        <w:rPr>
          <w:sz w:val="22"/>
          <w:szCs w:val="22"/>
        </w:rPr>
        <w:tab/>
      </w:r>
      <w:r w:rsidR="00EA0B95">
        <w:rPr>
          <w:sz w:val="22"/>
          <w:szCs w:val="22"/>
        </w:rPr>
        <w:tab/>
      </w:r>
      <w:r w:rsidR="00EA0B95">
        <w:rPr>
          <w:sz w:val="22"/>
          <w:szCs w:val="22"/>
        </w:rPr>
        <w:tab/>
      </w:r>
      <w:r w:rsidR="00EA0B95">
        <w:rPr>
          <w:sz w:val="22"/>
          <w:szCs w:val="22"/>
        </w:rPr>
        <w:tab/>
      </w:r>
      <w:r w:rsidR="00EA0B95">
        <w:rPr>
          <w:sz w:val="22"/>
          <w:szCs w:val="22"/>
        </w:rPr>
        <w:tab/>
      </w:r>
      <w:r w:rsidR="00EA0B95">
        <w:rPr>
          <w:sz w:val="22"/>
          <w:szCs w:val="22"/>
        </w:rPr>
        <w:tab/>
      </w:r>
      <w:r w:rsidR="00EA0B95">
        <w:rPr>
          <w:sz w:val="22"/>
          <w:szCs w:val="22"/>
        </w:rPr>
        <w:tab/>
        <w:t xml:space="preserve"> </w:t>
      </w:r>
    </w:p>
    <w:p w14:paraId="06920097" w14:textId="77777777" w:rsidR="0064092B" w:rsidRPr="00B32642" w:rsidRDefault="00531F04" w:rsidP="002D5336">
      <w:pPr>
        <w:rPr>
          <w:sz w:val="22"/>
          <w:szCs w:val="22"/>
        </w:rPr>
      </w:pPr>
      <w:r w:rsidRPr="00B32642">
        <w:rPr>
          <w:b/>
          <w:sz w:val="22"/>
          <w:szCs w:val="22"/>
        </w:rPr>
        <w:t>Data de N</w:t>
      </w:r>
      <w:r w:rsidR="00A937E9" w:rsidRPr="00B32642">
        <w:rPr>
          <w:b/>
          <w:sz w:val="22"/>
          <w:szCs w:val="22"/>
        </w:rPr>
        <w:t xml:space="preserve">ascimento: </w:t>
      </w:r>
      <w:r w:rsidR="00AD24BE" w:rsidRPr="00B32642">
        <w:rPr>
          <w:sz w:val="22"/>
          <w:szCs w:val="22"/>
        </w:rPr>
        <w:t>04/11/1983</w:t>
      </w:r>
      <w:r w:rsidR="00B32642" w:rsidRPr="00B32642">
        <w:rPr>
          <w:b/>
          <w:sz w:val="22"/>
          <w:szCs w:val="22"/>
        </w:rPr>
        <w:t xml:space="preserve"> </w:t>
      </w:r>
      <w:r w:rsidR="00B32642">
        <w:rPr>
          <w:b/>
          <w:sz w:val="22"/>
          <w:szCs w:val="22"/>
        </w:rPr>
        <w:t xml:space="preserve">  </w:t>
      </w:r>
      <w:r w:rsidR="00B32642" w:rsidRPr="00B32642">
        <w:rPr>
          <w:b/>
          <w:sz w:val="22"/>
          <w:szCs w:val="22"/>
        </w:rPr>
        <w:t xml:space="preserve">Bairro: </w:t>
      </w:r>
      <w:r w:rsidR="00C73945">
        <w:rPr>
          <w:sz w:val="22"/>
          <w:szCs w:val="22"/>
        </w:rPr>
        <w:t xml:space="preserve">Jardim Paulista </w:t>
      </w:r>
    </w:p>
    <w:p w14:paraId="2A2D4905" w14:textId="77777777" w:rsidR="00142D9F" w:rsidRPr="00B32642" w:rsidRDefault="001D48D0" w:rsidP="002D5336">
      <w:pPr>
        <w:rPr>
          <w:sz w:val="22"/>
          <w:szCs w:val="22"/>
        </w:rPr>
      </w:pPr>
      <w:r w:rsidRPr="00B32642">
        <w:rPr>
          <w:b/>
          <w:sz w:val="22"/>
          <w:szCs w:val="22"/>
        </w:rPr>
        <w:t>Estado Civil:</w:t>
      </w:r>
      <w:r w:rsidR="00900EBD" w:rsidRPr="00B32642">
        <w:rPr>
          <w:b/>
          <w:sz w:val="22"/>
          <w:szCs w:val="22"/>
        </w:rPr>
        <w:t xml:space="preserve"> </w:t>
      </w:r>
      <w:r w:rsidR="00BE4BBF" w:rsidRPr="00B32642">
        <w:rPr>
          <w:sz w:val="22"/>
          <w:szCs w:val="22"/>
        </w:rPr>
        <w:t>Solteira</w:t>
      </w:r>
      <w:r w:rsidR="00965FBA" w:rsidRPr="00B32642">
        <w:rPr>
          <w:sz w:val="22"/>
          <w:szCs w:val="22"/>
        </w:rPr>
        <w:t xml:space="preserve"> </w:t>
      </w:r>
      <w:r w:rsidR="00B32642">
        <w:rPr>
          <w:sz w:val="22"/>
          <w:szCs w:val="22"/>
        </w:rPr>
        <w:t xml:space="preserve">                      </w:t>
      </w:r>
      <w:r w:rsidR="00B32642" w:rsidRPr="00B32642">
        <w:rPr>
          <w:b/>
          <w:sz w:val="22"/>
          <w:szCs w:val="22"/>
        </w:rPr>
        <w:t xml:space="preserve">Cidade: </w:t>
      </w:r>
      <w:r w:rsidR="00C73945">
        <w:rPr>
          <w:sz w:val="22"/>
          <w:szCs w:val="22"/>
        </w:rPr>
        <w:t>Barrinha SP</w:t>
      </w:r>
      <w:r w:rsidR="005A3632">
        <w:rPr>
          <w:sz w:val="22"/>
          <w:szCs w:val="22"/>
        </w:rPr>
        <w:t xml:space="preserve">                  </w:t>
      </w:r>
      <w:r w:rsidR="00B32642">
        <w:rPr>
          <w:sz w:val="22"/>
          <w:szCs w:val="22"/>
        </w:rPr>
        <w:t xml:space="preserve">  </w:t>
      </w:r>
      <w:r w:rsidR="00B32642" w:rsidRPr="00B32642">
        <w:rPr>
          <w:b/>
          <w:sz w:val="22"/>
          <w:szCs w:val="22"/>
        </w:rPr>
        <w:t>CEP</w:t>
      </w:r>
      <w:r w:rsidR="00BF4239">
        <w:rPr>
          <w:sz w:val="22"/>
          <w:szCs w:val="22"/>
        </w:rPr>
        <w:t xml:space="preserve">: </w:t>
      </w:r>
      <w:r w:rsidR="00C73945">
        <w:rPr>
          <w:sz w:val="22"/>
          <w:szCs w:val="22"/>
        </w:rPr>
        <w:t>14860.000</w:t>
      </w:r>
    </w:p>
    <w:p w14:paraId="26570615" w14:textId="77777777" w:rsidR="00B32642" w:rsidRPr="00B32642" w:rsidRDefault="00AD24BE" w:rsidP="00B32642">
      <w:pPr>
        <w:rPr>
          <w:sz w:val="22"/>
          <w:szCs w:val="22"/>
        </w:rPr>
        <w:sectPr w:rsidR="00B32642" w:rsidRPr="00B32642" w:rsidSect="00B32642">
          <w:type w:val="continuous"/>
          <w:pgSz w:w="11907" w:h="16840" w:code="9"/>
          <w:pgMar w:top="1134" w:right="1134" w:bottom="1134" w:left="1134" w:header="357" w:footer="1315" w:gutter="0"/>
          <w:cols w:space="708"/>
          <w:docGrid w:linePitch="360"/>
        </w:sectPr>
      </w:pPr>
      <w:r w:rsidRPr="00B32642">
        <w:rPr>
          <w:b/>
          <w:sz w:val="22"/>
          <w:szCs w:val="22"/>
        </w:rPr>
        <w:t>CNH</w:t>
      </w:r>
      <w:r w:rsidRPr="00B32642">
        <w:rPr>
          <w:sz w:val="22"/>
          <w:szCs w:val="22"/>
        </w:rPr>
        <w:t>: A</w:t>
      </w:r>
      <w:r w:rsidR="007838DF" w:rsidRPr="00B32642">
        <w:rPr>
          <w:sz w:val="22"/>
          <w:szCs w:val="22"/>
        </w:rPr>
        <w:t xml:space="preserve"> e B</w:t>
      </w:r>
      <w:r w:rsidRPr="00B32642">
        <w:rPr>
          <w:sz w:val="22"/>
          <w:szCs w:val="22"/>
        </w:rPr>
        <w:t xml:space="preserve"> </w:t>
      </w:r>
      <w:r w:rsidR="00B32642">
        <w:rPr>
          <w:sz w:val="22"/>
          <w:szCs w:val="22"/>
        </w:rPr>
        <w:t xml:space="preserve">                                     </w:t>
      </w:r>
      <w:r w:rsidR="00B32642" w:rsidRPr="00B32642">
        <w:rPr>
          <w:b/>
          <w:sz w:val="22"/>
          <w:szCs w:val="22"/>
        </w:rPr>
        <w:t xml:space="preserve">Cel.: </w:t>
      </w:r>
      <w:r w:rsidR="00A8721B">
        <w:rPr>
          <w:sz w:val="22"/>
          <w:szCs w:val="22"/>
        </w:rPr>
        <w:t xml:space="preserve"> </w:t>
      </w:r>
      <w:r w:rsidR="00017D7F">
        <w:rPr>
          <w:sz w:val="22"/>
          <w:szCs w:val="22"/>
        </w:rPr>
        <w:t xml:space="preserve"> (33)999444031</w:t>
      </w:r>
    </w:p>
    <w:p w14:paraId="73910F1F" w14:textId="77777777" w:rsidR="00B32642" w:rsidRDefault="00B32642" w:rsidP="002D5336">
      <w:pPr>
        <w:rPr>
          <w:sz w:val="22"/>
          <w:szCs w:val="22"/>
        </w:rPr>
        <w:sectPr w:rsidR="00B32642" w:rsidSect="007838DF">
          <w:type w:val="continuous"/>
          <w:pgSz w:w="11907" w:h="16840" w:code="9"/>
          <w:pgMar w:top="1134" w:right="1134" w:bottom="1134" w:left="1134" w:header="357" w:footer="1315" w:gutter="0"/>
          <w:cols w:space="708"/>
          <w:docGrid w:linePitch="360"/>
        </w:sectPr>
      </w:pPr>
      <w:r w:rsidRPr="00C04388">
        <w:rPr>
          <w:b/>
          <w:sz w:val="22"/>
          <w:szCs w:val="22"/>
        </w:rPr>
        <w:t xml:space="preserve">                          </w:t>
      </w:r>
      <w:r w:rsidR="00C04388">
        <w:rPr>
          <w:b/>
          <w:sz w:val="22"/>
          <w:szCs w:val="22"/>
        </w:rPr>
        <w:t xml:space="preserve">                               </w:t>
      </w:r>
      <w:r w:rsidRPr="00C04388">
        <w:rPr>
          <w:b/>
          <w:sz w:val="22"/>
          <w:szCs w:val="22"/>
        </w:rPr>
        <w:t xml:space="preserve"> </w:t>
      </w:r>
      <w:r w:rsidR="00CB3377" w:rsidRPr="00C04388">
        <w:rPr>
          <w:b/>
          <w:sz w:val="22"/>
          <w:szCs w:val="22"/>
        </w:rPr>
        <w:t>Email</w:t>
      </w:r>
      <w:r w:rsidR="00CB3377">
        <w:rPr>
          <w:sz w:val="22"/>
          <w:szCs w:val="22"/>
        </w:rPr>
        <w:t>:jhenyrodrigues2016@gmail.com</w:t>
      </w:r>
      <w:r>
        <w:rPr>
          <w:sz w:val="22"/>
          <w:szCs w:val="22"/>
        </w:rPr>
        <w:t xml:space="preserve">         </w:t>
      </w:r>
    </w:p>
    <w:p w14:paraId="1EFDFAA5" w14:textId="77777777" w:rsidR="007838DF" w:rsidRPr="00B32642" w:rsidRDefault="007838DF" w:rsidP="002D5336">
      <w:pPr>
        <w:rPr>
          <w:sz w:val="22"/>
          <w:szCs w:val="22"/>
        </w:rPr>
      </w:pPr>
    </w:p>
    <w:p w14:paraId="10855274" w14:textId="77777777" w:rsidR="00857587" w:rsidRPr="00B32642" w:rsidRDefault="00713A0B" w:rsidP="00C04388">
      <w:pPr>
        <w:rPr>
          <w:b/>
          <w:sz w:val="22"/>
          <w:szCs w:val="22"/>
        </w:rPr>
      </w:pPr>
      <w:r w:rsidRPr="00B32642">
        <w:rPr>
          <w:b/>
          <w:sz w:val="22"/>
          <w:szCs w:val="22"/>
          <w:bdr w:val="single" w:sz="4" w:space="0" w:color="auto"/>
          <w:shd w:val="clear" w:color="auto" w:fill="D9D9D9" w:themeFill="background1" w:themeFillShade="D9"/>
        </w:rPr>
        <w:t>Formação Acadêmic</w:t>
      </w:r>
      <w:r w:rsidR="00C04388">
        <w:rPr>
          <w:b/>
          <w:sz w:val="22"/>
          <w:szCs w:val="22"/>
          <w:bdr w:val="single" w:sz="4" w:space="0" w:color="auto"/>
          <w:shd w:val="clear" w:color="auto" w:fill="D9D9D9" w:themeFill="background1" w:themeFillShade="D9"/>
        </w:rPr>
        <w:t>a</w:t>
      </w:r>
    </w:p>
    <w:p w14:paraId="65B8DCB1" w14:textId="77777777" w:rsidR="00AF18E4" w:rsidRPr="00B32642" w:rsidRDefault="00AF18E4" w:rsidP="002D5336">
      <w:pPr>
        <w:rPr>
          <w:sz w:val="22"/>
          <w:szCs w:val="22"/>
        </w:rPr>
      </w:pPr>
    </w:p>
    <w:p w14:paraId="7FF7671C" w14:textId="77777777" w:rsidR="0046084B" w:rsidRPr="00B32642" w:rsidRDefault="00246D1D" w:rsidP="002D5336">
      <w:pPr>
        <w:rPr>
          <w:sz w:val="22"/>
          <w:szCs w:val="22"/>
        </w:rPr>
      </w:pPr>
      <w:r>
        <w:rPr>
          <w:sz w:val="22"/>
          <w:szCs w:val="22"/>
        </w:rPr>
        <w:t xml:space="preserve">Bacharelado em enfermagem </w:t>
      </w:r>
      <w:r w:rsidR="00AF18E4" w:rsidRPr="00B32642">
        <w:rPr>
          <w:sz w:val="22"/>
          <w:szCs w:val="22"/>
        </w:rPr>
        <w:t>concluído na</w:t>
      </w:r>
      <w:r w:rsidR="0046084B" w:rsidRPr="00B32642">
        <w:rPr>
          <w:sz w:val="22"/>
          <w:szCs w:val="22"/>
        </w:rPr>
        <w:t xml:space="preserve"> Faculdade São Luí</w:t>
      </w:r>
      <w:r w:rsidR="007E36BD" w:rsidRPr="00B32642">
        <w:rPr>
          <w:sz w:val="22"/>
          <w:szCs w:val="22"/>
        </w:rPr>
        <w:t>s</w:t>
      </w:r>
      <w:r w:rsidR="00AF18E4" w:rsidRPr="00B32642">
        <w:rPr>
          <w:sz w:val="22"/>
          <w:szCs w:val="22"/>
        </w:rPr>
        <w:t xml:space="preserve"> de Jaboticabal</w:t>
      </w:r>
      <w:r w:rsidR="00436DB7">
        <w:rPr>
          <w:sz w:val="22"/>
          <w:szCs w:val="22"/>
        </w:rPr>
        <w:t xml:space="preserve"> </w:t>
      </w:r>
      <w:r w:rsidR="00872197">
        <w:rPr>
          <w:sz w:val="22"/>
          <w:szCs w:val="22"/>
        </w:rPr>
        <w:t>/</w:t>
      </w:r>
      <w:r w:rsidR="00436DB7">
        <w:rPr>
          <w:sz w:val="22"/>
          <w:szCs w:val="22"/>
        </w:rPr>
        <w:t>SP</w:t>
      </w:r>
    </w:p>
    <w:p w14:paraId="513BA431" w14:textId="77777777" w:rsidR="00436DB7" w:rsidRPr="00B32642" w:rsidRDefault="00436DB7" w:rsidP="002D5336">
      <w:pPr>
        <w:rPr>
          <w:sz w:val="22"/>
          <w:szCs w:val="22"/>
        </w:rPr>
      </w:pPr>
      <w:r>
        <w:rPr>
          <w:sz w:val="22"/>
          <w:szCs w:val="22"/>
        </w:rPr>
        <w:t>Inicio  2013  término 2018</w:t>
      </w:r>
    </w:p>
    <w:p w14:paraId="7816D1ED" w14:textId="77777777" w:rsidR="00436DB7" w:rsidRDefault="00EC63B8" w:rsidP="002D5336">
      <w:pPr>
        <w:rPr>
          <w:sz w:val="22"/>
          <w:szCs w:val="22"/>
        </w:rPr>
      </w:pPr>
      <w:r>
        <w:rPr>
          <w:sz w:val="22"/>
          <w:szCs w:val="22"/>
        </w:rPr>
        <w:t>Curso de magistério –</w:t>
      </w:r>
      <w:r w:rsidR="00436DB7">
        <w:rPr>
          <w:sz w:val="22"/>
          <w:szCs w:val="22"/>
        </w:rPr>
        <w:t xml:space="preserve"> Minas Novas período 2011 a 2013</w:t>
      </w:r>
    </w:p>
    <w:p w14:paraId="1E80610B" w14:textId="77777777" w:rsidR="00246D1D" w:rsidRDefault="00C73945" w:rsidP="002D5336">
      <w:pPr>
        <w:rPr>
          <w:b/>
          <w:sz w:val="22"/>
          <w:szCs w:val="22"/>
        </w:rPr>
      </w:pPr>
      <w:r>
        <w:rPr>
          <w:b/>
          <w:sz w:val="22"/>
          <w:szCs w:val="22"/>
        </w:rPr>
        <w:t>Pós graduada</w:t>
      </w:r>
      <w:r w:rsidR="008079EF">
        <w:rPr>
          <w:b/>
          <w:sz w:val="22"/>
          <w:szCs w:val="22"/>
        </w:rPr>
        <w:t xml:space="preserve"> em</w:t>
      </w:r>
      <w:r w:rsidR="00246D1D" w:rsidRPr="00280086">
        <w:rPr>
          <w:b/>
          <w:sz w:val="22"/>
          <w:szCs w:val="22"/>
        </w:rPr>
        <w:t xml:space="preserve"> enfermagem em nefrologia</w:t>
      </w:r>
      <w:r w:rsidR="00EC63B8">
        <w:rPr>
          <w:b/>
          <w:sz w:val="22"/>
          <w:szCs w:val="22"/>
        </w:rPr>
        <w:t xml:space="preserve"> </w:t>
      </w:r>
    </w:p>
    <w:p w14:paraId="3E17A4DC" w14:textId="77777777" w:rsidR="00EC63B8" w:rsidRDefault="00EC63B8" w:rsidP="002D5336">
      <w:pPr>
        <w:rPr>
          <w:sz w:val="22"/>
          <w:szCs w:val="22"/>
        </w:rPr>
      </w:pPr>
      <w:r>
        <w:rPr>
          <w:sz w:val="22"/>
          <w:szCs w:val="22"/>
        </w:rPr>
        <w:t xml:space="preserve">Realização: Grupo educacional FAVENI termino em </w:t>
      </w:r>
      <w:r w:rsidR="006303FB">
        <w:rPr>
          <w:sz w:val="22"/>
          <w:szCs w:val="22"/>
        </w:rPr>
        <w:t xml:space="preserve">Março de </w:t>
      </w:r>
      <w:r>
        <w:rPr>
          <w:sz w:val="22"/>
          <w:szCs w:val="22"/>
        </w:rPr>
        <w:t>2022 carga horária :750 horas</w:t>
      </w:r>
    </w:p>
    <w:p w14:paraId="2C1C58CD" w14:textId="77777777" w:rsidR="00EC63B8" w:rsidRPr="00EC63B8" w:rsidRDefault="00EC542C" w:rsidP="002D5336">
      <w:pPr>
        <w:rPr>
          <w:sz w:val="22"/>
          <w:szCs w:val="22"/>
        </w:rPr>
      </w:pPr>
      <w:r w:rsidRPr="00EC542C">
        <w:rPr>
          <w:b/>
          <w:sz w:val="22"/>
          <w:szCs w:val="22"/>
        </w:rPr>
        <w:t xml:space="preserve">Pós graduação em Planejamento e Gestão em saúde </w:t>
      </w:r>
      <w:r w:rsidR="006303FB" w:rsidRPr="00EC542C">
        <w:rPr>
          <w:b/>
          <w:sz w:val="22"/>
          <w:szCs w:val="22"/>
        </w:rPr>
        <w:t>enfermagem do trabalho</w:t>
      </w:r>
      <w:r w:rsidR="006303FB">
        <w:rPr>
          <w:sz w:val="22"/>
          <w:szCs w:val="22"/>
        </w:rPr>
        <w:t xml:space="preserve"> (</w:t>
      </w:r>
      <w:r w:rsidR="00EC63B8">
        <w:rPr>
          <w:b/>
          <w:sz w:val="22"/>
          <w:szCs w:val="22"/>
        </w:rPr>
        <w:t xml:space="preserve"> </w:t>
      </w:r>
      <w:r w:rsidR="0012755F">
        <w:rPr>
          <w:b/>
          <w:sz w:val="22"/>
          <w:szCs w:val="22"/>
        </w:rPr>
        <w:t>em andamento</w:t>
      </w:r>
      <w:r w:rsidR="006303FB">
        <w:rPr>
          <w:b/>
          <w:sz w:val="22"/>
          <w:szCs w:val="22"/>
        </w:rPr>
        <w:t>)</w:t>
      </w:r>
      <w:r w:rsidR="00EC63B8">
        <w:rPr>
          <w:b/>
          <w:sz w:val="22"/>
          <w:szCs w:val="22"/>
        </w:rPr>
        <w:t>.</w:t>
      </w:r>
    </w:p>
    <w:p w14:paraId="568771E2" w14:textId="77777777" w:rsidR="00EC63B8" w:rsidRPr="00B32642" w:rsidRDefault="00EC63B8" w:rsidP="00B32642">
      <w:pPr>
        <w:rPr>
          <w:sz w:val="22"/>
          <w:szCs w:val="22"/>
        </w:rPr>
      </w:pPr>
    </w:p>
    <w:p w14:paraId="2528DAE6" w14:textId="77777777" w:rsidR="008C1E7F" w:rsidRPr="00B32642" w:rsidRDefault="00C04388" w:rsidP="00C04388">
      <w:pPr>
        <w:pStyle w:val="Corpodetex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  <w:rPr>
          <w:b/>
          <w:sz w:val="22"/>
          <w:szCs w:val="22"/>
        </w:rPr>
      </w:pPr>
      <w:r>
        <w:rPr>
          <w:b/>
          <w:sz w:val="22"/>
          <w:szCs w:val="22"/>
        </w:rPr>
        <w:t>Experiência Profissional</w:t>
      </w:r>
    </w:p>
    <w:p w14:paraId="2B625D55" w14:textId="77777777" w:rsidR="008C1E7F" w:rsidRPr="00B32642" w:rsidRDefault="008C1E7F" w:rsidP="002D5336">
      <w:pPr>
        <w:rPr>
          <w:sz w:val="22"/>
          <w:szCs w:val="22"/>
        </w:rPr>
      </w:pPr>
    </w:p>
    <w:p w14:paraId="77A34D0F" w14:textId="77777777" w:rsidR="006303FB" w:rsidRDefault="006303FB" w:rsidP="002D5336">
      <w:pPr>
        <w:rPr>
          <w:sz w:val="22"/>
          <w:szCs w:val="22"/>
        </w:rPr>
      </w:pPr>
      <w:r>
        <w:rPr>
          <w:sz w:val="22"/>
          <w:szCs w:val="22"/>
        </w:rPr>
        <w:t>Enfermeira volante prefeitura de Minas Novas  MG</w:t>
      </w:r>
    </w:p>
    <w:p w14:paraId="4ED027B8" w14:textId="77777777" w:rsidR="00EC63B8" w:rsidRPr="00B32642" w:rsidRDefault="006303FB" w:rsidP="00EC63B8">
      <w:pPr>
        <w:rPr>
          <w:sz w:val="22"/>
          <w:szCs w:val="22"/>
        </w:rPr>
      </w:pPr>
      <w:r>
        <w:rPr>
          <w:sz w:val="22"/>
          <w:szCs w:val="22"/>
        </w:rPr>
        <w:t xml:space="preserve">Enfermeira </w:t>
      </w:r>
      <w:r w:rsidR="0025585C">
        <w:rPr>
          <w:sz w:val="22"/>
          <w:szCs w:val="22"/>
        </w:rPr>
        <w:t>TFD T</w:t>
      </w:r>
      <w:r w:rsidR="000209F1">
        <w:rPr>
          <w:sz w:val="22"/>
          <w:szCs w:val="22"/>
        </w:rPr>
        <w:t xml:space="preserve">tratamento fora do  domicilio da </w:t>
      </w:r>
      <w:r>
        <w:rPr>
          <w:sz w:val="22"/>
          <w:szCs w:val="22"/>
        </w:rPr>
        <w:t>prefeitura de Minas Novas MG</w:t>
      </w:r>
    </w:p>
    <w:p w14:paraId="22908DA5" w14:textId="77777777" w:rsidR="003701E3" w:rsidRDefault="003701E3" w:rsidP="002D5336">
      <w:pPr>
        <w:rPr>
          <w:szCs w:val="22"/>
        </w:rPr>
      </w:pPr>
      <w:r w:rsidRPr="003701E3">
        <w:rPr>
          <w:b/>
          <w:szCs w:val="22"/>
        </w:rPr>
        <w:t>Empregador</w:t>
      </w:r>
      <w:r>
        <w:rPr>
          <w:b/>
          <w:szCs w:val="22"/>
        </w:rPr>
        <w:t xml:space="preserve"> : </w:t>
      </w:r>
      <w:r>
        <w:rPr>
          <w:szCs w:val="22"/>
        </w:rPr>
        <w:t>Prefeitura Munic</w:t>
      </w:r>
      <w:r w:rsidR="00436DB7">
        <w:rPr>
          <w:szCs w:val="22"/>
        </w:rPr>
        <w:t xml:space="preserve">ipal de Minas Novas </w:t>
      </w:r>
    </w:p>
    <w:p w14:paraId="1E96B794" w14:textId="77777777" w:rsidR="0012755F" w:rsidRDefault="0012755F" w:rsidP="002D5336">
      <w:pPr>
        <w:rPr>
          <w:szCs w:val="22"/>
        </w:rPr>
      </w:pPr>
      <w:r>
        <w:rPr>
          <w:szCs w:val="22"/>
        </w:rPr>
        <w:t>Cargo : Enfermeira</w:t>
      </w:r>
      <w:r w:rsidR="00872197">
        <w:rPr>
          <w:szCs w:val="22"/>
        </w:rPr>
        <w:t xml:space="preserve"> de  </w:t>
      </w:r>
      <w:r w:rsidR="001D2B01">
        <w:rPr>
          <w:szCs w:val="22"/>
        </w:rPr>
        <w:t xml:space="preserve">ESF </w:t>
      </w:r>
      <w:r w:rsidR="008430BA">
        <w:rPr>
          <w:szCs w:val="22"/>
        </w:rPr>
        <w:t>e SAD</w:t>
      </w:r>
      <w:r w:rsidR="00912F3C">
        <w:rPr>
          <w:szCs w:val="22"/>
        </w:rPr>
        <w:t xml:space="preserve"> </w:t>
      </w:r>
      <w:r w:rsidR="008430BA">
        <w:rPr>
          <w:szCs w:val="22"/>
        </w:rPr>
        <w:t xml:space="preserve"> </w:t>
      </w:r>
      <w:r w:rsidR="001D2B01">
        <w:rPr>
          <w:szCs w:val="22"/>
        </w:rPr>
        <w:t xml:space="preserve"> inicio</w:t>
      </w:r>
      <w:r w:rsidR="009E660B">
        <w:rPr>
          <w:szCs w:val="22"/>
        </w:rPr>
        <w:t xml:space="preserve"> 04/2019</w:t>
      </w:r>
      <w:r w:rsidR="000209F1">
        <w:rPr>
          <w:szCs w:val="22"/>
        </w:rPr>
        <w:t>/2024</w:t>
      </w:r>
    </w:p>
    <w:p w14:paraId="170D6AEE" w14:textId="77777777" w:rsidR="00EC63B8" w:rsidRPr="003701E3" w:rsidRDefault="00EC63B8" w:rsidP="002D5336">
      <w:pPr>
        <w:rPr>
          <w:szCs w:val="22"/>
        </w:rPr>
      </w:pPr>
    </w:p>
    <w:p w14:paraId="78CBEED8" w14:textId="77777777" w:rsidR="00B32642" w:rsidRPr="00B32642" w:rsidRDefault="001A5714" w:rsidP="00C04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b/>
          <w:sz w:val="22"/>
          <w:szCs w:val="22"/>
        </w:rPr>
      </w:pPr>
      <w:r w:rsidRPr="00B32642">
        <w:rPr>
          <w:b/>
          <w:sz w:val="22"/>
          <w:szCs w:val="22"/>
        </w:rPr>
        <w:t>Qualificações e</w:t>
      </w:r>
      <w:r w:rsidR="00C04388">
        <w:rPr>
          <w:b/>
          <w:sz w:val="22"/>
          <w:szCs w:val="22"/>
        </w:rPr>
        <w:t xml:space="preserve"> Atividades Complementares</w:t>
      </w:r>
    </w:p>
    <w:p w14:paraId="4296D220" w14:textId="77777777" w:rsidR="00B32642" w:rsidRPr="00B32642" w:rsidRDefault="00B32642" w:rsidP="002D5336">
      <w:pPr>
        <w:rPr>
          <w:sz w:val="10"/>
          <w:szCs w:val="10"/>
        </w:rPr>
      </w:pPr>
    </w:p>
    <w:p w14:paraId="2F07E0A1" w14:textId="77777777" w:rsidR="000209F1" w:rsidRDefault="000209F1" w:rsidP="002D5336">
      <w:pPr>
        <w:rPr>
          <w:sz w:val="22"/>
          <w:szCs w:val="22"/>
        </w:rPr>
      </w:pPr>
    </w:p>
    <w:p w14:paraId="5C415382" w14:textId="77777777" w:rsidR="00EC63B8" w:rsidRDefault="00FC03C1" w:rsidP="002D5336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Capacitação</w:t>
      </w:r>
      <w:r w:rsidR="00EC63B8">
        <w:rPr>
          <w:sz w:val="22"/>
          <w:szCs w:val="22"/>
          <w:u w:val="single"/>
        </w:rPr>
        <w:t xml:space="preserve">“ </w:t>
      </w:r>
      <w:r>
        <w:rPr>
          <w:sz w:val="22"/>
          <w:szCs w:val="22"/>
          <w:u w:val="single"/>
        </w:rPr>
        <w:t>Queimaduras</w:t>
      </w:r>
      <w:r w:rsidR="00912F3C">
        <w:rPr>
          <w:sz w:val="22"/>
          <w:szCs w:val="22"/>
          <w:u w:val="single"/>
        </w:rPr>
        <w:t xml:space="preserve"> pediátricas : M</w:t>
      </w:r>
      <w:r w:rsidR="00EC63B8">
        <w:rPr>
          <w:sz w:val="22"/>
          <w:szCs w:val="22"/>
          <w:u w:val="single"/>
        </w:rPr>
        <w:t>inistrada por Raquel Pan Faculdade de Educação São Luis .2015,carga horária 03 horas</w:t>
      </w:r>
    </w:p>
    <w:p w14:paraId="512D85F5" w14:textId="77777777" w:rsidR="00EC63B8" w:rsidRDefault="00EC63B8" w:rsidP="002D5336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Palestra com o tema: Sexualidade  2016 carga horária 04 horas</w:t>
      </w:r>
    </w:p>
    <w:p w14:paraId="5A78D8C6" w14:textId="77777777" w:rsidR="000209F1" w:rsidRDefault="000209F1" w:rsidP="002D5336">
      <w:pPr>
        <w:rPr>
          <w:sz w:val="22"/>
          <w:szCs w:val="22"/>
          <w:u w:val="single"/>
        </w:rPr>
      </w:pPr>
    </w:p>
    <w:p w14:paraId="69211CC9" w14:textId="77777777" w:rsidR="000209F1" w:rsidRDefault="000209F1" w:rsidP="002D5336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Curso e Puericultura: Avaliação de criança e zero a dois  de vida carga Horária 06 horas</w:t>
      </w:r>
    </w:p>
    <w:p w14:paraId="365A4AB3" w14:textId="77777777" w:rsidR="00EC63B8" w:rsidRDefault="00EC63B8" w:rsidP="002D5336">
      <w:pPr>
        <w:rPr>
          <w:sz w:val="22"/>
          <w:szCs w:val="22"/>
          <w:u w:val="single"/>
        </w:rPr>
      </w:pPr>
    </w:p>
    <w:p w14:paraId="40F07C49" w14:textId="77777777" w:rsidR="001D2B01" w:rsidRDefault="00FC03C1" w:rsidP="002D5336">
      <w:pPr>
        <w:rPr>
          <w:sz w:val="22"/>
          <w:szCs w:val="22"/>
        </w:rPr>
      </w:pPr>
      <w:r>
        <w:rPr>
          <w:sz w:val="22"/>
          <w:szCs w:val="22"/>
        </w:rPr>
        <w:t>Capacitação”</w:t>
      </w:r>
      <w:r w:rsidR="001D2B01">
        <w:rPr>
          <w:sz w:val="22"/>
          <w:szCs w:val="22"/>
        </w:rPr>
        <w:t xml:space="preserve">Caderneta intersetorial para promoção da atenção integral a saúde da criança (UNA- SUS) </w:t>
      </w:r>
      <w:r w:rsidR="005A33E5">
        <w:rPr>
          <w:sz w:val="22"/>
          <w:szCs w:val="22"/>
        </w:rPr>
        <w:t xml:space="preserve">2022 </w:t>
      </w:r>
      <w:r w:rsidR="001D2B01">
        <w:rPr>
          <w:sz w:val="22"/>
          <w:szCs w:val="22"/>
        </w:rPr>
        <w:t>carga horária 30horas</w:t>
      </w:r>
      <w:bookmarkEnd w:id="0"/>
      <w:r w:rsidR="005A33E5">
        <w:rPr>
          <w:sz w:val="22"/>
          <w:szCs w:val="22"/>
        </w:rPr>
        <w:t xml:space="preserve"> </w:t>
      </w:r>
    </w:p>
    <w:p w14:paraId="64DCCC64" w14:textId="77777777" w:rsidR="001C3EC7" w:rsidRDefault="00FC03C1" w:rsidP="002D5336">
      <w:pPr>
        <w:spacing w:line="360" w:lineRule="auto"/>
        <w:rPr>
          <w:u w:val="single"/>
        </w:rPr>
      </w:pPr>
      <w:r>
        <w:rPr>
          <w:u w:val="single"/>
        </w:rPr>
        <w:t>Capacitação “</w:t>
      </w:r>
      <w:r w:rsidR="00280086" w:rsidRPr="00EC63B8">
        <w:rPr>
          <w:u w:val="single"/>
        </w:rPr>
        <w:t>puericultura  com</w:t>
      </w:r>
      <w:r w:rsidR="001D2B01" w:rsidRPr="00EC63B8">
        <w:rPr>
          <w:u w:val="single"/>
        </w:rPr>
        <w:t xml:space="preserve"> a Pediatra  Dra.</w:t>
      </w:r>
      <w:r w:rsidR="00280086" w:rsidRPr="00EC63B8">
        <w:rPr>
          <w:u w:val="single"/>
        </w:rPr>
        <w:t xml:space="preserve"> Ana angélica </w:t>
      </w:r>
      <w:r w:rsidR="001D2B01" w:rsidRPr="00EC63B8">
        <w:rPr>
          <w:u w:val="single"/>
        </w:rPr>
        <w:t xml:space="preserve">lemes Fernandes </w:t>
      </w:r>
      <w:r w:rsidR="00280086" w:rsidRPr="00EC63B8">
        <w:rPr>
          <w:u w:val="single"/>
        </w:rPr>
        <w:t xml:space="preserve"> </w:t>
      </w:r>
      <w:r w:rsidR="001D2B01" w:rsidRPr="00EC63B8">
        <w:rPr>
          <w:u w:val="single"/>
        </w:rPr>
        <w:t>-20</w:t>
      </w:r>
      <w:r w:rsidR="00EC63B8">
        <w:rPr>
          <w:u w:val="single"/>
        </w:rPr>
        <w:t>22</w:t>
      </w:r>
      <w:r w:rsidR="00E22F96">
        <w:rPr>
          <w:u w:val="single"/>
        </w:rPr>
        <w:t>,carga horária 04 horas</w:t>
      </w:r>
    </w:p>
    <w:p w14:paraId="059A0A4C" w14:textId="77777777" w:rsidR="00157502" w:rsidRDefault="00157502" w:rsidP="002D5336">
      <w:pPr>
        <w:spacing w:line="360" w:lineRule="auto"/>
        <w:rPr>
          <w:u w:val="single"/>
        </w:rPr>
      </w:pPr>
      <w:r>
        <w:rPr>
          <w:u w:val="single"/>
        </w:rPr>
        <w:t>Capacitação Equipe Multiprofissional Tema : Escuta Especializada  . (Carga horária 04 horas )</w:t>
      </w:r>
      <w:r w:rsidR="00C73945">
        <w:rPr>
          <w:u w:val="single"/>
        </w:rPr>
        <w:t xml:space="preserve"> 2023</w:t>
      </w:r>
    </w:p>
    <w:p w14:paraId="0189C3A7" w14:textId="77777777" w:rsidR="00157502" w:rsidRDefault="00157502" w:rsidP="002D5336">
      <w:pPr>
        <w:spacing w:line="360" w:lineRule="auto"/>
        <w:rPr>
          <w:u w:val="single"/>
        </w:rPr>
      </w:pPr>
      <w:r>
        <w:rPr>
          <w:u w:val="single"/>
        </w:rPr>
        <w:t>WORKSHOP :</w:t>
      </w:r>
      <w:r w:rsidR="00763AF1">
        <w:rPr>
          <w:u w:val="single"/>
        </w:rPr>
        <w:t>Intraempreendedorismo</w:t>
      </w:r>
      <w:r>
        <w:rPr>
          <w:u w:val="single"/>
        </w:rPr>
        <w:t xml:space="preserve"> e Inteligência Emocional (Carga horária 05 horas )</w:t>
      </w:r>
      <w:r w:rsidR="00C73945">
        <w:rPr>
          <w:u w:val="single"/>
        </w:rPr>
        <w:t xml:space="preserve"> 2023</w:t>
      </w:r>
    </w:p>
    <w:p w14:paraId="1D23A06E" w14:textId="77777777" w:rsidR="000209F1" w:rsidRPr="00EC63B8" w:rsidRDefault="00912F3C" w:rsidP="002D5336">
      <w:pPr>
        <w:spacing w:line="360" w:lineRule="auto"/>
        <w:rPr>
          <w:u w:val="single"/>
        </w:rPr>
      </w:pPr>
      <w:r>
        <w:rPr>
          <w:u w:val="single"/>
        </w:rPr>
        <w:t>Curso Suporte Básico e Avançado de  Vida-SBV/SAV (Carga horária de 08 horas ) em 26  agosto de 2023</w:t>
      </w:r>
    </w:p>
    <w:sectPr w:rsidR="000209F1" w:rsidRPr="00EC63B8" w:rsidSect="007838DF">
      <w:type w:val="continuous"/>
      <w:pgSz w:w="11907" w:h="16840" w:code="9"/>
      <w:pgMar w:top="1134" w:right="1134" w:bottom="1134" w:left="1134" w:header="357" w:footer="13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72CA4A" w14:textId="77777777" w:rsidR="00D75C71" w:rsidRDefault="00D75C71">
      <w:r>
        <w:separator/>
      </w:r>
    </w:p>
  </w:endnote>
  <w:endnote w:type="continuationSeparator" w:id="0">
    <w:p w14:paraId="68FF4664" w14:textId="77777777" w:rsidR="00D75C71" w:rsidRDefault="00D75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684E0A" w14:textId="77777777" w:rsidR="00D75C71" w:rsidRDefault="00D75C71">
      <w:r>
        <w:separator/>
      </w:r>
    </w:p>
  </w:footnote>
  <w:footnote w:type="continuationSeparator" w:id="0">
    <w:p w14:paraId="3001496B" w14:textId="77777777" w:rsidR="00D75C71" w:rsidRDefault="00D75C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5AE4772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730BF0"/>
    <w:multiLevelType w:val="multilevel"/>
    <w:tmpl w:val="E70AE9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0C2648FA"/>
    <w:multiLevelType w:val="multilevel"/>
    <w:tmpl w:val="109479DC"/>
    <w:lvl w:ilvl="0">
      <w:start w:val="1"/>
      <w:numFmt w:val="bullet"/>
      <w:suff w:val="space"/>
      <w:lvlText w:val=""/>
      <w:lvlJc w:val="left"/>
      <w:pPr>
        <w:ind w:left="170" w:hanging="17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0FBE2055"/>
    <w:multiLevelType w:val="hybridMultilevel"/>
    <w:tmpl w:val="2C0E95D4"/>
    <w:lvl w:ilvl="0" w:tplc="04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7F24A6"/>
    <w:multiLevelType w:val="hybridMultilevel"/>
    <w:tmpl w:val="397E1910"/>
    <w:lvl w:ilvl="0" w:tplc="ADCC1340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2E6D50"/>
    <w:multiLevelType w:val="multilevel"/>
    <w:tmpl w:val="A516C804"/>
    <w:lvl w:ilvl="0">
      <w:start w:val="1"/>
      <w:numFmt w:val="bullet"/>
      <w:suff w:val="nothing"/>
      <w:lvlText w:val=""/>
      <w:lvlJc w:val="left"/>
      <w:pPr>
        <w:ind w:left="113" w:hanging="113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190C1BF1"/>
    <w:multiLevelType w:val="hybridMultilevel"/>
    <w:tmpl w:val="5FF80E4A"/>
    <w:lvl w:ilvl="0" w:tplc="0416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D05C76"/>
    <w:multiLevelType w:val="hybridMultilevel"/>
    <w:tmpl w:val="E7A2F752"/>
    <w:lvl w:ilvl="0" w:tplc="5E5ED2E8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E141A9"/>
    <w:multiLevelType w:val="hybridMultilevel"/>
    <w:tmpl w:val="6062230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E310D0"/>
    <w:multiLevelType w:val="hybridMultilevel"/>
    <w:tmpl w:val="39106E7C"/>
    <w:lvl w:ilvl="0" w:tplc="C784CFC0">
      <w:start w:val="1"/>
      <w:numFmt w:val="bullet"/>
      <w:lvlText w:val="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1079D"/>
    <w:multiLevelType w:val="hybridMultilevel"/>
    <w:tmpl w:val="6DFAA3D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F35D05"/>
    <w:multiLevelType w:val="hybridMultilevel"/>
    <w:tmpl w:val="AB7423FE"/>
    <w:lvl w:ilvl="0" w:tplc="0416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2D0607"/>
    <w:multiLevelType w:val="hybridMultilevel"/>
    <w:tmpl w:val="EBAEF364"/>
    <w:lvl w:ilvl="0" w:tplc="05DC09B2">
      <w:start w:val="1"/>
      <w:numFmt w:val="bullet"/>
      <w:lvlText w:val=""/>
      <w:lvlJc w:val="left"/>
      <w:pPr>
        <w:tabs>
          <w:tab w:val="num" w:pos="360"/>
        </w:tabs>
        <w:ind w:left="57" w:hanging="57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B657EA3"/>
    <w:multiLevelType w:val="hybridMultilevel"/>
    <w:tmpl w:val="5D5AC9F8"/>
    <w:lvl w:ilvl="0" w:tplc="0416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24D2A"/>
    <w:multiLevelType w:val="hybridMultilevel"/>
    <w:tmpl w:val="ECE835EC"/>
    <w:lvl w:ilvl="0" w:tplc="ADCC1340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7536D6"/>
    <w:multiLevelType w:val="hybridMultilevel"/>
    <w:tmpl w:val="EBAEF364"/>
    <w:lvl w:ilvl="0" w:tplc="04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4782A40"/>
    <w:multiLevelType w:val="hybridMultilevel"/>
    <w:tmpl w:val="18F4A0E4"/>
    <w:lvl w:ilvl="0" w:tplc="04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B9E5037"/>
    <w:multiLevelType w:val="hybridMultilevel"/>
    <w:tmpl w:val="20D8839C"/>
    <w:lvl w:ilvl="0" w:tplc="0416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367A78"/>
    <w:multiLevelType w:val="hybridMultilevel"/>
    <w:tmpl w:val="4272A498"/>
    <w:lvl w:ilvl="0" w:tplc="ADCC1340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8A3C6E"/>
    <w:multiLevelType w:val="hybridMultilevel"/>
    <w:tmpl w:val="F41EC384"/>
    <w:lvl w:ilvl="0" w:tplc="C784CFC0">
      <w:start w:val="1"/>
      <w:numFmt w:val="bullet"/>
      <w:lvlText w:val="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9C5402"/>
    <w:multiLevelType w:val="hybridMultilevel"/>
    <w:tmpl w:val="340AE436"/>
    <w:lvl w:ilvl="0" w:tplc="0416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EC1D73"/>
    <w:multiLevelType w:val="hybridMultilevel"/>
    <w:tmpl w:val="D75A4C1C"/>
    <w:lvl w:ilvl="0" w:tplc="ADCC1340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CC12E2"/>
    <w:multiLevelType w:val="hybridMultilevel"/>
    <w:tmpl w:val="2A80D936"/>
    <w:lvl w:ilvl="0" w:tplc="5E5ED2E8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284302"/>
    <w:multiLevelType w:val="hybridMultilevel"/>
    <w:tmpl w:val="EE8ADB80"/>
    <w:lvl w:ilvl="0" w:tplc="5E5ED2E8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1E27D2"/>
    <w:multiLevelType w:val="hybridMultilevel"/>
    <w:tmpl w:val="77CC6B58"/>
    <w:lvl w:ilvl="0" w:tplc="0416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5E0EC8"/>
    <w:multiLevelType w:val="hybridMultilevel"/>
    <w:tmpl w:val="8914290C"/>
    <w:lvl w:ilvl="0" w:tplc="ADCC1340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A1653B"/>
    <w:multiLevelType w:val="hybridMultilevel"/>
    <w:tmpl w:val="C8F85B08"/>
    <w:lvl w:ilvl="0" w:tplc="ADCC1340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80024C"/>
    <w:multiLevelType w:val="hybridMultilevel"/>
    <w:tmpl w:val="9C8089FC"/>
    <w:lvl w:ilvl="0" w:tplc="ADCC1340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B70DF2"/>
    <w:multiLevelType w:val="hybridMultilevel"/>
    <w:tmpl w:val="90CA0934"/>
    <w:lvl w:ilvl="0" w:tplc="0416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D866AD1"/>
    <w:multiLevelType w:val="hybridMultilevel"/>
    <w:tmpl w:val="457AB5B6"/>
    <w:lvl w:ilvl="0" w:tplc="ADCC1340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835BFF"/>
    <w:multiLevelType w:val="hybridMultilevel"/>
    <w:tmpl w:val="26BAFD0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8809A1"/>
    <w:multiLevelType w:val="hybridMultilevel"/>
    <w:tmpl w:val="269EECE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AF49F8"/>
    <w:multiLevelType w:val="hybridMultilevel"/>
    <w:tmpl w:val="12D4AC18"/>
    <w:lvl w:ilvl="0" w:tplc="C784CFC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-1920"/>
        </w:tabs>
        <w:ind w:left="-19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-1200"/>
        </w:tabs>
        <w:ind w:left="-12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-480"/>
        </w:tabs>
        <w:ind w:left="-4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240"/>
        </w:tabs>
        <w:ind w:left="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960"/>
        </w:tabs>
        <w:ind w:left="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1"/>
  </w:num>
  <w:num w:numId="3">
    <w:abstractNumId w:val="8"/>
  </w:num>
  <w:num w:numId="4">
    <w:abstractNumId w:val="15"/>
  </w:num>
  <w:num w:numId="5">
    <w:abstractNumId w:val="12"/>
  </w:num>
  <w:num w:numId="6">
    <w:abstractNumId w:val="23"/>
  </w:num>
  <w:num w:numId="7">
    <w:abstractNumId w:val="7"/>
  </w:num>
  <w:num w:numId="8">
    <w:abstractNumId w:val="22"/>
  </w:num>
  <w:num w:numId="9">
    <w:abstractNumId w:val="29"/>
  </w:num>
  <w:num w:numId="10">
    <w:abstractNumId w:val="21"/>
  </w:num>
  <w:num w:numId="11">
    <w:abstractNumId w:val="4"/>
  </w:num>
  <w:num w:numId="12">
    <w:abstractNumId w:val="26"/>
  </w:num>
  <w:num w:numId="13">
    <w:abstractNumId w:val="25"/>
  </w:num>
  <w:num w:numId="14">
    <w:abstractNumId w:val="14"/>
  </w:num>
  <w:num w:numId="15">
    <w:abstractNumId w:val="1"/>
  </w:num>
  <w:num w:numId="16">
    <w:abstractNumId w:val="5"/>
  </w:num>
  <w:num w:numId="17">
    <w:abstractNumId w:val="27"/>
  </w:num>
  <w:num w:numId="18">
    <w:abstractNumId w:val="2"/>
  </w:num>
  <w:num w:numId="19">
    <w:abstractNumId w:val="18"/>
  </w:num>
  <w:num w:numId="20">
    <w:abstractNumId w:val="20"/>
  </w:num>
  <w:num w:numId="21">
    <w:abstractNumId w:val="28"/>
  </w:num>
  <w:num w:numId="22">
    <w:abstractNumId w:val="32"/>
  </w:num>
  <w:num w:numId="23">
    <w:abstractNumId w:val="19"/>
  </w:num>
  <w:num w:numId="24">
    <w:abstractNumId w:val="9"/>
  </w:num>
  <w:num w:numId="25">
    <w:abstractNumId w:val="3"/>
  </w:num>
  <w:num w:numId="26">
    <w:abstractNumId w:val="13"/>
  </w:num>
  <w:num w:numId="27">
    <w:abstractNumId w:val="17"/>
  </w:num>
  <w:num w:numId="28">
    <w:abstractNumId w:val="11"/>
  </w:num>
  <w:num w:numId="29">
    <w:abstractNumId w:val="6"/>
  </w:num>
  <w:num w:numId="30">
    <w:abstractNumId w:val="24"/>
  </w:num>
  <w:num w:numId="31">
    <w:abstractNumId w:val="30"/>
  </w:num>
  <w:num w:numId="32">
    <w:abstractNumId w:val="10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DB9"/>
    <w:rsid w:val="00012941"/>
    <w:rsid w:val="00017D7F"/>
    <w:rsid w:val="000209F1"/>
    <w:rsid w:val="00021648"/>
    <w:rsid w:val="00023335"/>
    <w:rsid w:val="000439F6"/>
    <w:rsid w:val="00056BC2"/>
    <w:rsid w:val="0005700E"/>
    <w:rsid w:val="000827C0"/>
    <w:rsid w:val="00086FFE"/>
    <w:rsid w:val="00091898"/>
    <w:rsid w:val="00091DB9"/>
    <w:rsid w:val="00095E81"/>
    <w:rsid w:val="000C3CC8"/>
    <w:rsid w:val="000C453F"/>
    <w:rsid w:val="000D183B"/>
    <w:rsid w:val="000E0E5C"/>
    <w:rsid w:val="000F094E"/>
    <w:rsid w:val="00104333"/>
    <w:rsid w:val="00112315"/>
    <w:rsid w:val="001133B0"/>
    <w:rsid w:val="00120C91"/>
    <w:rsid w:val="00122D8F"/>
    <w:rsid w:val="0012755F"/>
    <w:rsid w:val="00142D9F"/>
    <w:rsid w:val="00157502"/>
    <w:rsid w:val="00157851"/>
    <w:rsid w:val="00164DEA"/>
    <w:rsid w:val="00177BCC"/>
    <w:rsid w:val="0018649C"/>
    <w:rsid w:val="001A09BF"/>
    <w:rsid w:val="001A5714"/>
    <w:rsid w:val="001C3EC7"/>
    <w:rsid w:val="001D296B"/>
    <w:rsid w:val="001D2B01"/>
    <w:rsid w:val="001D48D0"/>
    <w:rsid w:val="001D4F32"/>
    <w:rsid w:val="001D7700"/>
    <w:rsid w:val="001E403F"/>
    <w:rsid w:val="001E59C3"/>
    <w:rsid w:val="001F2E40"/>
    <w:rsid w:val="001F6C89"/>
    <w:rsid w:val="002273E5"/>
    <w:rsid w:val="00234384"/>
    <w:rsid w:val="00242525"/>
    <w:rsid w:val="00245404"/>
    <w:rsid w:val="00245AB8"/>
    <w:rsid w:val="00246791"/>
    <w:rsid w:val="00246D1D"/>
    <w:rsid w:val="00254DC6"/>
    <w:rsid w:val="0025585C"/>
    <w:rsid w:val="00260692"/>
    <w:rsid w:val="00262BF0"/>
    <w:rsid w:val="00274225"/>
    <w:rsid w:val="002765AA"/>
    <w:rsid w:val="00280086"/>
    <w:rsid w:val="0028249C"/>
    <w:rsid w:val="00285345"/>
    <w:rsid w:val="0028769D"/>
    <w:rsid w:val="00287820"/>
    <w:rsid w:val="0028786B"/>
    <w:rsid w:val="00291AF2"/>
    <w:rsid w:val="002B13D1"/>
    <w:rsid w:val="002D25DA"/>
    <w:rsid w:val="002D35C8"/>
    <w:rsid w:val="002D5336"/>
    <w:rsid w:val="002E7CFC"/>
    <w:rsid w:val="002F6FFB"/>
    <w:rsid w:val="00334574"/>
    <w:rsid w:val="0034376D"/>
    <w:rsid w:val="003701E3"/>
    <w:rsid w:val="0037145C"/>
    <w:rsid w:val="003719ED"/>
    <w:rsid w:val="003807B7"/>
    <w:rsid w:val="0038162C"/>
    <w:rsid w:val="00387C2A"/>
    <w:rsid w:val="00390DF2"/>
    <w:rsid w:val="00396BF4"/>
    <w:rsid w:val="00397FC0"/>
    <w:rsid w:val="003B0FC3"/>
    <w:rsid w:val="003D7BD8"/>
    <w:rsid w:val="003F3DE8"/>
    <w:rsid w:val="0040609E"/>
    <w:rsid w:val="00406D3E"/>
    <w:rsid w:val="004125D7"/>
    <w:rsid w:val="00412FC8"/>
    <w:rsid w:val="00434EDA"/>
    <w:rsid w:val="004367B7"/>
    <w:rsid w:val="00436DB7"/>
    <w:rsid w:val="00452139"/>
    <w:rsid w:val="00455B8D"/>
    <w:rsid w:val="0046084B"/>
    <w:rsid w:val="00463B30"/>
    <w:rsid w:val="00465D5E"/>
    <w:rsid w:val="00484636"/>
    <w:rsid w:val="0049602A"/>
    <w:rsid w:val="004A1F43"/>
    <w:rsid w:val="004A303A"/>
    <w:rsid w:val="004A5870"/>
    <w:rsid w:val="004B00D2"/>
    <w:rsid w:val="004C05B3"/>
    <w:rsid w:val="004E69DC"/>
    <w:rsid w:val="004E744C"/>
    <w:rsid w:val="004F00B3"/>
    <w:rsid w:val="004F12EA"/>
    <w:rsid w:val="0051558C"/>
    <w:rsid w:val="005162AF"/>
    <w:rsid w:val="00531F04"/>
    <w:rsid w:val="00536DBD"/>
    <w:rsid w:val="00540B8C"/>
    <w:rsid w:val="005463A5"/>
    <w:rsid w:val="0055481B"/>
    <w:rsid w:val="0055587A"/>
    <w:rsid w:val="0056244F"/>
    <w:rsid w:val="00567425"/>
    <w:rsid w:val="00570ACC"/>
    <w:rsid w:val="005771F1"/>
    <w:rsid w:val="00581C8C"/>
    <w:rsid w:val="005A2689"/>
    <w:rsid w:val="005A33E5"/>
    <w:rsid w:val="005A3632"/>
    <w:rsid w:val="005A4BD2"/>
    <w:rsid w:val="005C4199"/>
    <w:rsid w:val="005F3B16"/>
    <w:rsid w:val="00603FF3"/>
    <w:rsid w:val="00606FDC"/>
    <w:rsid w:val="006167BD"/>
    <w:rsid w:val="006303FB"/>
    <w:rsid w:val="0064092B"/>
    <w:rsid w:val="0066470A"/>
    <w:rsid w:val="006657ED"/>
    <w:rsid w:val="00671BC3"/>
    <w:rsid w:val="006747E3"/>
    <w:rsid w:val="00675D13"/>
    <w:rsid w:val="00677E76"/>
    <w:rsid w:val="0068147A"/>
    <w:rsid w:val="006951E5"/>
    <w:rsid w:val="006A74DF"/>
    <w:rsid w:val="006B4E47"/>
    <w:rsid w:val="006C425A"/>
    <w:rsid w:val="006C7A4F"/>
    <w:rsid w:val="006D0633"/>
    <w:rsid w:val="006E26B8"/>
    <w:rsid w:val="006E5BBE"/>
    <w:rsid w:val="006F7754"/>
    <w:rsid w:val="00706BCB"/>
    <w:rsid w:val="00710F59"/>
    <w:rsid w:val="00713A0B"/>
    <w:rsid w:val="007200F0"/>
    <w:rsid w:val="00730E71"/>
    <w:rsid w:val="007356F2"/>
    <w:rsid w:val="007579FE"/>
    <w:rsid w:val="0076203F"/>
    <w:rsid w:val="00763AF1"/>
    <w:rsid w:val="007838DF"/>
    <w:rsid w:val="00784B08"/>
    <w:rsid w:val="007874E9"/>
    <w:rsid w:val="007930B6"/>
    <w:rsid w:val="0079387A"/>
    <w:rsid w:val="007A50B3"/>
    <w:rsid w:val="007A5369"/>
    <w:rsid w:val="007A589B"/>
    <w:rsid w:val="007B48D9"/>
    <w:rsid w:val="007C350D"/>
    <w:rsid w:val="007E04E6"/>
    <w:rsid w:val="007E0A75"/>
    <w:rsid w:val="007E36BD"/>
    <w:rsid w:val="007F5E9F"/>
    <w:rsid w:val="008079EF"/>
    <w:rsid w:val="00810B3E"/>
    <w:rsid w:val="0082577D"/>
    <w:rsid w:val="00840D21"/>
    <w:rsid w:val="008430BA"/>
    <w:rsid w:val="00843484"/>
    <w:rsid w:val="0084761F"/>
    <w:rsid w:val="0085723E"/>
    <w:rsid w:val="00857587"/>
    <w:rsid w:val="00865FC2"/>
    <w:rsid w:val="00872197"/>
    <w:rsid w:val="00886494"/>
    <w:rsid w:val="00894030"/>
    <w:rsid w:val="008A3249"/>
    <w:rsid w:val="008C1E7F"/>
    <w:rsid w:val="008E60AB"/>
    <w:rsid w:val="008F5A25"/>
    <w:rsid w:val="00900EBD"/>
    <w:rsid w:val="00901C76"/>
    <w:rsid w:val="00912F3C"/>
    <w:rsid w:val="00921D8D"/>
    <w:rsid w:val="00923CF9"/>
    <w:rsid w:val="00940199"/>
    <w:rsid w:val="009413A8"/>
    <w:rsid w:val="00945AB4"/>
    <w:rsid w:val="00946FDD"/>
    <w:rsid w:val="00957C72"/>
    <w:rsid w:val="00965FBA"/>
    <w:rsid w:val="009746E1"/>
    <w:rsid w:val="009762E1"/>
    <w:rsid w:val="00977096"/>
    <w:rsid w:val="00977E7B"/>
    <w:rsid w:val="0098245B"/>
    <w:rsid w:val="00992702"/>
    <w:rsid w:val="009942BA"/>
    <w:rsid w:val="009A2828"/>
    <w:rsid w:val="009A4245"/>
    <w:rsid w:val="009B575A"/>
    <w:rsid w:val="009C5C9A"/>
    <w:rsid w:val="009E0554"/>
    <w:rsid w:val="009E1ADB"/>
    <w:rsid w:val="009E660B"/>
    <w:rsid w:val="00A02FAA"/>
    <w:rsid w:val="00A03A42"/>
    <w:rsid w:val="00A05241"/>
    <w:rsid w:val="00A069EE"/>
    <w:rsid w:val="00A07855"/>
    <w:rsid w:val="00A22DF5"/>
    <w:rsid w:val="00A36327"/>
    <w:rsid w:val="00A40635"/>
    <w:rsid w:val="00A64F37"/>
    <w:rsid w:val="00A74C92"/>
    <w:rsid w:val="00A8547A"/>
    <w:rsid w:val="00A8678C"/>
    <w:rsid w:val="00A8721B"/>
    <w:rsid w:val="00A937E9"/>
    <w:rsid w:val="00AA30A0"/>
    <w:rsid w:val="00AD22F5"/>
    <w:rsid w:val="00AD24BE"/>
    <w:rsid w:val="00AD78EB"/>
    <w:rsid w:val="00AE452E"/>
    <w:rsid w:val="00AF1595"/>
    <w:rsid w:val="00AF18E4"/>
    <w:rsid w:val="00AF32A6"/>
    <w:rsid w:val="00AF57A6"/>
    <w:rsid w:val="00B00CBB"/>
    <w:rsid w:val="00B15D74"/>
    <w:rsid w:val="00B16664"/>
    <w:rsid w:val="00B30523"/>
    <w:rsid w:val="00B32642"/>
    <w:rsid w:val="00B4282F"/>
    <w:rsid w:val="00B430AC"/>
    <w:rsid w:val="00B440B0"/>
    <w:rsid w:val="00B53EC6"/>
    <w:rsid w:val="00B63FD2"/>
    <w:rsid w:val="00B8751F"/>
    <w:rsid w:val="00BA3356"/>
    <w:rsid w:val="00BC1B2B"/>
    <w:rsid w:val="00BE3051"/>
    <w:rsid w:val="00BE4BBF"/>
    <w:rsid w:val="00BE6E18"/>
    <w:rsid w:val="00BF4239"/>
    <w:rsid w:val="00C04388"/>
    <w:rsid w:val="00C0797A"/>
    <w:rsid w:val="00C31910"/>
    <w:rsid w:val="00C337F3"/>
    <w:rsid w:val="00C35342"/>
    <w:rsid w:val="00C71222"/>
    <w:rsid w:val="00C73945"/>
    <w:rsid w:val="00C73FF9"/>
    <w:rsid w:val="00C75D25"/>
    <w:rsid w:val="00C95164"/>
    <w:rsid w:val="00C95170"/>
    <w:rsid w:val="00CA335C"/>
    <w:rsid w:val="00CB0272"/>
    <w:rsid w:val="00CB041F"/>
    <w:rsid w:val="00CB3377"/>
    <w:rsid w:val="00CC158C"/>
    <w:rsid w:val="00CC559C"/>
    <w:rsid w:val="00CD6BC2"/>
    <w:rsid w:val="00CF3DA2"/>
    <w:rsid w:val="00D10759"/>
    <w:rsid w:val="00D10FAE"/>
    <w:rsid w:val="00D17E99"/>
    <w:rsid w:val="00D32C6F"/>
    <w:rsid w:val="00D457A6"/>
    <w:rsid w:val="00D51A05"/>
    <w:rsid w:val="00D60E26"/>
    <w:rsid w:val="00D67419"/>
    <w:rsid w:val="00D75C71"/>
    <w:rsid w:val="00D82E31"/>
    <w:rsid w:val="00D932B9"/>
    <w:rsid w:val="00D952EB"/>
    <w:rsid w:val="00D97B81"/>
    <w:rsid w:val="00DB38E5"/>
    <w:rsid w:val="00DC1A28"/>
    <w:rsid w:val="00DE4D61"/>
    <w:rsid w:val="00DF0711"/>
    <w:rsid w:val="00DF5D9E"/>
    <w:rsid w:val="00E21846"/>
    <w:rsid w:val="00E22224"/>
    <w:rsid w:val="00E22F96"/>
    <w:rsid w:val="00E93F39"/>
    <w:rsid w:val="00EA0B95"/>
    <w:rsid w:val="00EA301A"/>
    <w:rsid w:val="00EA3277"/>
    <w:rsid w:val="00EC09DE"/>
    <w:rsid w:val="00EC4975"/>
    <w:rsid w:val="00EC542C"/>
    <w:rsid w:val="00EC63B8"/>
    <w:rsid w:val="00EC67E7"/>
    <w:rsid w:val="00ED7EDB"/>
    <w:rsid w:val="00EE6117"/>
    <w:rsid w:val="00EF7CFB"/>
    <w:rsid w:val="00F0025E"/>
    <w:rsid w:val="00F02B7F"/>
    <w:rsid w:val="00F06DDD"/>
    <w:rsid w:val="00F25B7D"/>
    <w:rsid w:val="00F323FF"/>
    <w:rsid w:val="00F3371D"/>
    <w:rsid w:val="00F40727"/>
    <w:rsid w:val="00F6293B"/>
    <w:rsid w:val="00F62F94"/>
    <w:rsid w:val="00F634DA"/>
    <w:rsid w:val="00F71337"/>
    <w:rsid w:val="00F82D85"/>
    <w:rsid w:val="00FC033F"/>
    <w:rsid w:val="00FC03C1"/>
    <w:rsid w:val="00FD18FB"/>
    <w:rsid w:val="00FD4608"/>
    <w:rsid w:val="00FD6909"/>
    <w:rsid w:val="00FD7636"/>
    <w:rsid w:val="00FD7F26"/>
    <w:rsid w:val="00FE2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3E2A5E"/>
  <w15:docId w15:val="{CBAFA4BC-BB2C-4039-9F81-37E949913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E4BBF"/>
    <w:rPr>
      <w:sz w:val="24"/>
      <w:szCs w:val="24"/>
      <w:lang w:eastAsia="pt-BR"/>
    </w:rPr>
  </w:style>
  <w:style w:type="paragraph" w:styleId="Ttulo1">
    <w:name w:val="heading 1"/>
    <w:basedOn w:val="Normal"/>
    <w:next w:val="Normal"/>
    <w:qFormat/>
    <w:rsid w:val="007A50B3"/>
    <w:pPr>
      <w:keepNext/>
      <w:pBdr>
        <w:top w:val="single" w:sz="6" w:space="1" w:color="auto"/>
        <w:bottom w:val="single" w:sz="6" w:space="1" w:color="auto"/>
      </w:pBdr>
      <w:jc w:val="center"/>
      <w:outlineLvl w:val="0"/>
    </w:pPr>
    <w:rPr>
      <w:rFonts w:ascii="Arial" w:hAnsi="Arial" w:cs="Arial"/>
      <w:b/>
      <w:bCs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rsid w:val="007A50B3"/>
    <w:rPr>
      <w:color w:val="0000FF"/>
      <w:u w:val="single"/>
    </w:rPr>
  </w:style>
  <w:style w:type="paragraph" w:styleId="MapadoDocumento">
    <w:name w:val="Document Map"/>
    <w:basedOn w:val="Normal"/>
    <w:semiHidden/>
    <w:rsid w:val="007A50B3"/>
    <w:pPr>
      <w:shd w:val="clear" w:color="auto" w:fill="000080"/>
    </w:pPr>
    <w:rPr>
      <w:rFonts w:ascii="Tahoma" w:hAnsi="Tahoma" w:cs="Tahoma"/>
    </w:rPr>
  </w:style>
  <w:style w:type="paragraph" w:styleId="Lista">
    <w:name w:val="List"/>
    <w:basedOn w:val="Normal"/>
    <w:rsid w:val="007A50B3"/>
    <w:pPr>
      <w:ind w:left="283" w:hanging="283"/>
    </w:pPr>
  </w:style>
  <w:style w:type="paragraph" w:styleId="Corpodetexto">
    <w:name w:val="Body Text"/>
    <w:basedOn w:val="Normal"/>
    <w:rsid w:val="007A50B3"/>
    <w:pPr>
      <w:spacing w:after="120"/>
    </w:pPr>
  </w:style>
  <w:style w:type="paragraph" w:styleId="Ttulo">
    <w:name w:val="Title"/>
    <w:basedOn w:val="Normal"/>
    <w:qFormat/>
    <w:rsid w:val="007A50B3"/>
    <w:pPr>
      <w:jc w:val="center"/>
      <w:outlineLvl w:val="0"/>
    </w:pPr>
    <w:rPr>
      <w:rFonts w:ascii="Arial" w:hAnsi="Arial" w:cs="Arial"/>
      <w:b/>
      <w:bCs/>
      <w:sz w:val="22"/>
    </w:rPr>
  </w:style>
  <w:style w:type="character" w:styleId="HiperlinkVisitado">
    <w:name w:val="FollowedHyperlink"/>
    <w:basedOn w:val="Fontepargpadro"/>
    <w:rsid w:val="007A50B3"/>
    <w:rPr>
      <w:color w:val="800080"/>
      <w:u w:val="single"/>
    </w:rPr>
  </w:style>
  <w:style w:type="paragraph" w:styleId="Cabealho">
    <w:name w:val="header"/>
    <w:basedOn w:val="Normal"/>
    <w:rsid w:val="007A50B3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7A50B3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D10759"/>
  </w:style>
  <w:style w:type="paragraph" w:styleId="Textodebalo">
    <w:name w:val="Balloon Text"/>
    <w:basedOn w:val="Normal"/>
    <w:semiHidden/>
    <w:rsid w:val="00A8547A"/>
    <w:rPr>
      <w:rFonts w:ascii="Tahoma" w:hAnsi="Tahoma" w:cs="Tahoma"/>
      <w:sz w:val="16"/>
      <w:szCs w:val="16"/>
    </w:rPr>
  </w:style>
  <w:style w:type="character" w:styleId="nfaseSutil">
    <w:name w:val="Subtle Emphasis"/>
    <w:basedOn w:val="Fontepargpadro"/>
    <w:uiPriority w:val="19"/>
    <w:qFormat/>
    <w:rsid w:val="00540B8C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\Documents\rosangela%200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E953A4F-9953-40B0-99E0-2322AB2A4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rosangela 03</Template>
  <TotalTime>2</TotalTime>
  <Pages>1</Pages>
  <Words>312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Fulana Ciclana de Tal</vt:lpstr>
    </vt:vector>
  </TitlesOfParts>
  <Company>carlosmartins</Company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Fulana Ciclana de Tal</dc:title>
  <dc:creator>PC</dc:creator>
  <cp:lastModifiedBy>User</cp:lastModifiedBy>
  <cp:revision>2</cp:revision>
  <cp:lastPrinted>2019-02-26T13:31:00Z</cp:lastPrinted>
  <dcterms:created xsi:type="dcterms:W3CDTF">2024-05-06T12:52:00Z</dcterms:created>
  <dcterms:modified xsi:type="dcterms:W3CDTF">2024-05-06T12:52:00Z</dcterms:modified>
</cp:coreProperties>
</file>