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E6BF8" w14:textId="09CF88C4" w:rsidR="00F11D59" w:rsidRPr="00D57B40" w:rsidRDefault="00374D9C">
      <w:pPr>
        <w:pStyle w:val="Nome"/>
        <w:rPr>
          <w:b w:val="0"/>
          <w:bCs/>
        </w:rPr>
      </w:pPr>
      <w:r w:rsidRPr="00D57B40">
        <w:rPr>
          <w:b w:val="0"/>
          <w:bCs/>
        </w:rPr>
        <w:t>Julie Caroline Silva Martins</w:t>
      </w:r>
    </w:p>
    <w:p w14:paraId="2481101E" w14:textId="77777777" w:rsidR="00374D9C" w:rsidRDefault="00374D9C">
      <w:pPr>
        <w:pStyle w:val="Nome"/>
      </w:pPr>
    </w:p>
    <w:p w14:paraId="2485C451" w14:textId="46FA8103" w:rsidR="002B60ED" w:rsidRDefault="002B60ED">
      <w:pPr>
        <w:pStyle w:val="InformaesdeContato"/>
        <w:rPr>
          <w:lang w:bidi="pt-BR"/>
        </w:rPr>
      </w:pPr>
      <w:r>
        <w:rPr>
          <w:lang w:bidi="pt-BR"/>
        </w:rPr>
        <w:t>Idade:</w:t>
      </w:r>
      <w:r w:rsidR="00697F98">
        <w:rPr>
          <w:lang w:bidi="pt-BR"/>
        </w:rPr>
        <w:t>2</w:t>
      </w:r>
      <w:r w:rsidR="00EF7C30">
        <w:rPr>
          <w:lang w:bidi="pt-BR"/>
        </w:rPr>
        <w:t>4</w:t>
      </w:r>
      <w:r w:rsidR="00697F98">
        <w:rPr>
          <w:lang w:bidi="pt-BR"/>
        </w:rPr>
        <w:t xml:space="preserve">anos </w:t>
      </w:r>
    </w:p>
    <w:p w14:paraId="646894E1" w14:textId="57F5801A" w:rsidR="00D57B40" w:rsidRDefault="002B60ED">
      <w:pPr>
        <w:pStyle w:val="InformaesdeContato"/>
        <w:rPr>
          <w:lang w:bidi="pt-BR"/>
        </w:rPr>
      </w:pPr>
      <w:r>
        <w:rPr>
          <w:lang w:bidi="pt-BR"/>
        </w:rPr>
        <w:t>Endereço: José</w:t>
      </w:r>
      <w:r w:rsidR="00B55318">
        <w:rPr>
          <w:lang w:bidi="pt-BR"/>
        </w:rPr>
        <w:t xml:space="preserve"> Pereira dos Santos,585</w:t>
      </w:r>
    </w:p>
    <w:p w14:paraId="0D190653" w14:textId="6C807D3E" w:rsidR="00B55318" w:rsidRDefault="004373C7">
      <w:pPr>
        <w:pStyle w:val="InformaesdeContato"/>
        <w:rPr>
          <w:lang w:bidi="pt-BR"/>
        </w:rPr>
      </w:pPr>
      <w:r>
        <w:rPr>
          <w:lang w:bidi="pt-BR"/>
        </w:rPr>
        <w:t xml:space="preserve"> </w:t>
      </w:r>
      <w:r w:rsidR="00B55318">
        <w:rPr>
          <w:lang w:bidi="pt-BR"/>
        </w:rPr>
        <w:t>Telefone:</w:t>
      </w:r>
      <w:r w:rsidR="0027774E">
        <w:rPr>
          <w:lang w:bidi="pt-BR"/>
        </w:rPr>
        <w:t>16982317789/16</w:t>
      </w:r>
      <w:r w:rsidR="006A46C9">
        <w:rPr>
          <w:lang w:bidi="pt-BR"/>
        </w:rPr>
        <w:t>32366015</w:t>
      </w:r>
    </w:p>
    <w:p w14:paraId="06540EAB" w14:textId="4ACDFE18" w:rsidR="00F11D59" w:rsidRDefault="004373C7">
      <w:pPr>
        <w:pStyle w:val="InformaesdeContato"/>
        <w:rPr>
          <w:lang w:bidi="pt-BR"/>
        </w:rPr>
      </w:pPr>
      <w:r>
        <w:rPr>
          <w:lang w:bidi="pt-BR"/>
        </w:rPr>
        <w:t xml:space="preserve"> </w:t>
      </w:r>
      <w:proofErr w:type="spellStart"/>
      <w:r w:rsidR="002262CA">
        <w:rPr>
          <w:lang w:bidi="pt-BR"/>
        </w:rPr>
        <w:t>Email</w:t>
      </w:r>
      <w:proofErr w:type="spellEnd"/>
      <w:r w:rsidR="002262CA">
        <w:rPr>
          <w:lang w:bidi="pt-BR"/>
        </w:rPr>
        <w:t xml:space="preserve">: </w:t>
      </w:r>
      <w:hyperlink r:id="rId7" w:history="1">
        <w:r w:rsidR="00FB479B" w:rsidRPr="007804DA">
          <w:rPr>
            <w:rStyle w:val="Hyperlink"/>
            <w:lang w:bidi="pt-BR"/>
          </w:rPr>
          <w:t>juliecaroline304@gmail.com</w:t>
        </w:r>
      </w:hyperlink>
    </w:p>
    <w:p w14:paraId="27E86254" w14:textId="72200DD7" w:rsidR="00FB479B" w:rsidRDefault="00FB479B">
      <w:pPr>
        <w:pStyle w:val="InformaesdeContato"/>
      </w:pPr>
    </w:p>
    <w:p w14:paraId="1E472052" w14:textId="3C6F7E9A" w:rsidR="00F11D59" w:rsidRDefault="00DD0E22">
      <w:pPr>
        <w:spacing w:after="180"/>
      </w:pPr>
      <w:sdt>
        <w:sdtPr>
          <w:id w:val="-819804518"/>
          <w:placeholder>
            <w:docPart w:val="6BFA9034B9E719449B7D4FD0857E8FF0"/>
          </w:placeholder>
          <w:temporary/>
          <w:showingPlcHdr/>
          <w15:appearance w15:val="hidden"/>
        </w:sdtPr>
        <w:sdtEndPr/>
        <w:sdtContent>
          <w:r w:rsidR="004373C7">
            <w:rPr>
              <w:lang w:bidi="pt-BR"/>
            </w:rPr>
            <w:t>Resumo das Habilidades</w:t>
          </w:r>
        </w:sdtContent>
      </w:sdt>
    </w:p>
    <w:p w14:paraId="1C58B702" w14:textId="244B9651" w:rsidR="00E635D1" w:rsidRDefault="009565E2" w:rsidP="00E635D1">
      <w:pPr>
        <w:pStyle w:val="PargrafodaLista"/>
        <w:numPr>
          <w:ilvl w:val="0"/>
          <w:numId w:val="11"/>
        </w:numPr>
        <w:spacing w:after="180"/>
      </w:pPr>
      <w:r>
        <w:t>Dedicação</w:t>
      </w:r>
      <w:r w:rsidR="00523606">
        <w:t xml:space="preserve"> e Agilidade</w:t>
      </w:r>
      <w:r>
        <w:t xml:space="preserve"> em executar tarefas</w:t>
      </w:r>
    </w:p>
    <w:p w14:paraId="0F5FF5AB" w14:textId="77777777" w:rsidR="00B7117F" w:rsidRDefault="00AA628D" w:rsidP="00E635D1">
      <w:pPr>
        <w:pStyle w:val="PargrafodaLista"/>
        <w:numPr>
          <w:ilvl w:val="0"/>
          <w:numId w:val="11"/>
        </w:numPr>
        <w:spacing w:after="180"/>
      </w:pPr>
      <w:r>
        <w:t xml:space="preserve">Experiência em </w:t>
      </w:r>
      <w:r w:rsidR="001B5AAF">
        <w:t xml:space="preserve">atendimento ao </w:t>
      </w:r>
      <w:r w:rsidR="0086047C">
        <w:t>público.</w:t>
      </w:r>
    </w:p>
    <w:p w14:paraId="640AC652" w14:textId="3B92F223" w:rsidR="009565E2" w:rsidRDefault="001B5AAF" w:rsidP="00AB1901">
      <w:pPr>
        <w:pStyle w:val="PargrafodaLista"/>
        <w:spacing w:after="180"/>
        <w:ind w:left="720" w:firstLine="0"/>
      </w:pPr>
      <w:r>
        <w:t xml:space="preserve"> </w:t>
      </w:r>
    </w:p>
    <w:p w14:paraId="13CAC618" w14:textId="11E780D9" w:rsidR="001B5AAF" w:rsidRDefault="001B5AAF" w:rsidP="0086047C">
      <w:pPr>
        <w:pStyle w:val="PargrafodaLista"/>
        <w:spacing w:after="180"/>
        <w:ind w:left="720" w:firstLine="0"/>
      </w:pPr>
    </w:p>
    <w:p w14:paraId="52E8D796" w14:textId="32138092" w:rsidR="00F11D59" w:rsidRDefault="003722EA" w:rsidP="00270DB9">
      <w:pPr>
        <w:pStyle w:val="Ttulo1"/>
      </w:pPr>
      <w:r>
        <w:rPr>
          <w:lang w:bidi="pt-BR"/>
        </w:rPr>
        <w:t>Educação/Grau</w:t>
      </w:r>
    </w:p>
    <w:p w14:paraId="49A38489" w14:textId="13B96B05" w:rsidR="00F11D59" w:rsidRDefault="00690EF1" w:rsidP="00690EF1">
      <w:pPr>
        <w:pStyle w:val="PargrafodaLista"/>
        <w:numPr>
          <w:ilvl w:val="0"/>
          <w:numId w:val="12"/>
        </w:numPr>
      </w:pPr>
      <w:r>
        <w:t xml:space="preserve">Ensino médio </w:t>
      </w:r>
      <w:r w:rsidR="006D5844">
        <w:t>completo(2018</w:t>
      </w:r>
      <w:r w:rsidR="00AB17A7">
        <w:t>)</w:t>
      </w:r>
      <w:r w:rsidR="00585C5E">
        <w:t xml:space="preserve"> </w:t>
      </w:r>
    </w:p>
    <w:p w14:paraId="519A050D" w14:textId="77777777" w:rsidR="003722EA" w:rsidRDefault="00690EF1" w:rsidP="00690EF1">
      <w:pPr>
        <w:pStyle w:val="PargrafodaLista"/>
        <w:numPr>
          <w:ilvl w:val="0"/>
          <w:numId w:val="12"/>
        </w:numPr>
      </w:pPr>
      <w:r>
        <w:t>Ensino</w:t>
      </w:r>
      <w:r w:rsidR="00DA00F9">
        <w:t xml:space="preserve"> superior </w:t>
      </w:r>
      <w:r w:rsidR="000A516D">
        <w:t xml:space="preserve">incompleto </w:t>
      </w:r>
      <w:r w:rsidR="00E67482">
        <w:t>/</w:t>
      </w:r>
      <w:r w:rsidR="00BF5893">
        <w:t>graduação</w:t>
      </w:r>
      <w:r w:rsidR="00E67482">
        <w:t xml:space="preserve"> </w:t>
      </w:r>
      <w:r w:rsidR="00BF5893">
        <w:t>em</w:t>
      </w:r>
      <w:r w:rsidR="00E67482">
        <w:t xml:space="preserve"> pedagogia .</w:t>
      </w:r>
    </w:p>
    <w:p w14:paraId="0940E893" w14:textId="05F2FF11" w:rsidR="00690EF1" w:rsidRDefault="003722EA" w:rsidP="00690EF1">
      <w:pPr>
        <w:pStyle w:val="PargrafodaLista"/>
        <w:numPr>
          <w:ilvl w:val="0"/>
          <w:numId w:val="12"/>
        </w:numPr>
      </w:pPr>
      <w:r>
        <w:t xml:space="preserve">Curso </w:t>
      </w:r>
      <w:r w:rsidR="00FE6518">
        <w:t>de Arco administrativo</w:t>
      </w:r>
      <w:r w:rsidR="00DA00F9">
        <w:t xml:space="preserve"> </w:t>
      </w:r>
    </w:p>
    <w:p w14:paraId="562FF42F" w14:textId="285C3E17" w:rsidR="00984A83" w:rsidRDefault="00984A83" w:rsidP="00690EF1">
      <w:pPr>
        <w:pStyle w:val="PargrafodaLista"/>
        <w:numPr>
          <w:ilvl w:val="0"/>
          <w:numId w:val="12"/>
        </w:numPr>
      </w:pPr>
      <w:r>
        <w:t xml:space="preserve">Cursando técnico de farmácia </w:t>
      </w:r>
      <w:r w:rsidR="00A438FD">
        <w:t>no Senac (2022)</w:t>
      </w:r>
    </w:p>
    <w:p w14:paraId="21205CF4" w14:textId="77777777" w:rsidR="00F11D59" w:rsidRDefault="00DD0E22">
      <w:pPr>
        <w:pStyle w:val="Ttulo1"/>
      </w:pPr>
      <w:sdt>
        <w:sdtPr>
          <w:id w:val="617349259"/>
          <w:placeholder>
            <w:docPart w:val="6B8F0272AC9E1B4B96BC8B47F959EF84"/>
          </w:placeholder>
          <w:temporary/>
          <w:showingPlcHdr/>
          <w15:appearance w15:val="hidden"/>
        </w:sdtPr>
        <w:sdtEndPr/>
        <w:sdtContent>
          <w:r w:rsidR="004373C7">
            <w:rPr>
              <w:lang w:bidi="pt-BR"/>
            </w:rPr>
            <w:t>Experiência</w:t>
          </w:r>
        </w:sdtContent>
      </w:sdt>
    </w:p>
    <w:p w14:paraId="719AC6AB" w14:textId="77777777" w:rsidR="00F11D59" w:rsidRDefault="00DD0E22">
      <w:pPr>
        <w:pStyle w:val="Ttulo2"/>
      </w:pPr>
      <w:sdt>
        <w:sdtPr>
          <w:id w:val="692349886"/>
          <w:placeholder>
            <w:docPart w:val="01790A903A5DAE48A44A6F0DCD60C59D"/>
          </w:placeholder>
          <w:temporary/>
          <w:showingPlcHdr/>
          <w15:appearance w15:val="hidden"/>
        </w:sdtPr>
        <w:sdtEndPr/>
        <w:sdtContent>
          <w:r w:rsidR="004373C7">
            <w:rPr>
              <w:lang w:bidi="pt-BR"/>
            </w:rPr>
            <w:t>Nome do empregador</w:t>
          </w:r>
        </w:sdtContent>
      </w:sdt>
    </w:p>
    <w:p w14:paraId="59C479A4" w14:textId="77777777" w:rsidR="00F11D59" w:rsidRDefault="00DD0E22">
      <w:pPr>
        <w:pStyle w:val="Ttulo3"/>
      </w:pPr>
      <w:sdt>
        <w:sdtPr>
          <w:id w:val="-1405223110"/>
          <w:placeholder>
            <w:docPart w:val="F649C75B89CCFA478B706F330840414C"/>
          </w:placeholder>
          <w:temporary/>
          <w:showingPlcHdr/>
          <w15:appearance w15:val="hidden"/>
        </w:sdtPr>
        <w:sdtEndPr/>
        <w:sdtContent>
          <w:r w:rsidR="004373C7">
            <w:rPr>
              <w:lang w:bidi="pt-BR"/>
            </w:rPr>
            <w:t>Cargo / Datas de Admissão</w:t>
          </w:r>
        </w:sdtContent>
      </w:sdt>
    </w:p>
    <w:p w14:paraId="617B7B97" w14:textId="26338485" w:rsidR="00F11D59" w:rsidRDefault="00B51B0B" w:rsidP="00097E39">
      <w:pPr>
        <w:pStyle w:val="PargrafodaLista"/>
        <w:numPr>
          <w:ilvl w:val="0"/>
          <w:numId w:val="13"/>
        </w:numPr>
      </w:pPr>
      <w:r>
        <w:t>Auxiliar administrativo</w:t>
      </w:r>
      <w:r w:rsidR="005E62EA">
        <w:t>-07/07/2014</w:t>
      </w:r>
      <w:r w:rsidR="00097E39">
        <w:t xml:space="preserve">, empresa : </w:t>
      </w:r>
      <w:proofErr w:type="spellStart"/>
      <w:r w:rsidR="00097E39">
        <w:t>Fundet</w:t>
      </w:r>
      <w:proofErr w:type="spellEnd"/>
      <w:r w:rsidR="00097E39">
        <w:t xml:space="preserve"> </w:t>
      </w:r>
    </w:p>
    <w:p w14:paraId="216FBC88" w14:textId="77777777" w:rsidR="00FE6518" w:rsidRDefault="00FE6518" w:rsidP="00FE6518">
      <w:pPr>
        <w:pStyle w:val="PargrafodaLista"/>
        <w:ind w:left="720" w:firstLine="0"/>
      </w:pPr>
    </w:p>
    <w:p w14:paraId="25780071" w14:textId="14A37188" w:rsidR="00097E39" w:rsidRDefault="00E65B14" w:rsidP="00097E39">
      <w:pPr>
        <w:pStyle w:val="PargrafodaLista"/>
        <w:numPr>
          <w:ilvl w:val="0"/>
          <w:numId w:val="13"/>
        </w:numPr>
      </w:pPr>
      <w:r>
        <w:t xml:space="preserve">Representante de </w:t>
      </w:r>
      <w:r w:rsidR="00474DCB">
        <w:t>Atendimento_01/01/2019</w:t>
      </w:r>
      <w:r w:rsidR="000A516D">
        <w:t xml:space="preserve"> empresa: Brasil center </w:t>
      </w:r>
      <w:r w:rsidR="00B7117F">
        <w:t>comunicação</w:t>
      </w:r>
    </w:p>
    <w:p w14:paraId="7FAD6AE3" w14:textId="77777777" w:rsidR="00FB4D5F" w:rsidRDefault="00FB4D5F" w:rsidP="00FB4D5F">
      <w:pPr>
        <w:pStyle w:val="PargrafodaLista"/>
      </w:pPr>
    </w:p>
    <w:p w14:paraId="33ED5C97" w14:textId="7EE53A65" w:rsidR="00FB4D5F" w:rsidRDefault="00FB4D5F" w:rsidP="001A77B5">
      <w:pPr>
        <w:pStyle w:val="PargrafodaLista"/>
        <w:numPr>
          <w:ilvl w:val="0"/>
          <w:numId w:val="13"/>
        </w:numPr>
      </w:pPr>
      <w:r>
        <w:t>Recepcionista</w:t>
      </w:r>
      <w:r w:rsidR="001A77B5">
        <w:t xml:space="preserve"> 02/</w:t>
      </w:r>
      <w:r w:rsidR="00A301B4">
        <w:t xml:space="preserve">01/23 até </w:t>
      </w:r>
      <w:r w:rsidR="00F66020">
        <w:t>31/04/2023</w:t>
      </w:r>
      <w:r w:rsidR="001A77B5">
        <w:t>e</w:t>
      </w:r>
      <w:r>
        <w:t>mpresa :</w:t>
      </w:r>
      <w:proofErr w:type="spellStart"/>
      <w:r>
        <w:t>Med</w:t>
      </w:r>
      <w:proofErr w:type="spellEnd"/>
      <w:r>
        <w:t xml:space="preserve"> Medicina diagnóstica (Hospital São Lucas) </w:t>
      </w:r>
    </w:p>
    <w:p w14:paraId="0CF9521D" w14:textId="77777777" w:rsidR="00FB4D5F" w:rsidRDefault="00FB4D5F" w:rsidP="00FB4D5F">
      <w:pPr>
        <w:pStyle w:val="PargrafodaLista"/>
      </w:pPr>
    </w:p>
    <w:p w14:paraId="3405DB02" w14:textId="77777777" w:rsidR="00FB4D5F" w:rsidRDefault="00FB4D5F" w:rsidP="00097E39">
      <w:pPr>
        <w:pStyle w:val="PargrafodaLista"/>
        <w:numPr>
          <w:ilvl w:val="0"/>
          <w:numId w:val="13"/>
        </w:numPr>
      </w:pPr>
      <w:r>
        <w:t>Atividades devolvidas: atendimento ao público, análise de documentação e pedido médico, solicitação de autorização de convênio e agendamento de exame.</w:t>
      </w:r>
    </w:p>
    <w:p w14:paraId="19196F66" w14:textId="77777777" w:rsidR="00FB4D5F" w:rsidRDefault="00FB4D5F" w:rsidP="00FB4D5F">
      <w:pPr>
        <w:pStyle w:val="PargrafodaLista"/>
      </w:pPr>
    </w:p>
    <w:p w14:paraId="073F0E6F" w14:textId="02247C45" w:rsidR="00FB4D5F" w:rsidRDefault="00F66020" w:rsidP="00097E39">
      <w:pPr>
        <w:pStyle w:val="PargrafodaLista"/>
        <w:numPr>
          <w:ilvl w:val="0"/>
          <w:numId w:val="13"/>
        </w:numPr>
      </w:pPr>
      <w:r>
        <w:t xml:space="preserve">Representante de </w:t>
      </w:r>
      <w:r w:rsidR="007D5161">
        <w:t>Atendimento 05/04/23 até 06/08/23</w:t>
      </w:r>
      <w:r w:rsidR="00C74B6A">
        <w:t xml:space="preserve"> empresa Pasquale</w:t>
      </w:r>
    </w:p>
    <w:p w14:paraId="0DD36574" w14:textId="77777777" w:rsidR="00FB4D5F" w:rsidRDefault="00FB4D5F" w:rsidP="00FB4D5F"/>
    <w:p w14:paraId="18D403D2" w14:textId="38E5CFC3" w:rsidR="00F11D59" w:rsidRDefault="00F11D59" w:rsidP="00E67482">
      <w:pPr>
        <w:pStyle w:val="Ttulo1"/>
      </w:pPr>
    </w:p>
    <w:sectPr w:rsidR="00F11D59">
      <w:headerReference w:type="default" r:id="rId8"/>
      <w:footerReference w:type="default" r:id="rId9"/>
      <w:headerReference w:type="first" r:id="rId10"/>
      <w:pgSz w:w="11907" w:h="16839" w:code="9"/>
      <w:pgMar w:top="1152" w:right="1123" w:bottom="1195" w:left="1123" w:header="43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50B738" w14:textId="77777777" w:rsidR="003F6AE9" w:rsidRDefault="003F6AE9">
      <w:pPr>
        <w:spacing w:after="0" w:line="240" w:lineRule="auto"/>
      </w:pPr>
      <w:r>
        <w:rPr>
          <w:lang w:bidi="pt-BR"/>
        </w:rPr>
        <w:separator/>
      </w:r>
    </w:p>
  </w:endnote>
  <w:endnote w:type="continuationSeparator" w:id="0">
    <w:p w14:paraId="59820351" w14:textId="77777777" w:rsidR="003F6AE9" w:rsidRDefault="003F6AE9">
      <w:pPr>
        <w:spacing w:after="0" w:line="240" w:lineRule="auto"/>
      </w:pPr>
      <w:r>
        <w:rPr>
          <w:lang w:bidi="pt-BR"/>
        </w:rPr>
        <w:continuationSeparator/>
      </w:r>
    </w:p>
  </w:endnote>
  <w:endnote w:type="continuationNotice" w:id="1">
    <w:p w14:paraId="2B740A50" w14:textId="77777777" w:rsidR="003F6AE9" w:rsidRDefault="003F6AE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63307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CD48B83" w14:textId="77777777" w:rsidR="00F11D59" w:rsidRDefault="004373C7">
        <w:pPr>
          <w:pStyle w:val="Rodap"/>
        </w:pPr>
        <w:r>
          <w:rPr>
            <w:lang w:bidi="pt-BR"/>
          </w:rPr>
          <w:fldChar w:fldCharType="begin"/>
        </w:r>
        <w:r>
          <w:rPr>
            <w:lang w:bidi="pt-BR"/>
          </w:rPr>
          <w:instrText xml:space="preserve"> PAGE   \* MERGEFORMAT </w:instrText>
        </w:r>
        <w:r>
          <w:rPr>
            <w:lang w:bidi="pt-BR"/>
          </w:rPr>
          <w:fldChar w:fldCharType="separate"/>
        </w:r>
        <w:r>
          <w:rPr>
            <w:noProof/>
            <w:lang w:bidi="pt-BR"/>
          </w:rPr>
          <w:t>2</w:t>
        </w:r>
        <w:r>
          <w:rPr>
            <w:noProof/>
            <w:lang w:bidi="pt-BR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B2A397" w14:textId="77777777" w:rsidR="003F6AE9" w:rsidRDefault="003F6AE9">
      <w:pPr>
        <w:spacing w:after="0" w:line="240" w:lineRule="auto"/>
      </w:pPr>
      <w:r>
        <w:rPr>
          <w:lang w:bidi="pt-BR"/>
        </w:rPr>
        <w:separator/>
      </w:r>
    </w:p>
  </w:footnote>
  <w:footnote w:type="continuationSeparator" w:id="0">
    <w:p w14:paraId="71049CB8" w14:textId="77777777" w:rsidR="003F6AE9" w:rsidRDefault="003F6AE9">
      <w:pPr>
        <w:spacing w:after="0" w:line="240" w:lineRule="auto"/>
      </w:pPr>
      <w:r>
        <w:rPr>
          <w:lang w:bidi="pt-BR"/>
        </w:rPr>
        <w:continuationSeparator/>
      </w:r>
    </w:p>
  </w:footnote>
  <w:footnote w:type="continuationNotice" w:id="1">
    <w:p w14:paraId="058B2AFE" w14:textId="77777777" w:rsidR="003F6AE9" w:rsidRDefault="003F6AE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5EE78" w14:textId="77777777" w:rsidR="00F11D59" w:rsidRDefault="004373C7">
    <w:pPr>
      <w:pStyle w:val="Cabealho"/>
    </w:pPr>
    <w:r>
      <w:rPr>
        <w:noProof/>
        <w:lang w:val="lt-LT" w:eastAsia="zh-CN" w:bidi="ar-SA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BBE69F4" wp14:editId="52F3B205">
              <wp:simplePos x="0" y="0"/>
              <wp:positionH relativeFrom="margin">
                <wp:align>left</wp:align>
              </wp:positionH>
              <wp:positionV relativeFrom="page">
                <wp:align>top</wp:align>
              </wp:positionV>
              <wp:extent cx="3200400" cy="10056322"/>
              <wp:effectExtent l="0" t="0" r="0" b="0"/>
              <wp:wrapNone/>
              <wp:docPr id="4" name="Agrupar 4" title="Background graphics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00400" cy="10056322"/>
                        <a:chOff x="0" y="0"/>
                        <a:chExt cx="3200400" cy="10056322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3200400" cy="192024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Rectangle 3"/>
                      <wps:cNvSpPr/>
                      <wps:spPr>
                        <a:xfrm>
                          <a:off x="0" y="9964882"/>
                          <a:ext cx="3200400" cy="9144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41200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group w14:anchorId="52088FAF" id="Group 4" o:spid="_x0000_s1026" alt="Título: Background graphics" style="position:absolute;margin-left:0;margin-top:0;width:252pt;height:791.85pt;z-index:251661312;mso-width-percent:412;mso-height-percent:1000;mso-position-horizontal:left;mso-position-horizontal-relative:margin;mso-position-vertical:top;mso-position-vertical-relative:page;mso-width-percent:412;mso-height-percent:1000" coordsize="32004,100563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">
              <v:rect id="Rectangle 2" o:spid="_x0000_s1027" style="position:absolute;width:32004;height:192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" fillcolor="#4b3a2e [3215]" stroked="f" strokeweight="1pt"/>
              <v:rect id="Rectangle 3" o:spid="_x0000_s1028" style="position:absolute;top:99648;width:32004;height:915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" fillcolor="#4b3a2e [3215]" stroked="f" strokeweight="1pt"/>
              <w10:wrap anchorx="margin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A6408" w14:textId="77777777" w:rsidR="00F11D59" w:rsidRDefault="004373C7">
    <w:pPr>
      <w:pStyle w:val="Cabealho"/>
    </w:pPr>
    <w:r>
      <w:rPr>
        <w:noProof/>
        <w:lang w:val="lt-LT" w:eastAsia="zh-CN" w:bidi="ar-SA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6A0157BC" wp14:editId="508FB30B">
              <wp:simplePos x="0" y="0"/>
              <wp:positionH relativeFrom="margin">
                <wp:align>left</wp:align>
              </wp:positionH>
              <wp:positionV relativeFrom="page">
                <wp:align>top</wp:align>
              </wp:positionV>
              <wp:extent cx="3200400" cy="10056322"/>
              <wp:effectExtent l="0" t="0" r="8890" b="0"/>
              <wp:wrapNone/>
              <wp:docPr id="5" name="Agrupar 5" title="Gráficos de tela de fundo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00400" cy="10056322"/>
                        <a:chOff x="0" y="0"/>
                        <a:chExt cx="3200400" cy="10056322"/>
                      </a:xfrm>
                    </wpg:grpSpPr>
                    <wps:wsp>
                      <wps:cNvPr id="6" name="Retângulo 6"/>
                      <wps:cNvSpPr/>
                      <wps:spPr>
                        <a:xfrm>
                          <a:off x="0" y="0"/>
                          <a:ext cx="3200400" cy="192024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Retângulo 7"/>
                      <wps:cNvSpPr/>
                      <wps:spPr>
                        <a:xfrm>
                          <a:off x="0" y="9964882"/>
                          <a:ext cx="3200400" cy="9144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41200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group w14:anchorId="1A4837C0" id="Grupo 5" o:spid="_x0000_s1026" alt="Título: Gráficos de tela de fundo" style="position:absolute;margin-left:0;margin-top:0;width:252pt;height:791.85pt;z-index:251663360;mso-width-percent:412;mso-height-percent:1000;mso-position-horizontal:left;mso-position-horizontal-relative:margin;mso-position-vertical:top;mso-position-vertical-relative:page;mso-width-percent:412;mso-height-percent:1000" coordsize="32004,100563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">
              <v:rect id="Retângulo 6" o:spid="_x0000_s1027" style="position:absolute;width:32004;height:192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" fillcolor="#4b3a2e [3215]" stroked="f" strokeweight="1pt"/>
              <v:rect id="Retângulo 7" o:spid="_x0000_s1028" style="position:absolute;top:99648;width:32004;height:915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" fillcolor="#4b3a2e [3215]" stroked="f" strokeweight="1pt"/>
              <w10:wrap anchorx="margin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FF442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028F2F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C4002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ED2B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BB8496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AEF4D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A688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BA42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750E6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3D62E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FA52D1D"/>
    <w:multiLevelType w:val="hybridMultilevel"/>
    <w:tmpl w:val="CA6657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094604"/>
    <w:multiLevelType w:val="hybridMultilevel"/>
    <w:tmpl w:val="70EED3F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D947B8"/>
    <w:multiLevelType w:val="hybridMultilevel"/>
    <w:tmpl w:val="489884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0585843">
    <w:abstractNumId w:val="9"/>
  </w:num>
  <w:num w:numId="2" w16cid:durableId="1829395399">
    <w:abstractNumId w:val="7"/>
  </w:num>
  <w:num w:numId="3" w16cid:durableId="1028993265">
    <w:abstractNumId w:val="6"/>
  </w:num>
  <w:num w:numId="4" w16cid:durableId="1771126009">
    <w:abstractNumId w:val="5"/>
  </w:num>
  <w:num w:numId="5" w16cid:durableId="1716546314">
    <w:abstractNumId w:val="4"/>
  </w:num>
  <w:num w:numId="6" w16cid:durableId="1594052185">
    <w:abstractNumId w:val="8"/>
  </w:num>
  <w:num w:numId="7" w16cid:durableId="1889762106">
    <w:abstractNumId w:val="3"/>
  </w:num>
  <w:num w:numId="8" w16cid:durableId="699744030">
    <w:abstractNumId w:val="2"/>
  </w:num>
  <w:num w:numId="9" w16cid:durableId="867640291">
    <w:abstractNumId w:val="1"/>
  </w:num>
  <w:num w:numId="10" w16cid:durableId="1900432102">
    <w:abstractNumId w:val="0"/>
  </w:num>
  <w:num w:numId="11" w16cid:durableId="296178705">
    <w:abstractNumId w:val="12"/>
  </w:num>
  <w:num w:numId="12" w16cid:durableId="1286698544">
    <w:abstractNumId w:val="11"/>
  </w:num>
  <w:num w:numId="13" w16cid:durableId="2563987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75"/>
  <w:proofState w:spelling="clean"/>
  <w:attachedTemplate r:id="rId1"/>
  <w:revisionView w:inkAnnotation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D9C"/>
    <w:rsid w:val="00034C0D"/>
    <w:rsid w:val="00097E39"/>
    <w:rsid w:val="000A516D"/>
    <w:rsid w:val="000F40DE"/>
    <w:rsid w:val="001A77B5"/>
    <w:rsid w:val="001B5AAF"/>
    <w:rsid w:val="00223FD4"/>
    <w:rsid w:val="002262CA"/>
    <w:rsid w:val="00270DB9"/>
    <w:rsid w:val="00271407"/>
    <w:rsid w:val="0027774E"/>
    <w:rsid w:val="002B60ED"/>
    <w:rsid w:val="003722EA"/>
    <w:rsid w:val="00374D9C"/>
    <w:rsid w:val="003C1C7E"/>
    <w:rsid w:val="003F6AE9"/>
    <w:rsid w:val="004373C7"/>
    <w:rsid w:val="00452DD1"/>
    <w:rsid w:val="00474DCB"/>
    <w:rsid w:val="00523606"/>
    <w:rsid w:val="00585C5E"/>
    <w:rsid w:val="005E62EA"/>
    <w:rsid w:val="00690EF1"/>
    <w:rsid w:val="00697F98"/>
    <w:rsid w:val="006A46C9"/>
    <w:rsid w:val="006B4BF3"/>
    <w:rsid w:val="006D32FD"/>
    <w:rsid w:val="006D5844"/>
    <w:rsid w:val="00766C63"/>
    <w:rsid w:val="007D5161"/>
    <w:rsid w:val="0086047C"/>
    <w:rsid w:val="00936F5D"/>
    <w:rsid w:val="009565E2"/>
    <w:rsid w:val="00984A83"/>
    <w:rsid w:val="00992002"/>
    <w:rsid w:val="009D6420"/>
    <w:rsid w:val="00A301B4"/>
    <w:rsid w:val="00A438FD"/>
    <w:rsid w:val="00AA628D"/>
    <w:rsid w:val="00AB17A7"/>
    <w:rsid w:val="00AB1901"/>
    <w:rsid w:val="00AC369E"/>
    <w:rsid w:val="00B51B0B"/>
    <w:rsid w:val="00B55318"/>
    <w:rsid w:val="00B7117F"/>
    <w:rsid w:val="00BF5893"/>
    <w:rsid w:val="00C74B6A"/>
    <w:rsid w:val="00D57B40"/>
    <w:rsid w:val="00DA00F9"/>
    <w:rsid w:val="00DD0E22"/>
    <w:rsid w:val="00E40E39"/>
    <w:rsid w:val="00E635D1"/>
    <w:rsid w:val="00E65B14"/>
    <w:rsid w:val="00E67482"/>
    <w:rsid w:val="00EF7C30"/>
    <w:rsid w:val="00F11D59"/>
    <w:rsid w:val="00F66020"/>
    <w:rsid w:val="00FB479B"/>
    <w:rsid w:val="00FB4D5F"/>
    <w:rsid w:val="00FE6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AC438"/>
  <w15:chartTrackingRefBased/>
  <w15:docId w15:val="{48F84721-FA64-2C4F-A3B4-198D92EC4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4B3A2E" w:themeColor="text2"/>
        <w:sz w:val="22"/>
        <w:szCs w:val="22"/>
        <w:lang w:val="pt-PT" w:eastAsia="ja-JP" w:bidi="pt-PT"/>
      </w:rPr>
    </w:rPrDefault>
    <w:pPrDefault>
      <w:pPr>
        <w:spacing w:after="6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73C7"/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pPr>
      <w:spacing w:before="320" w:after="200"/>
      <w:contextualSpacing/>
      <w:outlineLvl w:val="0"/>
    </w:pPr>
    <w:rPr>
      <w:rFonts w:asciiTheme="majorHAnsi" w:hAnsiTheme="majorHAnsi"/>
      <w:b/>
      <w:spacing w:val="21"/>
      <w:sz w:val="26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pPr>
      <w:keepNext/>
      <w:keepLines/>
      <w:spacing w:before="220" w:after="80"/>
      <w:contextualSpacing/>
      <w:outlineLvl w:val="1"/>
    </w:pPr>
    <w:rPr>
      <w:rFonts w:asciiTheme="majorHAnsi" w:eastAsiaTheme="majorEastAsia" w:hAnsiTheme="majorHAnsi" w:cstheme="majorBidi"/>
      <w:b/>
      <w:i/>
      <w:spacing w:val="2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i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3"/>
    </w:pPr>
    <w:rPr>
      <w:rFonts w:asciiTheme="majorHAnsi" w:eastAsiaTheme="majorEastAsia" w:hAnsiTheme="majorHAnsi" w:cstheme="majorBidi"/>
      <w:b/>
      <w:iCs/>
      <w:caps/>
      <w:spacing w:val="2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4"/>
    </w:pPr>
    <w:rPr>
      <w:rFonts w:asciiTheme="majorHAnsi" w:eastAsiaTheme="majorEastAsia" w:hAnsiTheme="majorHAnsi" w:cstheme="majorBidi"/>
      <w:b/>
      <w:spacing w:val="2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5"/>
    </w:pPr>
    <w:rPr>
      <w:rFonts w:asciiTheme="majorHAnsi" w:eastAsiaTheme="majorEastAsia" w:hAnsiTheme="majorHAnsi" w:cstheme="majorBidi"/>
      <w:b/>
      <w:i/>
      <w:spacing w:val="2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6"/>
    </w:pPr>
    <w:rPr>
      <w:rFonts w:asciiTheme="majorHAnsi" w:eastAsiaTheme="majorEastAsia" w:hAnsiTheme="majorHAnsi" w:cstheme="majorBidi"/>
      <w:iCs/>
      <w:spacing w:val="21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7"/>
    </w:pPr>
    <w:rPr>
      <w:rFonts w:asciiTheme="majorHAnsi" w:eastAsiaTheme="majorEastAsia" w:hAnsiTheme="majorHAnsi" w:cstheme="majorBidi"/>
      <w:b/>
      <w:color w:val="A6856E" w:themeColor="text2" w:themeTint="99"/>
      <w:spacing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8"/>
    </w:pPr>
    <w:rPr>
      <w:rFonts w:asciiTheme="majorHAnsi" w:eastAsiaTheme="majorEastAsia" w:hAnsiTheme="majorHAnsi" w:cstheme="majorBidi"/>
      <w:b/>
      <w:iCs/>
      <w:caps/>
      <w:color w:val="A6856E" w:themeColor="text2" w:themeTint="99"/>
      <w:spacing w:val="21"/>
      <w:sz w:val="20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har"/>
    <w:uiPriority w:val="10"/>
    <w:semiHidden/>
    <w:unhideWhenUsed/>
    <w:pPr>
      <w:spacing w:after="240" w:line="240" w:lineRule="auto"/>
      <w:contextualSpacing/>
    </w:pPr>
    <w:rPr>
      <w:rFonts w:asciiTheme="majorHAnsi" w:eastAsiaTheme="majorEastAsia" w:hAnsiTheme="majorHAnsi" w:cstheme="majorBidi"/>
      <w:b/>
      <w:caps/>
      <w:spacing w:val="21"/>
      <w:kern w:val="28"/>
      <w:sz w:val="64"/>
      <w:szCs w:val="56"/>
    </w:rPr>
  </w:style>
  <w:style w:type="character" w:customStyle="1" w:styleId="TtuloChar">
    <w:name w:val="Título Char"/>
    <w:basedOn w:val="Fontepargpadro"/>
    <w:link w:val="Ttulo"/>
    <w:uiPriority w:val="10"/>
    <w:semiHidden/>
    <w:rPr>
      <w:rFonts w:asciiTheme="majorHAnsi" w:eastAsiaTheme="majorEastAsia" w:hAnsiTheme="majorHAnsi" w:cstheme="majorBidi"/>
      <w:b/>
      <w:caps/>
      <w:spacing w:val="21"/>
      <w:kern w:val="28"/>
      <w:sz w:val="64"/>
      <w:szCs w:val="56"/>
    </w:rPr>
  </w:style>
  <w:style w:type="paragraph" w:styleId="Subttulo">
    <w:name w:val="Subtitle"/>
    <w:basedOn w:val="Normal"/>
    <w:next w:val="Normal"/>
    <w:link w:val="SubttuloChar"/>
    <w:uiPriority w:val="11"/>
    <w:semiHidden/>
    <w:unhideWhenUsed/>
    <w:pPr>
      <w:numPr>
        <w:ilvl w:val="1"/>
      </w:numPr>
      <w:spacing w:after="960" w:line="240" w:lineRule="auto"/>
      <w:contextualSpacing/>
    </w:pPr>
    <w:rPr>
      <w:rFonts w:eastAsiaTheme="minorEastAsia"/>
      <w:i/>
      <w:spacing w:val="21"/>
      <w:sz w:val="36"/>
    </w:rPr>
  </w:style>
  <w:style w:type="character" w:customStyle="1" w:styleId="Ttulo1Char">
    <w:name w:val="Título 1 Char"/>
    <w:basedOn w:val="Fontepargpadro"/>
    <w:link w:val="Ttulo1"/>
    <w:uiPriority w:val="9"/>
    <w:rPr>
      <w:rFonts w:asciiTheme="majorHAnsi" w:hAnsiTheme="majorHAnsi"/>
      <w:b/>
      <w:spacing w:val="21"/>
      <w:sz w:val="26"/>
    </w:rPr>
  </w:style>
  <w:style w:type="paragraph" w:styleId="Cabealho">
    <w:name w:val="header"/>
    <w:basedOn w:val="Normal"/>
    <w:link w:val="CabealhoChar"/>
    <w:uiPriority w:val="99"/>
    <w:unhideWhenUsed/>
    <w:qFormat/>
    <w:pPr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</w:style>
  <w:style w:type="paragraph" w:styleId="Rodap">
    <w:name w:val="footer"/>
    <w:basedOn w:val="Normal"/>
    <w:link w:val="RodapChar"/>
    <w:uiPriority w:val="99"/>
    <w:unhideWhenUsed/>
    <w:qFormat/>
    <w:pPr>
      <w:spacing w:after="0" w:line="240" w:lineRule="auto"/>
    </w:pPr>
    <w:rPr>
      <w:b/>
      <w:spacing w:val="21"/>
      <w:sz w:val="26"/>
    </w:rPr>
  </w:style>
  <w:style w:type="character" w:customStyle="1" w:styleId="RodapChar">
    <w:name w:val="Rodapé Char"/>
    <w:basedOn w:val="Fontepargpadro"/>
    <w:link w:val="Rodap"/>
    <w:uiPriority w:val="99"/>
    <w:rPr>
      <w:b/>
      <w:spacing w:val="21"/>
      <w:sz w:val="26"/>
    </w:rPr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character" w:customStyle="1" w:styleId="Ttulo2Char">
    <w:name w:val="Título 2 Char"/>
    <w:basedOn w:val="Fontepargpadro"/>
    <w:link w:val="Ttulo2"/>
    <w:uiPriority w:val="9"/>
    <w:rPr>
      <w:rFonts w:asciiTheme="majorHAnsi" w:eastAsiaTheme="majorEastAsia" w:hAnsiTheme="majorHAnsi" w:cstheme="majorBidi"/>
      <w:b/>
      <w:i/>
      <w:spacing w:val="21"/>
      <w:sz w:val="26"/>
      <w:szCs w:val="26"/>
    </w:rPr>
  </w:style>
  <w:style w:type="character" w:customStyle="1" w:styleId="Ttulo5Char">
    <w:name w:val="Título 5 Char"/>
    <w:basedOn w:val="Fontepargpadro"/>
    <w:link w:val="Ttulo5"/>
    <w:uiPriority w:val="9"/>
    <w:semiHidden/>
    <w:rPr>
      <w:rFonts w:asciiTheme="majorHAnsi" w:eastAsiaTheme="majorEastAsia" w:hAnsiTheme="majorHAnsi" w:cstheme="majorBidi"/>
      <w:b/>
      <w:spacing w:val="21"/>
    </w:rPr>
  </w:style>
  <w:style w:type="character" w:customStyle="1" w:styleId="Ttulo6Char">
    <w:name w:val="Título 6 Char"/>
    <w:basedOn w:val="Fontepargpadro"/>
    <w:link w:val="Ttulo6"/>
    <w:uiPriority w:val="9"/>
    <w:semiHidden/>
    <w:rPr>
      <w:rFonts w:asciiTheme="majorHAnsi" w:eastAsiaTheme="majorEastAsia" w:hAnsiTheme="majorHAnsi" w:cstheme="majorBidi"/>
      <w:b/>
      <w:i/>
      <w:spacing w:val="21"/>
    </w:rPr>
  </w:style>
  <w:style w:type="character" w:customStyle="1" w:styleId="Ttulo7Char">
    <w:name w:val="Título 7 Char"/>
    <w:basedOn w:val="Fontepargpadro"/>
    <w:link w:val="Ttulo7"/>
    <w:uiPriority w:val="9"/>
    <w:semiHidden/>
    <w:rPr>
      <w:rFonts w:asciiTheme="majorHAnsi" w:eastAsiaTheme="majorEastAsia" w:hAnsiTheme="majorHAnsi" w:cstheme="majorBidi"/>
      <w:iCs/>
      <w:spacing w:val="21"/>
    </w:rPr>
  </w:style>
  <w:style w:type="character" w:customStyle="1" w:styleId="Ttulo8Char">
    <w:name w:val="Título 8 Char"/>
    <w:basedOn w:val="Fontepargpadro"/>
    <w:link w:val="Ttulo8"/>
    <w:uiPriority w:val="9"/>
    <w:semiHidden/>
    <w:rPr>
      <w:rFonts w:asciiTheme="majorHAnsi" w:eastAsiaTheme="majorEastAsia" w:hAnsiTheme="majorHAnsi" w:cstheme="majorBidi"/>
      <w:b/>
      <w:color w:val="A6856E" w:themeColor="text2" w:themeTint="99"/>
      <w:spacing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Pr>
      <w:rFonts w:asciiTheme="majorHAnsi" w:eastAsiaTheme="majorEastAsia" w:hAnsiTheme="majorHAnsi" w:cstheme="majorBidi"/>
      <w:b/>
      <w:iCs/>
      <w:caps/>
      <w:color w:val="A6856E" w:themeColor="text2" w:themeTint="99"/>
      <w:spacing w:val="21"/>
      <w:sz w:val="20"/>
      <w:szCs w:val="21"/>
    </w:rPr>
  </w:style>
  <w:style w:type="character" w:styleId="nfase">
    <w:name w:val="Emphasis"/>
    <w:basedOn w:val="Fontepargpadro"/>
    <w:uiPriority w:val="20"/>
    <w:semiHidden/>
    <w:unhideWhenUsed/>
    <w:qFormat/>
    <w:rPr>
      <w:b/>
      <w:iCs/>
    </w:rPr>
  </w:style>
  <w:style w:type="character" w:customStyle="1" w:styleId="SubttuloChar">
    <w:name w:val="Subtítulo Char"/>
    <w:basedOn w:val="Fontepargpadro"/>
    <w:link w:val="Subttulo"/>
    <w:uiPriority w:val="11"/>
    <w:semiHidden/>
    <w:rPr>
      <w:rFonts w:eastAsiaTheme="minorEastAsia"/>
      <w:i/>
      <w:spacing w:val="21"/>
      <w:sz w:val="36"/>
    </w:rPr>
  </w:style>
  <w:style w:type="character" w:styleId="Forte">
    <w:name w:val="Strong"/>
    <w:basedOn w:val="Fontepargpadro"/>
    <w:uiPriority w:val="22"/>
    <w:semiHidden/>
    <w:unhideWhenUsed/>
    <w:qFormat/>
    <w:rPr>
      <w:b/>
      <w:bCs/>
      <w:caps/>
      <w:smallCaps w:val="0"/>
    </w:rPr>
  </w:style>
  <w:style w:type="paragraph" w:styleId="Citao">
    <w:name w:val="Quote"/>
    <w:basedOn w:val="Normal"/>
    <w:next w:val="Normal"/>
    <w:link w:val="CitaoChar"/>
    <w:uiPriority w:val="29"/>
    <w:semiHidden/>
    <w:unhideWhenUsed/>
    <w:qFormat/>
    <w:pPr>
      <w:spacing w:before="240" w:after="240"/>
      <w:contextualSpacing/>
    </w:pPr>
    <w:rPr>
      <w:i/>
      <w:iCs/>
      <w:sz w:val="32"/>
    </w:rPr>
  </w:style>
  <w:style w:type="character" w:customStyle="1" w:styleId="CitaoChar">
    <w:name w:val="Citação Char"/>
    <w:basedOn w:val="Fontepargpadro"/>
    <w:link w:val="Citao"/>
    <w:uiPriority w:val="29"/>
    <w:semiHidden/>
    <w:rPr>
      <w:i/>
      <w:iCs/>
      <w:sz w:val="32"/>
    </w:rPr>
  </w:style>
  <w:style w:type="paragraph" w:styleId="CitaoIntensa">
    <w:name w:val="Intense Quote"/>
    <w:basedOn w:val="Normal"/>
    <w:next w:val="Normal"/>
    <w:link w:val="CitaoIntensaChar"/>
    <w:uiPriority w:val="30"/>
    <w:semiHidden/>
    <w:unhideWhenUsed/>
    <w:qFormat/>
    <w:pPr>
      <w:spacing w:before="240" w:after="240"/>
      <w:contextualSpacing/>
    </w:pPr>
    <w:rPr>
      <w:b/>
      <w:i/>
      <w:iCs/>
      <w:sz w:val="32"/>
    </w:rPr>
  </w:style>
  <w:style w:type="character" w:customStyle="1" w:styleId="CitaoIntensaChar">
    <w:name w:val="Citação Intensa Char"/>
    <w:basedOn w:val="Fontepargpadro"/>
    <w:link w:val="CitaoIntensa"/>
    <w:uiPriority w:val="30"/>
    <w:semiHidden/>
    <w:rPr>
      <w:b/>
      <w:i/>
      <w:iCs/>
      <w:sz w:val="32"/>
    </w:rPr>
  </w:style>
  <w:style w:type="character" w:styleId="RefernciaSutil">
    <w:name w:val="Subtle Reference"/>
    <w:basedOn w:val="Fontepargpadro"/>
    <w:uiPriority w:val="31"/>
    <w:semiHidden/>
    <w:unhideWhenUsed/>
    <w:qFormat/>
    <w:rPr>
      <w:caps/>
      <w:smallCaps w:val="0"/>
      <w:color w:val="4B3A2E" w:themeColor="text2"/>
    </w:rPr>
  </w:style>
  <w:style w:type="character" w:styleId="RefernciaIntensa">
    <w:name w:val="Intense Reference"/>
    <w:basedOn w:val="Fontepargpadro"/>
    <w:uiPriority w:val="32"/>
    <w:semiHidden/>
    <w:unhideWhenUsed/>
    <w:qFormat/>
    <w:rPr>
      <w:b/>
      <w:bCs/>
      <w:i/>
      <w:caps/>
      <w:smallCaps w:val="0"/>
      <w:color w:val="4B3A2E" w:themeColor="text2"/>
      <w:spacing w:val="0"/>
    </w:rPr>
  </w:style>
  <w:style w:type="character" w:styleId="TtulodoLivro">
    <w:name w:val="Book Title"/>
    <w:basedOn w:val="Fontepargpadro"/>
    <w:uiPriority w:val="33"/>
    <w:semiHidden/>
    <w:unhideWhenUsed/>
    <w:qFormat/>
    <w:rPr>
      <w:b w:val="0"/>
      <w:bCs/>
      <w:i w:val="0"/>
      <w:iCs/>
      <w:spacing w:val="0"/>
      <w:u w:val="single"/>
    </w:rPr>
  </w:style>
  <w:style w:type="paragraph" w:styleId="Legenda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18"/>
      <w:szCs w:val="18"/>
    </w:rPr>
  </w:style>
  <w:style w:type="paragraph" w:customStyle="1" w:styleId="InformaesdeContato">
    <w:name w:val="Informações de Contato"/>
    <w:basedOn w:val="Normal"/>
    <w:uiPriority w:val="2"/>
    <w:qFormat/>
    <w:pPr>
      <w:spacing w:after="920"/>
      <w:contextualSpacing/>
    </w:pPr>
  </w:style>
  <w:style w:type="character" w:styleId="nfaseSutil">
    <w:name w:val="Subtle Emphasis"/>
    <w:basedOn w:val="Fontepargpadro"/>
    <w:uiPriority w:val="19"/>
    <w:semiHidden/>
    <w:unhideWhenUsed/>
    <w:qFormat/>
    <w:rPr>
      <w:i/>
      <w:iCs/>
      <w:color w:val="4B3A2E" w:themeColor="text2"/>
    </w:rPr>
  </w:style>
  <w:style w:type="character" w:styleId="nfaseIntensa">
    <w:name w:val="Intense Emphasis"/>
    <w:basedOn w:val="Fontepargpadro"/>
    <w:uiPriority w:val="21"/>
    <w:semiHidden/>
    <w:unhideWhenUsed/>
    <w:rPr>
      <w:b/>
      <w:i/>
      <w:iCs/>
      <w:color w:val="4B3A2E" w:themeColor="text2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pPr>
      <w:outlineLvl w:val="9"/>
    </w:pPr>
  </w:style>
  <w:style w:type="paragraph" w:styleId="PargrafodaLista">
    <w:name w:val="List Paragraph"/>
    <w:basedOn w:val="Normal"/>
    <w:uiPriority w:val="34"/>
    <w:unhideWhenUsed/>
    <w:qFormat/>
    <w:pPr>
      <w:ind w:left="216" w:hanging="216"/>
      <w:contextualSpacing/>
    </w:pPr>
  </w:style>
  <w:style w:type="paragraph" w:customStyle="1" w:styleId="Nome">
    <w:name w:val="Nome"/>
    <w:basedOn w:val="Normal"/>
    <w:link w:val="NomeChar"/>
    <w:uiPriority w:val="1"/>
    <w:qFormat/>
    <w:pPr>
      <w:spacing w:after="240" w:line="240" w:lineRule="auto"/>
      <w:contextualSpacing/>
    </w:pPr>
    <w:rPr>
      <w:b/>
      <w:caps/>
      <w:spacing w:val="21"/>
      <w:sz w:val="36"/>
    </w:rPr>
  </w:style>
  <w:style w:type="character" w:customStyle="1" w:styleId="NomeChar">
    <w:name w:val="Nome Char"/>
    <w:basedOn w:val="Fontepargpadro"/>
    <w:link w:val="Nome"/>
    <w:uiPriority w:val="1"/>
    <w:rPr>
      <w:b/>
      <w:caps/>
      <w:spacing w:val="21"/>
      <w:sz w:val="36"/>
    </w:rPr>
  </w:style>
  <w:style w:type="character" w:customStyle="1" w:styleId="Ttulo3Char">
    <w:name w:val="Título 3 Char"/>
    <w:basedOn w:val="Fontepargpadro"/>
    <w:link w:val="Ttulo3"/>
    <w:uiPriority w:val="9"/>
    <w:rPr>
      <w:rFonts w:asciiTheme="majorHAnsi" w:eastAsiaTheme="majorEastAsia" w:hAnsiTheme="majorHAnsi" w:cstheme="majorBidi"/>
      <w:i/>
      <w:szCs w:val="24"/>
    </w:rPr>
  </w:style>
  <w:style w:type="character" w:customStyle="1" w:styleId="Ttulo4Char">
    <w:name w:val="Título 4 Char"/>
    <w:basedOn w:val="Fontepargpadro"/>
    <w:link w:val="Ttulo4"/>
    <w:uiPriority w:val="9"/>
    <w:semiHidden/>
    <w:rPr>
      <w:rFonts w:asciiTheme="majorHAnsi" w:eastAsiaTheme="majorEastAsia" w:hAnsiTheme="majorHAnsi" w:cstheme="majorBidi"/>
      <w:b/>
      <w:iCs/>
      <w:caps/>
      <w:spacing w:val="21"/>
    </w:rPr>
  </w:style>
  <w:style w:type="character" w:styleId="Hyperlink">
    <w:name w:val="Hyperlink"/>
    <w:basedOn w:val="Fontepargpadro"/>
    <w:uiPriority w:val="99"/>
    <w:unhideWhenUsed/>
    <w:rsid w:val="00FB479B"/>
    <w:rPr>
      <w:color w:val="3D859C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FB47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13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hyperlink" Target="mailto:juliecaroline304@gmail.com" TargetMode="External" /><Relationship Id="rId12" Type="http://schemas.openxmlformats.org/officeDocument/2006/relationships/glossaryDocument" Target="glossary/document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fontTable" Target="fontTable.xml" /><Relationship Id="rId5" Type="http://schemas.openxmlformats.org/officeDocument/2006/relationships/footnotes" Target="footnotes.xml" /><Relationship Id="rId10" Type="http://schemas.openxmlformats.org/officeDocument/2006/relationships/header" Target="header2.xml" /><Relationship Id="rId4" Type="http://schemas.openxmlformats.org/officeDocument/2006/relationships/webSettings" Target="webSettings.xml" /><Relationship Id="rId9" Type="http://schemas.openxmlformats.org/officeDocument/2006/relationships/footer" Target="footer1.xml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%7b85E60149-6AAE-F241-9F4A-24F44CC52760%7dtf50002038.dotx" TargetMode="External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4" Type="http://schemas.openxmlformats.org/officeDocument/2006/relationships/fontTable" Target="fontTable.xml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BFA9034B9E719449B7D4FD0857E8FF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3FC1627-390F-5A4A-A5E0-D9F3BB8BE7D4}"/>
      </w:docPartPr>
      <w:docPartBody>
        <w:p w:rsidR="00751065" w:rsidRDefault="00251382">
          <w:pPr>
            <w:pStyle w:val="6BFA9034B9E719449B7D4FD0857E8FF0"/>
          </w:pPr>
          <w:r>
            <w:rPr>
              <w:lang w:bidi="pt-BR"/>
            </w:rPr>
            <w:t>Resumo das Habilidades</w:t>
          </w:r>
        </w:p>
      </w:docPartBody>
    </w:docPart>
    <w:docPart>
      <w:docPartPr>
        <w:name w:val="6B8F0272AC9E1B4B96BC8B47F959EF8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AC14A18-EF5F-F94D-9D4E-EA0E32FEA9DB}"/>
      </w:docPartPr>
      <w:docPartBody>
        <w:p w:rsidR="00751065" w:rsidRDefault="00251382">
          <w:pPr>
            <w:pStyle w:val="6B8F0272AC9E1B4B96BC8B47F959EF84"/>
          </w:pPr>
          <w:r>
            <w:rPr>
              <w:lang w:bidi="pt-BR"/>
            </w:rPr>
            <w:t>Experiência</w:t>
          </w:r>
        </w:p>
      </w:docPartBody>
    </w:docPart>
    <w:docPart>
      <w:docPartPr>
        <w:name w:val="01790A903A5DAE48A44A6F0DCD60C59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5EDB2CD-151C-6140-BEE7-1CA4861E7718}"/>
      </w:docPartPr>
      <w:docPartBody>
        <w:p w:rsidR="00751065" w:rsidRDefault="00251382">
          <w:pPr>
            <w:pStyle w:val="01790A903A5DAE48A44A6F0DCD60C59D"/>
          </w:pPr>
          <w:r>
            <w:rPr>
              <w:lang w:bidi="pt-BR"/>
            </w:rPr>
            <w:t>Nome do empregador</w:t>
          </w:r>
        </w:p>
      </w:docPartBody>
    </w:docPart>
    <w:docPart>
      <w:docPartPr>
        <w:name w:val="F649C75B89CCFA478B706F330840414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5A9ECBF-1EF7-D34E-BEE1-68FA2BDF0358}"/>
      </w:docPartPr>
      <w:docPartBody>
        <w:p w:rsidR="00751065" w:rsidRDefault="00251382">
          <w:pPr>
            <w:pStyle w:val="F649C75B89CCFA478B706F330840414C"/>
          </w:pPr>
          <w:r>
            <w:rPr>
              <w:lang w:bidi="pt-BR"/>
            </w:rPr>
            <w:t>Cargo / Datas de Admissão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065"/>
    <w:rsid w:val="00251382"/>
    <w:rsid w:val="003C1C7E"/>
    <w:rsid w:val="00751065"/>
    <w:rsid w:val="00BC5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6BFA9034B9E719449B7D4FD0857E8FF0">
    <w:name w:val="6BFA9034B9E719449B7D4FD0857E8FF0"/>
  </w:style>
  <w:style w:type="paragraph" w:customStyle="1" w:styleId="6B8F0272AC9E1B4B96BC8B47F959EF84">
    <w:name w:val="6B8F0272AC9E1B4B96BC8B47F959EF84"/>
  </w:style>
  <w:style w:type="paragraph" w:customStyle="1" w:styleId="01790A903A5DAE48A44A6F0DCD60C59D">
    <w:name w:val="01790A903A5DAE48A44A6F0DCD60C59D"/>
  </w:style>
  <w:style w:type="paragraph" w:customStyle="1" w:styleId="F649C75B89CCFA478B706F330840414C">
    <w:name w:val="F649C75B89CCFA478B706F330840414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Resume">
      <a:dk1>
        <a:sysClr val="windowText" lastClr="000000"/>
      </a:dk1>
      <a:lt1>
        <a:sysClr val="window" lastClr="FFFFFF"/>
      </a:lt1>
      <a:dk2>
        <a:srgbClr val="4B3A2E"/>
      </a:dk2>
      <a:lt2>
        <a:srgbClr val="F1EFEE"/>
      </a:lt2>
      <a:accent1>
        <a:srgbClr val="9E4733"/>
      </a:accent1>
      <a:accent2>
        <a:srgbClr val="DBA84D"/>
      </a:accent2>
      <a:accent3>
        <a:srgbClr val="4A5C6E"/>
      </a:accent3>
      <a:accent4>
        <a:srgbClr val="C76B42"/>
      </a:accent4>
      <a:accent5>
        <a:srgbClr val="AB967D"/>
      </a:accent5>
      <a:accent6>
        <a:srgbClr val="8B465F"/>
      </a:accent6>
      <a:hlink>
        <a:srgbClr val="3D859C"/>
      </a:hlink>
      <a:folHlink>
        <a:srgbClr val="A65E8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%7b85E60149-6AAE-F241-9F4A-24F44CC52760%7dtf50002038.dotx</Template>
  <TotalTime>0</TotalTime>
  <Pages>1</Pages>
  <Words>154</Words>
  <Characters>836</Characters>
  <Application>Microsoft Office Word</Application>
  <DocSecurity>0</DocSecurity>
  <Lines>6</Lines>
  <Paragraphs>1</Paragraphs>
  <ScaleCrop>false</ScaleCrop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juliecaroline304@gmail.com</dc:creator>
  <cp:keywords/>
  <dc:description/>
  <cp:lastModifiedBy>julie caroline</cp:lastModifiedBy>
  <cp:revision>2</cp:revision>
  <dcterms:created xsi:type="dcterms:W3CDTF">2025-02-05T17:28:00Z</dcterms:created>
  <dcterms:modified xsi:type="dcterms:W3CDTF">2025-02-05T17:28:00Z</dcterms:modified>
</cp:coreProperties>
</file>