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8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3"/>
        <w:gridCol w:w="3902"/>
        <w:gridCol w:w="2060"/>
      </w:tblGrid>
      <w:tr w:rsidR="00F316AD" w:rsidRPr="00B0220D" w14:paraId="5E754B57" w14:textId="77777777" w:rsidTr="008F26AA">
        <w:trPr>
          <w:trHeight w:val="1233"/>
        </w:trPr>
        <w:tc>
          <w:tcPr>
            <w:tcW w:w="8875" w:type="dxa"/>
            <w:gridSpan w:val="3"/>
            <w:tcBorders>
              <w:top w:val="single" w:sz="24" w:space="0" w:color="BF9268" w:themeColor="accent2"/>
              <w:left w:val="single" w:sz="24" w:space="0" w:color="BF9268" w:themeColor="accent2"/>
              <w:bottom w:val="single" w:sz="24" w:space="0" w:color="BF9268" w:themeColor="accent2"/>
              <w:right w:val="single" w:sz="24" w:space="0" w:color="BF9268" w:themeColor="accent2"/>
            </w:tcBorders>
            <w:shd w:val="clear" w:color="auto" w:fill="FFFFFF" w:themeFill="background1"/>
          </w:tcPr>
          <w:p w14:paraId="0BFA7478" w14:textId="64AF2EC6" w:rsidR="00F316AD" w:rsidRPr="00B0220D" w:rsidRDefault="000E436F" w:rsidP="00F316AD">
            <w:pPr>
              <w:pStyle w:val="Ttulo"/>
            </w:pPr>
            <w:r>
              <w:t>Luana Gabrielle</w:t>
            </w:r>
            <w:r w:rsidR="00D20DA9" w:rsidRPr="00B0220D">
              <w:rPr>
                <w:lang w:bidi="pt-BR"/>
              </w:rPr>
              <w:t xml:space="preserve"> </w:t>
            </w:r>
            <w:r>
              <w:rPr>
                <w:lang w:bidi="pt-BR"/>
              </w:rPr>
              <w:t xml:space="preserve">Silva </w:t>
            </w:r>
            <w:proofErr w:type="spellStart"/>
            <w:r>
              <w:rPr>
                <w:lang w:bidi="pt-BR"/>
              </w:rPr>
              <w:t>Quintiliano</w:t>
            </w:r>
            <w:proofErr w:type="spellEnd"/>
          </w:p>
          <w:p w14:paraId="2252D2FF" w14:textId="2FA23B65" w:rsidR="00F316AD" w:rsidRPr="00B0220D" w:rsidRDefault="00F316AD" w:rsidP="00D20DA9">
            <w:pPr>
              <w:pStyle w:val="Subttulo"/>
            </w:pPr>
          </w:p>
        </w:tc>
      </w:tr>
      <w:tr w:rsidR="00F316AD" w:rsidRPr="00B0220D" w14:paraId="36E051C4" w14:textId="77777777" w:rsidTr="008F26AA">
        <w:trPr>
          <w:trHeight w:val="701"/>
        </w:trPr>
        <w:tc>
          <w:tcPr>
            <w:tcW w:w="2913" w:type="dxa"/>
            <w:tcBorders>
              <w:top w:val="single" w:sz="24" w:space="0" w:color="BF9268" w:themeColor="accent2"/>
            </w:tcBorders>
            <w:vAlign w:val="center"/>
          </w:tcPr>
          <w:p w14:paraId="54D8261D" w14:textId="5582311F" w:rsidR="00F316AD" w:rsidRPr="00B0220D" w:rsidRDefault="000E436F" w:rsidP="00D20DA9">
            <w:pPr>
              <w:jc w:val="center"/>
            </w:pPr>
            <w:r>
              <w:t>(16) 98186 - 1936</w:t>
            </w:r>
          </w:p>
        </w:tc>
        <w:tc>
          <w:tcPr>
            <w:tcW w:w="3902" w:type="dxa"/>
            <w:tcBorders>
              <w:top w:val="single" w:sz="24" w:space="0" w:color="BF9268" w:themeColor="accent2"/>
            </w:tcBorders>
            <w:vAlign w:val="center"/>
          </w:tcPr>
          <w:p w14:paraId="033B1AC1" w14:textId="449EA931" w:rsidR="00F316AD" w:rsidRPr="00B0220D" w:rsidRDefault="000E436F" w:rsidP="00D20DA9">
            <w:pPr>
              <w:jc w:val="center"/>
            </w:pPr>
            <w:r>
              <w:t>luanaquintilianosilva@outlook.com</w:t>
            </w:r>
          </w:p>
        </w:tc>
        <w:tc>
          <w:tcPr>
            <w:tcW w:w="2060" w:type="dxa"/>
            <w:tcBorders>
              <w:top w:val="single" w:sz="24" w:space="0" w:color="BF9268" w:themeColor="accent2"/>
            </w:tcBorders>
            <w:vAlign w:val="center"/>
          </w:tcPr>
          <w:p w14:paraId="0D7E0707" w14:textId="49548752" w:rsidR="00F316AD" w:rsidRPr="00B0220D" w:rsidRDefault="00D20DA9" w:rsidP="00D20DA9">
            <w:pPr>
              <w:jc w:val="center"/>
            </w:pPr>
            <w:r w:rsidRPr="00B0220D">
              <w:rPr>
                <w:lang w:bidi="pt-BR"/>
              </w:rPr>
              <w:t xml:space="preserve"> </w:t>
            </w:r>
          </w:p>
        </w:tc>
      </w:tr>
      <w:tr w:rsidR="00CD50FD" w:rsidRPr="00B0220D" w14:paraId="4FD0763D" w14:textId="77777777" w:rsidTr="008F26AA">
        <w:trPr>
          <w:trHeight w:val="200"/>
        </w:trPr>
        <w:tc>
          <w:tcPr>
            <w:tcW w:w="2913" w:type="dxa"/>
            <w:tcBorders>
              <w:bottom w:val="single" w:sz="18" w:space="0" w:color="BF9268" w:themeColor="accent2"/>
            </w:tcBorders>
          </w:tcPr>
          <w:p w14:paraId="56AD9BDA" w14:textId="77777777" w:rsidR="00CD50FD" w:rsidRPr="00B0220D" w:rsidRDefault="00CD50FD" w:rsidP="00CD50FD"/>
        </w:tc>
        <w:tc>
          <w:tcPr>
            <w:tcW w:w="3902" w:type="dxa"/>
            <w:vMerge w:val="restart"/>
            <w:shd w:val="clear" w:color="auto" w:fill="303848" w:themeFill="accent1"/>
            <w:vAlign w:val="center"/>
          </w:tcPr>
          <w:p w14:paraId="5D40D741" w14:textId="77777777" w:rsidR="00CD50FD" w:rsidRPr="00B0220D" w:rsidRDefault="005863D4" w:rsidP="00D20DA9">
            <w:pPr>
              <w:pStyle w:val="Ttulo1"/>
            </w:pPr>
            <w:sdt>
              <w:sdtPr>
                <w:id w:val="1460613821"/>
                <w:placeholder>
                  <w:docPart w:val="E864B267DC324F6380E912F18E19220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D20DA9" w:rsidRPr="00B0220D">
                  <w:rPr>
                    <w:lang w:bidi="pt-BR"/>
                  </w:rPr>
                  <w:t>OBJETIVO</w:t>
                </w:r>
              </w:sdtContent>
            </w:sdt>
          </w:p>
        </w:tc>
        <w:tc>
          <w:tcPr>
            <w:tcW w:w="2060" w:type="dxa"/>
            <w:tcBorders>
              <w:bottom w:val="single" w:sz="18" w:space="0" w:color="BF9268" w:themeColor="accent2"/>
            </w:tcBorders>
          </w:tcPr>
          <w:p w14:paraId="1B8EC962" w14:textId="77777777" w:rsidR="00CD50FD" w:rsidRPr="00B0220D" w:rsidRDefault="00CD50FD"/>
        </w:tc>
      </w:tr>
      <w:tr w:rsidR="00CD50FD" w:rsidRPr="00B0220D" w14:paraId="749853C3" w14:textId="77777777" w:rsidTr="008F26AA">
        <w:trPr>
          <w:trHeight w:val="200"/>
        </w:trPr>
        <w:tc>
          <w:tcPr>
            <w:tcW w:w="2913" w:type="dxa"/>
            <w:tcBorders>
              <w:top w:val="single" w:sz="18" w:space="0" w:color="BF9268" w:themeColor="accent2"/>
            </w:tcBorders>
          </w:tcPr>
          <w:p w14:paraId="0B54E080" w14:textId="77777777" w:rsidR="00CD50FD" w:rsidRPr="00B0220D" w:rsidRDefault="00CD50FD" w:rsidP="00CD50FD"/>
        </w:tc>
        <w:tc>
          <w:tcPr>
            <w:tcW w:w="3902" w:type="dxa"/>
            <w:vMerge/>
            <w:shd w:val="clear" w:color="auto" w:fill="303848" w:themeFill="accent1"/>
            <w:vAlign w:val="center"/>
          </w:tcPr>
          <w:p w14:paraId="523535E9" w14:textId="77777777" w:rsidR="00CD50FD" w:rsidRPr="00B0220D" w:rsidRDefault="00CD50FD" w:rsidP="0040233B">
            <w:pPr>
              <w:pStyle w:val="Ttulo1"/>
            </w:pPr>
          </w:p>
        </w:tc>
        <w:tc>
          <w:tcPr>
            <w:tcW w:w="2060" w:type="dxa"/>
            <w:tcBorders>
              <w:top w:val="single" w:sz="18" w:space="0" w:color="BF9268" w:themeColor="accent2"/>
            </w:tcBorders>
          </w:tcPr>
          <w:p w14:paraId="5E621A50" w14:textId="77777777" w:rsidR="00CD50FD" w:rsidRPr="00B0220D" w:rsidRDefault="00CD50FD">
            <w:pPr>
              <w:rPr>
                <w:noProof/>
              </w:rPr>
            </w:pPr>
          </w:p>
        </w:tc>
      </w:tr>
      <w:tr w:rsidR="0040233B" w:rsidRPr="00B0220D" w14:paraId="2C734F78" w14:textId="77777777" w:rsidTr="008F26AA">
        <w:trPr>
          <w:trHeight w:val="1126"/>
        </w:trPr>
        <w:tc>
          <w:tcPr>
            <w:tcW w:w="8875" w:type="dxa"/>
            <w:gridSpan w:val="3"/>
            <w:vAlign w:val="center"/>
          </w:tcPr>
          <w:p w14:paraId="12D264D7" w14:textId="7A6E1EF7" w:rsidR="0040233B" w:rsidRPr="008F26AA" w:rsidRDefault="000E436F" w:rsidP="00D20DA9">
            <w:pPr>
              <w:pStyle w:val="Texto"/>
              <w:rPr>
                <w:sz w:val="24"/>
              </w:rPr>
            </w:pPr>
            <w:r w:rsidRPr="008F26AA">
              <w:rPr>
                <w:sz w:val="24"/>
              </w:rPr>
              <w:t>Procuro vaga para técnica em enfermagem</w:t>
            </w:r>
          </w:p>
        </w:tc>
      </w:tr>
      <w:tr w:rsidR="00CD50FD" w:rsidRPr="00B0220D" w14:paraId="7B528491" w14:textId="77777777" w:rsidTr="008F26AA">
        <w:trPr>
          <w:trHeight w:val="209"/>
        </w:trPr>
        <w:tc>
          <w:tcPr>
            <w:tcW w:w="2913" w:type="dxa"/>
            <w:vMerge w:val="restart"/>
            <w:shd w:val="clear" w:color="auto" w:fill="F2F2F2" w:themeFill="background1" w:themeFillShade="F2"/>
            <w:vAlign w:val="center"/>
          </w:tcPr>
          <w:p w14:paraId="5EBC6D62" w14:textId="77777777" w:rsidR="00CD50FD" w:rsidRPr="00B0220D" w:rsidRDefault="005863D4" w:rsidP="00D20DA9">
            <w:pPr>
              <w:pStyle w:val="Ttulo2"/>
            </w:pPr>
            <w:sdt>
              <w:sdtPr>
                <w:id w:val="-1907296240"/>
                <w:placeholder>
                  <w:docPart w:val="A235C37C75D9485EAF8D7994F417696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D20DA9" w:rsidRPr="00B0220D">
                  <w:rPr>
                    <w:lang w:bidi="pt-BR"/>
                  </w:rPr>
                  <w:t>FORMAÇÃO</w:t>
                </w:r>
              </w:sdtContent>
            </w:sdt>
            <w:r w:rsidR="00D26A79" w:rsidRPr="00B0220D">
              <w:rPr>
                <w:lang w:bidi="pt-BR"/>
              </w:rPr>
              <w:t xml:space="preserve"> </w:t>
            </w:r>
            <w:sdt>
              <w:sdtPr>
                <w:rPr>
                  <w:rStyle w:val="Destacar"/>
                </w:rPr>
                <w:id w:val="-908075200"/>
                <w:placeholder>
                  <w:docPart w:val="F85581FD58DB4EDD98353909E64BE519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stacar"/>
                </w:rPr>
              </w:sdtEndPr>
              <w:sdtContent>
                <w:r w:rsidR="00D26A79" w:rsidRPr="00B0220D">
                  <w:rPr>
                    <w:rStyle w:val="Destacar"/>
                    <w:lang w:bidi="pt-BR"/>
                  </w:rPr>
                  <w:t>—</w:t>
                </w:r>
              </w:sdtContent>
            </w:sdt>
          </w:p>
        </w:tc>
        <w:tc>
          <w:tcPr>
            <w:tcW w:w="3902" w:type="dxa"/>
            <w:vMerge w:val="restart"/>
            <w:shd w:val="clear" w:color="auto" w:fill="303848" w:themeFill="accent1"/>
            <w:vAlign w:val="center"/>
          </w:tcPr>
          <w:p w14:paraId="7DBD2AAE" w14:textId="77777777" w:rsidR="00CD50FD" w:rsidRPr="00B0220D" w:rsidRDefault="005863D4" w:rsidP="00D20DA9">
            <w:pPr>
              <w:pStyle w:val="Ttulo1"/>
            </w:pPr>
            <w:sdt>
              <w:sdtPr>
                <w:id w:val="-1748876717"/>
                <w:placeholder>
                  <w:docPart w:val="3B20A902696D404A90CF122FFB7D232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D20DA9" w:rsidRPr="00B0220D">
                  <w:rPr>
                    <w:lang w:bidi="pt-BR"/>
                  </w:rPr>
                  <w:t>EXPERIÊNCIA</w:t>
                </w:r>
              </w:sdtContent>
            </w:sdt>
          </w:p>
        </w:tc>
        <w:tc>
          <w:tcPr>
            <w:tcW w:w="2060" w:type="dxa"/>
            <w:tcBorders>
              <w:bottom w:val="single" w:sz="18" w:space="0" w:color="BF9268" w:themeColor="accent2"/>
            </w:tcBorders>
          </w:tcPr>
          <w:p w14:paraId="5D1B4C7F" w14:textId="77777777" w:rsidR="00CD50FD" w:rsidRPr="00B0220D" w:rsidRDefault="00CD50FD"/>
        </w:tc>
      </w:tr>
      <w:tr w:rsidR="00CD50FD" w:rsidRPr="00B0220D" w14:paraId="4F739A0D" w14:textId="77777777" w:rsidTr="008F26AA">
        <w:trPr>
          <w:trHeight w:val="209"/>
        </w:trPr>
        <w:tc>
          <w:tcPr>
            <w:tcW w:w="2913" w:type="dxa"/>
            <w:vMerge/>
            <w:shd w:val="clear" w:color="auto" w:fill="F2F2F2" w:themeFill="background1" w:themeFillShade="F2"/>
            <w:vAlign w:val="center"/>
          </w:tcPr>
          <w:p w14:paraId="27B4A61D" w14:textId="77777777" w:rsidR="00CD50FD" w:rsidRPr="00B0220D" w:rsidRDefault="00CD50FD" w:rsidP="0040233B">
            <w:pPr>
              <w:pStyle w:val="Ttulo2"/>
            </w:pPr>
          </w:p>
        </w:tc>
        <w:tc>
          <w:tcPr>
            <w:tcW w:w="3902" w:type="dxa"/>
            <w:vMerge/>
            <w:shd w:val="clear" w:color="auto" w:fill="303848" w:themeFill="accent1"/>
            <w:vAlign w:val="center"/>
          </w:tcPr>
          <w:p w14:paraId="58556EB1" w14:textId="77777777" w:rsidR="00CD50FD" w:rsidRPr="00B0220D" w:rsidRDefault="00CD50FD" w:rsidP="0040233B">
            <w:pPr>
              <w:pStyle w:val="Ttulo1"/>
            </w:pPr>
          </w:p>
        </w:tc>
        <w:tc>
          <w:tcPr>
            <w:tcW w:w="2060" w:type="dxa"/>
          </w:tcPr>
          <w:p w14:paraId="60845311" w14:textId="38A27052" w:rsidR="00E25BA6" w:rsidRPr="00B0220D" w:rsidRDefault="00E25BA6"/>
        </w:tc>
      </w:tr>
      <w:tr w:rsidR="0040233B" w:rsidRPr="00B0220D" w14:paraId="7BE750F6" w14:textId="77777777" w:rsidTr="008F26AA">
        <w:trPr>
          <w:trHeight w:val="3248"/>
        </w:trPr>
        <w:tc>
          <w:tcPr>
            <w:tcW w:w="2913" w:type="dxa"/>
            <w:shd w:val="clear" w:color="auto" w:fill="F2F2F2" w:themeFill="background1" w:themeFillShade="F2"/>
          </w:tcPr>
          <w:p w14:paraId="20E9CDA0" w14:textId="77777777" w:rsidR="0040233B" w:rsidRPr="00B0220D" w:rsidRDefault="0040233B" w:rsidP="0040233B">
            <w:pPr>
              <w:pStyle w:val="Texto"/>
            </w:pPr>
          </w:p>
          <w:p w14:paraId="009EB7E8" w14:textId="5711D7AF" w:rsidR="000E436F" w:rsidRDefault="000E436F" w:rsidP="000E436F">
            <w:pPr>
              <w:pStyle w:val="Texto"/>
              <w:numPr>
                <w:ilvl w:val="0"/>
                <w:numId w:val="1"/>
              </w:numPr>
            </w:pPr>
            <w:r>
              <w:t xml:space="preserve">Ensino Médio Completo – Escola Irene Dias     </w:t>
            </w:r>
            <w:proofErr w:type="gramStart"/>
            <w:r>
              <w:t xml:space="preserve">   (</w:t>
            </w:r>
            <w:proofErr w:type="gramEnd"/>
            <w:r>
              <w:t>2013 - 2016)</w:t>
            </w:r>
          </w:p>
          <w:p w14:paraId="628C40EB" w14:textId="77777777" w:rsidR="00E25BA6" w:rsidRPr="00E25BA6" w:rsidRDefault="00E25BA6" w:rsidP="00E25BA6"/>
          <w:p w14:paraId="7F396D2A" w14:textId="4915740C" w:rsidR="00D20DA9" w:rsidRPr="00B0220D" w:rsidRDefault="00A42E67" w:rsidP="000E436F">
            <w:pPr>
              <w:pStyle w:val="Texto"/>
              <w:numPr>
                <w:ilvl w:val="0"/>
                <w:numId w:val="1"/>
              </w:numPr>
            </w:pPr>
            <w:r>
              <w:t xml:space="preserve">Tec. Enfermagem – Colégio Projeção </w:t>
            </w:r>
            <w:r w:rsidR="00E25BA6">
              <w:t xml:space="preserve">    </w:t>
            </w:r>
            <w:proofErr w:type="gramStart"/>
            <w:r w:rsidR="00E25BA6">
              <w:t xml:space="preserve">   (</w:t>
            </w:r>
            <w:proofErr w:type="gramEnd"/>
            <w:r w:rsidR="00E25BA6">
              <w:t>2018 - 2020)</w:t>
            </w:r>
            <w:r>
              <w:t xml:space="preserve"> </w:t>
            </w:r>
            <w:r w:rsidR="000E436F">
              <w:t xml:space="preserve"> </w:t>
            </w:r>
          </w:p>
          <w:p w14:paraId="591DEB6D" w14:textId="77777777" w:rsidR="00D20DA9" w:rsidRPr="00B0220D" w:rsidRDefault="00D20DA9" w:rsidP="0040233B">
            <w:pPr>
              <w:pStyle w:val="Texto"/>
            </w:pPr>
          </w:p>
        </w:tc>
        <w:tc>
          <w:tcPr>
            <w:tcW w:w="5962" w:type="dxa"/>
            <w:gridSpan w:val="2"/>
            <w:vAlign w:val="center"/>
          </w:tcPr>
          <w:p w14:paraId="26306D3A" w14:textId="77777777" w:rsidR="00E25BA6" w:rsidRDefault="00E25BA6" w:rsidP="00D20DA9">
            <w:pPr>
              <w:pStyle w:val="TextoPequeno"/>
            </w:pPr>
          </w:p>
          <w:p w14:paraId="6BDDA882" w14:textId="11A947B4" w:rsidR="00D20DA9" w:rsidRPr="00B0220D" w:rsidRDefault="00E25BA6" w:rsidP="00D20DA9">
            <w:pPr>
              <w:pStyle w:val="TextoPequeno"/>
            </w:pPr>
            <w:r>
              <w:t>2018 - 2020</w:t>
            </w:r>
          </w:p>
          <w:p w14:paraId="3196835B" w14:textId="09004CDB" w:rsidR="00D20DA9" w:rsidRPr="00B0220D" w:rsidRDefault="00E25BA6" w:rsidP="00D20DA9">
            <w:pPr>
              <w:pStyle w:val="Texto"/>
            </w:pPr>
            <w:r>
              <w:rPr>
                <w:lang w:bidi="pt-BR"/>
              </w:rPr>
              <w:t>Recepcionista de consultório médico</w:t>
            </w:r>
            <w:r w:rsidR="00D20DA9" w:rsidRPr="00B0220D">
              <w:rPr>
                <w:color w:val="595959" w:themeColor="text1" w:themeTint="A6"/>
                <w:lang w:bidi="pt-BR"/>
              </w:rPr>
              <w:t xml:space="preserve"> • </w:t>
            </w:r>
            <w:r>
              <w:t>Mauricio Oliveira de Paula Leite Camargo</w:t>
            </w:r>
          </w:p>
          <w:p w14:paraId="763A04E9" w14:textId="77777777" w:rsidR="0040233B" w:rsidRPr="00B0220D" w:rsidRDefault="00D20DA9" w:rsidP="00D20DA9">
            <w:pPr>
              <w:pStyle w:val="Texto"/>
              <w:rPr>
                <w:sz w:val="21"/>
              </w:rPr>
            </w:pPr>
            <w:r w:rsidRPr="00B0220D">
              <w:rPr>
                <w:sz w:val="21"/>
                <w:lang w:bidi="pt-BR"/>
              </w:rPr>
              <w:t xml:space="preserve"> </w:t>
            </w:r>
          </w:p>
          <w:p w14:paraId="2ADB4A18" w14:textId="5CC3E39E" w:rsidR="00D20DA9" w:rsidRPr="00B0220D" w:rsidRDefault="00E25BA6" w:rsidP="00D20DA9">
            <w:pPr>
              <w:pStyle w:val="TextoPequeno"/>
            </w:pPr>
            <w:r>
              <w:t>2020 - 2021</w:t>
            </w:r>
          </w:p>
          <w:p w14:paraId="39B6407A" w14:textId="01FAB4B1" w:rsidR="00D20DA9" w:rsidRPr="00B0220D" w:rsidRDefault="00E25BA6" w:rsidP="00D20DA9">
            <w:pPr>
              <w:pStyle w:val="Texto"/>
            </w:pPr>
            <w:r>
              <w:t>Auxiliar de Laboratório</w:t>
            </w:r>
            <w:r w:rsidR="00D20DA9" w:rsidRPr="00B0220D">
              <w:rPr>
                <w:color w:val="595959" w:themeColor="text1" w:themeTint="A6"/>
                <w:lang w:bidi="pt-BR"/>
              </w:rPr>
              <w:t xml:space="preserve"> • </w:t>
            </w:r>
            <w:r>
              <w:t>Hospital São Francisco</w:t>
            </w:r>
          </w:p>
          <w:p w14:paraId="1FD46648" w14:textId="77777777" w:rsidR="0040233B" w:rsidRPr="00B0220D" w:rsidRDefault="00D20DA9" w:rsidP="00D20DA9">
            <w:pPr>
              <w:pStyle w:val="Texto"/>
              <w:rPr>
                <w:sz w:val="21"/>
              </w:rPr>
            </w:pPr>
            <w:r w:rsidRPr="00B0220D">
              <w:rPr>
                <w:sz w:val="21"/>
                <w:lang w:bidi="pt-BR"/>
              </w:rPr>
              <w:t xml:space="preserve"> </w:t>
            </w:r>
          </w:p>
          <w:p w14:paraId="3264A974" w14:textId="20BEB446" w:rsidR="0040233B" w:rsidRPr="00B0220D" w:rsidRDefault="00E25BA6" w:rsidP="0040233B">
            <w:pPr>
              <w:pStyle w:val="TextoPequeno"/>
            </w:pPr>
            <w:r>
              <w:t>2020 - 2021</w:t>
            </w:r>
          </w:p>
          <w:p w14:paraId="5AC5A40D" w14:textId="381B178F" w:rsidR="0040233B" w:rsidRPr="00B0220D" w:rsidRDefault="00E25BA6" w:rsidP="0040233B">
            <w:pPr>
              <w:pStyle w:val="Texto"/>
            </w:pPr>
            <w:r>
              <w:t>Inspetor de Alunos de Escola Pública</w:t>
            </w:r>
            <w:r w:rsidR="0040233B" w:rsidRPr="00B0220D">
              <w:rPr>
                <w:color w:val="595959" w:themeColor="text1" w:themeTint="A6"/>
                <w:lang w:bidi="pt-BR"/>
              </w:rPr>
              <w:t xml:space="preserve"> • </w:t>
            </w:r>
            <w:r>
              <w:t>Associação Educacional da Juventude - ASSEJ</w:t>
            </w:r>
          </w:p>
          <w:p w14:paraId="6B33698D" w14:textId="77777777" w:rsidR="0040233B" w:rsidRPr="00B0220D" w:rsidRDefault="0040233B" w:rsidP="0040233B">
            <w:pPr>
              <w:pStyle w:val="Texto"/>
              <w:rPr>
                <w:sz w:val="21"/>
              </w:rPr>
            </w:pPr>
          </w:p>
          <w:p w14:paraId="5F724082" w14:textId="22294A29" w:rsidR="00E25BA6" w:rsidRPr="00B0220D" w:rsidRDefault="00E25BA6" w:rsidP="00E25BA6">
            <w:pPr>
              <w:pStyle w:val="TextoPequeno"/>
            </w:pPr>
            <w:r>
              <w:t xml:space="preserve">2022 - </w:t>
            </w:r>
            <w:r w:rsidR="008108C9">
              <w:t>2023</w:t>
            </w:r>
          </w:p>
          <w:p w14:paraId="3D21997D" w14:textId="2925C0DB" w:rsidR="00E25BA6" w:rsidRPr="00B0220D" w:rsidRDefault="00E25BA6" w:rsidP="00E25BA6">
            <w:pPr>
              <w:pStyle w:val="Texto"/>
            </w:pPr>
            <w:r>
              <w:t>Técnica de enfer</w:t>
            </w:r>
            <w:r w:rsidR="008108C9">
              <w:t>magem</w:t>
            </w:r>
            <w:r w:rsidRPr="00B0220D">
              <w:rPr>
                <w:color w:val="595959" w:themeColor="text1" w:themeTint="A6"/>
                <w:lang w:bidi="pt-BR"/>
              </w:rPr>
              <w:t xml:space="preserve"> • </w:t>
            </w:r>
            <w:r w:rsidR="008108C9">
              <w:t>Fernando Henrique Pinto Junior &amp; CIA LTDA</w:t>
            </w:r>
          </w:p>
          <w:p w14:paraId="17A19239" w14:textId="77777777" w:rsidR="0040233B" w:rsidRDefault="0040233B" w:rsidP="00D20DA9">
            <w:pPr>
              <w:pStyle w:val="Texto"/>
            </w:pPr>
          </w:p>
          <w:p w14:paraId="2C23F2F0" w14:textId="6A1D5B86" w:rsidR="00E25BA6" w:rsidRPr="00B0220D" w:rsidRDefault="008108C9" w:rsidP="00E25BA6">
            <w:pPr>
              <w:pStyle w:val="TextoPequeno"/>
            </w:pPr>
            <w:r>
              <w:t>2023 - Atual</w:t>
            </w:r>
          </w:p>
          <w:p w14:paraId="61371B9E" w14:textId="0719DD20" w:rsidR="00E25BA6" w:rsidRDefault="008108C9" w:rsidP="00E25BA6">
            <w:pPr>
              <w:pStyle w:val="Texto"/>
            </w:pPr>
            <w:r>
              <w:t>Técnica de enfermagem</w:t>
            </w:r>
            <w:r w:rsidR="00E25BA6" w:rsidRPr="00B0220D">
              <w:rPr>
                <w:color w:val="595959" w:themeColor="text1" w:themeTint="A6"/>
                <w:lang w:bidi="pt-BR"/>
              </w:rPr>
              <w:t xml:space="preserve"> • </w:t>
            </w:r>
            <w:r>
              <w:t>Laboratório Sabin de Analises Clinicas em Ribeirão Preto LTDA</w:t>
            </w:r>
          </w:p>
          <w:p w14:paraId="2E653677" w14:textId="2C736003" w:rsidR="00E25BA6" w:rsidRPr="00E25BA6" w:rsidRDefault="00E25BA6" w:rsidP="00E25BA6"/>
        </w:tc>
      </w:tr>
      <w:tr w:rsidR="00CD50FD" w:rsidRPr="00B0220D" w14:paraId="68A7EB3B" w14:textId="77777777" w:rsidTr="008F26AA">
        <w:trPr>
          <w:trHeight w:val="209"/>
        </w:trPr>
        <w:tc>
          <w:tcPr>
            <w:tcW w:w="2913" w:type="dxa"/>
            <w:vMerge w:val="restart"/>
            <w:shd w:val="clear" w:color="auto" w:fill="F2F2F2" w:themeFill="background1" w:themeFillShade="F2"/>
            <w:vAlign w:val="center"/>
          </w:tcPr>
          <w:p w14:paraId="7419F67C" w14:textId="5EB3397D" w:rsidR="00CD50FD" w:rsidRPr="00B0220D" w:rsidRDefault="00D26A79" w:rsidP="00D20DA9">
            <w:pPr>
              <w:pStyle w:val="Ttulo2"/>
            </w:pPr>
            <w:r w:rsidRPr="00B0220D">
              <w:rPr>
                <w:lang w:bidi="pt-BR"/>
              </w:rPr>
              <w:t xml:space="preserve"> </w:t>
            </w:r>
          </w:p>
        </w:tc>
        <w:tc>
          <w:tcPr>
            <w:tcW w:w="3902" w:type="dxa"/>
            <w:vMerge w:val="restart"/>
            <w:shd w:val="clear" w:color="auto" w:fill="303848" w:themeFill="accent1"/>
            <w:vAlign w:val="center"/>
          </w:tcPr>
          <w:p w14:paraId="2311DC79" w14:textId="651DA04F" w:rsidR="00CD50FD" w:rsidRPr="00B0220D" w:rsidRDefault="008108C9" w:rsidP="00D20DA9">
            <w:pPr>
              <w:pStyle w:val="Ttulo1"/>
            </w:pPr>
            <w:r>
              <w:t>COMPETÊNCIAS</w:t>
            </w:r>
            <w:r w:rsidR="00D20DA9" w:rsidRPr="00B0220D">
              <w:rPr>
                <w:lang w:bidi="pt-BR"/>
              </w:rPr>
              <w:t xml:space="preserve"> </w:t>
            </w:r>
          </w:p>
        </w:tc>
        <w:tc>
          <w:tcPr>
            <w:tcW w:w="2060" w:type="dxa"/>
            <w:tcBorders>
              <w:bottom w:val="single" w:sz="18" w:space="0" w:color="BF9268" w:themeColor="accent2"/>
            </w:tcBorders>
          </w:tcPr>
          <w:p w14:paraId="7F43D74F" w14:textId="77777777" w:rsidR="00CD50FD" w:rsidRPr="00B0220D" w:rsidRDefault="00CD50FD"/>
        </w:tc>
      </w:tr>
      <w:tr w:rsidR="00CD50FD" w:rsidRPr="00B0220D" w14:paraId="34D27DDB" w14:textId="77777777" w:rsidTr="008F26AA">
        <w:trPr>
          <w:trHeight w:val="209"/>
        </w:trPr>
        <w:tc>
          <w:tcPr>
            <w:tcW w:w="2913" w:type="dxa"/>
            <w:vMerge/>
            <w:shd w:val="clear" w:color="auto" w:fill="F2F2F2" w:themeFill="background1" w:themeFillShade="F2"/>
            <w:vAlign w:val="center"/>
          </w:tcPr>
          <w:p w14:paraId="0CF82841" w14:textId="77777777" w:rsidR="00CD50FD" w:rsidRPr="00B0220D" w:rsidRDefault="00CD50FD" w:rsidP="00CD50FD">
            <w:pPr>
              <w:pStyle w:val="Ttulo2"/>
              <w:rPr>
                <w:spacing w:val="32"/>
              </w:rPr>
            </w:pPr>
          </w:p>
        </w:tc>
        <w:tc>
          <w:tcPr>
            <w:tcW w:w="3902" w:type="dxa"/>
            <w:vMerge/>
            <w:shd w:val="clear" w:color="auto" w:fill="303848" w:themeFill="accent1"/>
            <w:vAlign w:val="center"/>
          </w:tcPr>
          <w:p w14:paraId="272CF5B8" w14:textId="77777777" w:rsidR="00CD50FD" w:rsidRPr="00B0220D" w:rsidRDefault="00CD50FD" w:rsidP="00CD50FD">
            <w:pPr>
              <w:pStyle w:val="Ttulo1"/>
            </w:pPr>
          </w:p>
        </w:tc>
        <w:tc>
          <w:tcPr>
            <w:tcW w:w="2060" w:type="dxa"/>
          </w:tcPr>
          <w:p w14:paraId="02DB5EDA" w14:textId="3A7DACC2" w:rsidR="008F26AA" w:rsidRPr="00B0220D" w:rsidRDefault="008F26AA"/>
        </w:tc>
      </w:tr>
      <w:tr w:rsidR="00CD50FD" w:rsidRPr="00B0220D" w14:paraId="658269A8" w14:textId="77777777" w:rsidTr="008F26AA">
        <w:trPr>
          <w:trHeight w:val="2431"/>
        </w:trPr>
        <w:tc>
          <w:tcPr>
            <w:tcW w:w="2913" w:type="dxa"/>
            <w:shd w:val="clear" w:color="auto" w:fill="F2F2F2" w:themeFill="background1" w:themeFillShade="F2"/>
            <w:vAlign w:val="center"/>
          </w:tcPr>
          <w:p w14:paraId="6EC17E00" w14:textId="289040EA" w:rsidR="00D20DA9" w:rsidRPr="00B0220D" w:rsidRDefault="00D20DA9" w:rsidP="008108C9">
            <w:pPr>
              <w:pStyle w:val="Texto"/>
            </w:pPr>
          </w:p>
          <w:p w14:paraId="100BB546" w14:textId="77777777" w:rsidR="00CD50FD" w:rsidRPr="00B0220D" w:rsidRDefault="00CD50FD" w:rsidP="00CD50FD">
            <w:pPr>
              <w:pStyle w:val="Texto"/>
            </w:pPr>
          </w:p>
        </w:tc>
        <w:tc>
          <w:tcPr>
            <w:tcW w:w="5962" w:type="dxa"/>
            <w:gridSpan w:val="2"/>
            <w:vAlign w:val="center"/>
          </w:tcPr>
          <w:p w14:paraId="65B09DDD" w14:textId="77777777" w:rsidR="008F26AA" w:rsidRDefault="008F26AA" w:rsidP="008F26AA">
            <w:pPr>
              <w:pStyle w:val="PargrafodaLista"/>
              <w:ind w:left="360"/>
            </w:pPr>
          </w:p>
          <w:p w14:paraId="14B459F8" w14:textId="0E1C1079" w:rsidR="008108C9" w:rsidRPr="008F26AA" w:rsidRDefault="008108C9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Relacionamento</w:t>
            </w:r>
          </w:p>
          <w:p w14:paraId="5498E134" w14:textId="6D540CF3" w:rsidR="008108C9" w:rsidRPr="008F26AA" w:rsidRDefault="008108C9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Pensamento criativo</w:t>
            </w:r>
          </w:p>
          <w:p w14:paraId="4C81CA27" w14:textId="4DAFAE47" w:rsidR="008108C9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Autoconfiança</w:t>
            </w:r>
          </w:p>
          <w:p w14:paraId="67BDACBD" w14:textId="40ABB92A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Proatividade</w:t>
            </w:r>
          </w:p>
          <w:p w14:paraId="16EB51A2" w14:textId="7F39E3D0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Trabalho em equipe</w:t>
            </w:r>
          </w:p>
          <w:p w14:paraId="6AE5A90E" w14:textId="63CA5659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Conhecimento técnico</w:t>
            </w:r>
          </w:p>
          <w:p w14:paraId="645F7B6E" w14:textId="76250A2E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 xml:space="preserve">Aprendizado continuo </w:t>
            </w:r>
          </w:p>
          <w:p w14:paraId="0604826C" w14:textId="79B772CE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Liderança</w:t>
            </w:r>
          </w:p>
          <w:p w14:paraId="0DBC36AF" w14:textId="4F0441D6" w:rsidR="008F26AA" w:rsidRPr="008F26AA" w:rsidRDefault="008F26AA" w:rsidP="008108C9">
            <w:pPr>
              <w:pStyle w:val="PargrafodaLista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F26AA">
              <w:rPr>
                <w:sz w:val="22"/>
                <w:szCs w:val="22"/>
              </w:rPr>
              <w:t>Foco em resultados</w:t>
            </w:r>
          </w:p>
          <w:p w14:paraId="2B0456AF" w14:textId="77777777" w:rsidR="00D20DA9" w:rsidRPr="00B0220D" w:rsidRDefault="00D20DA9" w:rsidP="00D20DA9">
            <w:pPr>
              <w:pStyle w:val="Texto"/>
            </w:pPr>
            <w:r w:rsidRPr="00B0220D">
              <w:rPr>
                <w:lang w:bidi="pt-BR"/>
              </w:rPr>
              <w:t xml:space="preserve"> </w:t>
            </w:r>
          </w:p>
          <w:p w14:paraId="607E39F6" w14:textId="77777777" w:rsidR="00CD50FD" w:rsidRPr="00B0220D" w:rsidRDefault="00CD50FD" w:rsidP="00CD50FD">
            <w:pPr>
              <w:pStyle w:val="Texto"/>
            </w:pPr>
          </w:p>
        </w:tc>
      </w:tr>
    </w:tbl>
    <w:p w14:paraId="63B43369" w14:textId="77777777" w:rsidR="00C55D85" w:rsidRPr="00B0220D" w:rsidRDefault="00C55D85" w:rsidP="008F26AA"/>
    <w:sectPr w:rsidR="00C55D85" w:rsidRPr="00B0220D" w:rsidSect="00B0220D">
      <w:headerReference w:type="default" r:id="rId7"/>
      <w:pgSz w:w="11906" w:h="16838" w:code="9"/>
      <w:pgMar w:top="720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3B52E" w14:textId="77777777" w:rsidR="005863D4" w:rsidRDefault="005863D4" w:rsidP="00F316AD">
      <w:r>
        <w:separator/>
      </w:r>
    </w:p>
  </w:endnote>
  <w:endnote w:type="continuationSeparator" w:id="0">
    <w:p w14:paraId="703E5E6D" w14:textId="77777777" w:rsidR="005863D4" w:rsidRDefault="005863D4" w:rsidP="00F3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CDEB" w14:textId="77777777" w:rsidR="005863D4" w:rsidRDefault="005863D4" w:rsidP="00F316AD">
      <w:r>
        <w:separator/>
      </w:r>
    </w:p>
  </w:footnote>
  <w:footnote w:type="continuationSeparator" w:id="0">
    <w:p w14:paraId="21EA22F9" w14:textId="77777777" w:rsidR="005863D4" w:rsidRDefault="005863D4" w:rsidP="00F31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0259" w14:textId="77777777" w:rsidR="00F316AD" w:rsidRPr="001700F2" w:rsidRDefault="00F316AD">
    <w:pPr>
      <w:pStyle w:val="Cabealho"/>
    </w:pPr>
    <w:r w:rsidRPr="001700F2">
      <w:rPr>
        <w:rFonts w:ascii="Times New Roman" w:eastAsia="Times New Roman" w:hAnsi="Times New Roman" w:cs="Times New Roman"/>
        <w:noProof/>
        <w:lang w:bidi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B4F828" wp14:editId="0C1AC254">
              <wp:simplePos x="0" y="0"/>
              <wp:positionH relativeFrom="column">
                <wp:posOffset>-914400</wp:posOffset>
              </wp:positionH>
              <wp:positionV relativeFrom="paragraph">
                <wp:posOffset>-432435</wp:posOffset>
              </wp:positionV>
              <wp:extent cx="7771130" cy="1249680"/>
              <wp:effectExtent l="0" t="0" r="1270" b="0"/>
              <wp:wrapNone/>
              <wp:docPr id="6" name="Retângulo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771130" cy="12496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6C4AAF" id="Retângulo 7" o:spid="_x0000_s1026" alt="&quot;&quot;" style="position:absolute;margin-left:-1in;margin-top:-34.05pt;width:611.9pt;height:98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" fillcolor="#303848 [3204]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D3C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05804AC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5120219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36F"/>
    <w:rsid w:val="000C096D"/>
    <w:rsid w:val="000E436F"/>
    <w:rsid w:val="001700F2"/>
    <w:rsid w:val="001871FF"/>
    <w:rsid w:val="001F4150"/>
    <w:rsid w:val="00252119"/>
    <w:rsid w:val="0029715D"/>
    <w:rsid w:val="0040233B"/>
    <w:rsid w:val="00417663"/>
    <w:rsid w:val="004D0355"/>
    <w:rsid w:val="004E6224"/>
    <w:rsid w:val="005863D4"/>
    <w:rsid w:val="005D2581"/>
    <w:rsid w:val="00617740"/>
    <w:rsid w:val="006C60E6"/>
    <w:rsid w:val="00802059"/>
    <w:rsid w:val="008108C9"/>
    <w:rsid w:val="0089710E"/>
    <w:rsid w:val="008F26AA"/>
    <w:rsid w:val="00902818"/>
    <w:rsid w:val="00914100"/>
    <w:rsid w:val="0098563D"/>
    <w:rsid w:val="00992251"/>
    <w:rsid w:val="00A42E67"/>
    <w:rsid w:val="00A74E15"/>
    <w:rsid w:val="00AE09A9"/>
    <w:rsid w:val="00B0220D"/>
    <w:rsid w:val="00C55D85"/>
    <w:rsid w:val="00C576D3"/>
    <w:rsid w:val="00CD50FD"/>
    <w:rsid w:val="00D20DA9"/>
    <w:rsid w:val="00D26A79"/>
    <w:rsid w:val="00DD3FEC"/>
    <w:rsid w:val="00DD5C35"/>
    <w:rsid w:val="00E25BA6"/>
    <w:rsid w:val="00EA03EF"/>
    <w:rsid w:val="00F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2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qFormat/>
    <w:rsid w:val="001700F2"/>
    <w:rPr>
      <w:color w:val="000000" w:themeColor="text1"/>
    </w:rPr>
  </w:style>
  <w:style w:type="paragraph" w:styleId="Ttulo1">
    <w:name w:val="heading 1"/>
    <w:basedOn w:val="Normal"/>
    <w:next w:val="Normal"/>
    <w:link w:val="Ttulo1Char"/>
    <w:uiPriority w:val="2"/>
    <w:qFormat/>
    <w:rsid w:val="00CD50FD"/>
    <w:pPr>
      <w:jc w:val="center"/>
      <w:outlineLvl w:val="0"/>
    </w:pPr>
    <w:rPr>
      <w:rFonts w:cs="Times New Roman (Body CS)"/>
      <w:color w:val="FFFFFF"/>
      <w:spacing w:val="40"/>
    </w:rPr>
  </w:style>
  <w:style w:type="paragraph" w:styleId="Ttulo2">
    <w:name w:val="heading 2"/>
    <w:basedOn w:val="Normal"/>
    <w:next w:val="Normal"/>
    <w:link w:val="Ttulo2Char"/>
    <w:uiPriority w:val="9"/>
    <w:qFormat/>
    <w:rsid w:val="0040233B"/>
    <w:pPr>
      <w:outlineLvl w:val="1"/>
    </w:pPr>
    <w:rPr>
      <w:rFonts w:cs="Times New Roman (Body CS)"/>
      <w:color w:val="303848" w:themeColor="accent1"/>
      <w:spacing w:val="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20DA9"/>
    <w:rPr>
      <w:color w:val="000000" w:themeColor="text1"/>
    </w:rPr>
  </w:style>
  <w:style w:type="paragraph" w:styleId="Rodap">
    <w:name w:val="footer"/>
    <w:basedOn w:val="Normal"/>
    <w:link w:val="RodapChar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D20DA9"/>
    <w:rPr>
      <w:color w:val="000000" w:themeColor="text1"/>
    </w:rPr>
  </w:style>
  <w:style w:type="table" w:styleId="Tabelacomgrade">
    <w:name w:val="Table Grid"/>
    <w:basedOn w:val="Tabelanormal"/>
    <w:uiPriority w:val="39"/>
    <w:rsid w:val="00F31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qFormat/>
    <w:rsid w:val="00F316AD"/>
    <w:pPr>
      <w:tabs>
        <w:tab w:val="left" w:pos="2121"/>
        <w:tab w:val="left" w:pos="4241"/>
      </w:tabs>
      <w:spacing w:before="120" w:after="120"/>
      <w:jc w:val="center"/>
    </w:pPr>
    <w:rPr>
      <w:rFonts w:cs="Times New Roman (Body CS)"/>
      <w:color w:val="303848" w:themeColor="accent1"/>
      <w:spacing w:val="80"/>
      <w:sz w:val="52"/>
    </w:rPr>
  </w:style>
  <w:style w:type="character" w:customStyle="1" w:styleId="TtuloChar">
    <w:name w:val="Título Char"/>
    <w:basedOn w:val="Fontepargpadro"/>
    <w:link w:val="Ttulo"/>
    <w:rsid w:val="00D20DA9"/>
    <w:rPr>
      <w:rFonts w:cs="Times New Roman (Body CS)"/>
      <w:color w:val="303848" w:themeColor="accent1"/>
      <w:spacing w:val="80"/>
      <w:sz w:val="52"/>
    </w:rPr>
  </w:style>
  <w:style w:type="paragraph" w:styleId="Subttulo">
    <w:name w:val="Subtitle"/>
    <w:basedOn w:val="Normal"/>
    <w:next w:val="Normal"/>
    <w:link w:val="SubttuloChar"/>
    <w:uiPriority w:val="1"/>
    <w:qFormat/>
    <w:rsid w:val="0029715D"/>
    <w:pPr>
      <w:spacing w:before="120" w:after="120"/>
      <w:jc w:val="center"/>
    </w:pPr>
    <w:rPr>
      <w:rFonts w:cs="Times New Roman (Body CS)"/>
      <w:color w:val="303848" w:themeColor="accent1"/>
      <w:spacing w:val="80"/>
    </w:rPr>
  </w:style>
  <w:style w:type="character" w:customStyle="1" w:styleId="SubttuloChar">
    <w:name w:val="Subtítulo Char"/>
    <w:basedOn w:val="Fontepargpadro"/>
    <w:link w:val="Subttulo"/>
    <w:uiPriority w:val="1"/>
    <w:rsid w:val="0029715D"/>
    <w:rPr>
      <w:rFonts w:cs="Times New Roman (Body CS)"/>
      <w:color w:val="303848" w:themeColor="accent1"/>
      <w:spacing w:val="80"/>
    </w:rPr>
  </w:style>
  <w:style w:type="character" w:customStyle="1" w:styleId="Ttulo1Char">
    <w:name w:val="Título 1 Char"/>
    <w:basedOn w:val="Fontepargpadro"/>
    <w:link w:val="Ttulo1"/>
    <w:uiPriority w:val="2"/>
    <w:rsid w:val="00D20DA9"/>
    <w:rPr>
      <w:rFonts w:cs="Times New Roman (Body CS)"/>
      <w:color w:val="FFFFFF"/>
      <w:spacing w:val="40"/>
    </w:rPr>
  </w:style>
  <w:style w:type="paragraph" w:customStyle="1" w:styleId="Texto">
    <w:name w:val="Texto"/>
    <w:basedOn w:val="Normal"/>
    <w:next w:val="Normal"/>
    <w:uiPriority w:val="3"/>
    <w:qFormat/>
    <w:rsid w:val="0040233B"/>
    <w:pPr>
      <w:spacing w:line="288" w:lineRule="auto"/>
    </w:pPr>
    <w:rPr>
      <w:color w:val="404040" w:themeColor="text1" w:themeTint="BF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1F4150"/>
    <w:rPr>
      <w:rFonts w:cs="Times New Roman (Body CS)"/>
      <w:color w:val="303848" w:themeColor="accent1"/>
      <w:spacing w:val="80"/>
    </w:rPr>
  </w:style>
  <w:style w:type="paragraph" w:customStyle="1" w:styleId="TextoPequeno">
    <w:name w:val="TextoPequeno"/>
    <w:basedOn w:val="Normal"/>
    <w:next w:val="Normal"/>
    <w:uiPriority w:val="5"/>
    <w:qFormat/>
    <w:rsid w:val="0040233B"/>
    <w:rPr>
      <w:i/>
      <w:color w:val="404040" w:themeColor="text1" w:themeTint="BF"/>
      <w:sz w:val="20"/>
    </w:rPr>
  </w:style>
  <w:style w:type="character" w:styleId="TextodoEspaoReservado">
    <w:name w:val="Placeholder Text"/>
    <w:basedOn w:val="Fontepargpadro"/>
    <w:uiPriority w:val="99"/>
    <w:semiHidden/>
    <w:rsid w:val="00D20DA9"/>
    <w:rPr>
      <w:color w:val="808080"/>
    </w:rPr>
  </w:style>
  <w:style w:type="character" w:customStyle="1" w:styleId="Destacar">
    <w:name w:val="Destacar"/>
    <w:basedOn w:val="Fontepargpadro"/>
    <w:uiPriority w:val="1"/>
    <w:qFormat/>
    <w:rsid w:val="00914100"/>
    <w:rPr>
      <w:color w:val="67482C" w:themeColor="accent2" w:themeShade="80"/>
    </w:rPr>
  </w:style>
  <w:style w:type="paragraph" w:styleId="PargrafodaLista">
    <w:name w:val="List Paragraph"/>
    <w:basedOn w:val="Normal"/>
    <w:uiPriority w:val="34"/>
    <w:semiHidden/>
    <w:qFormat/>
    <w:rsid w:val="0081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o\AppData\Roaming\Microsoft\Templates\Curr&#237;culo%20minimalis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64B267DC324F6380E912F18E1922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66964F-C93E-4819-9054-C3B450035EDD}"/>
      </w:docPartPr>
      <w:docPartBody>
        <w:p w:rsidR="00A70B79" w:rsidRDefault="00F24025">
          <w:pPr>
            <w:pStyle w:val="E864B267DC324F6380E912F18E19220A"/>
          </w:pPr>
          <w:r w:rsidRPr="00B0220D">
            <w:rPr>
              <w:lang w:bidi="pt-BR"/>
            </w:rPr>
            <w:t>OBJETIVO</w:t>
          </w:r>
        </w:p>
      </w:docPartBody>
    </w:docPart>
    <w:docPart>
      <w:docPartPr>
        <w:name w:val="A235C37C75D9485EAF8D7994F41769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3069B3-B8B0-48E2-AB99-5CAA7A405958}"/>
      </w:docPartPr>
      <w:docPartBody>
        <w:p w:rsidR="00A70B79" w:rsidRDefault="00F24025">
          <w:pPr>
            <w:pStyle w:val="A235C37C75D9485EAF8D7994F4176965"/>
          </w:pPr>
          <w:r w:rsidRPr="00B0220D">
            <w:rPr>
              <w:lang w:bidi="pt-BR"/>
            </w:rPr>
            <w:t>FORMAÇÃO</w:t>
          </w:r>
        </w:p>
      </w:docPartBody>
    </w:docPart>
    <w:docPart>
      <w:docPartPr>
        <w:name w:val="F85581FD58DB4EDD98353909E64BE5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96905C-02BA-4793-B74D-02702D27CB19}"/>
      </w:docPartPr>
      <w:docPartBody>
        <w:p w:rsidR="00A70B79" w:rsidRDefault="00F24025">
          <w:pPr>
            <w:pStyle w:val="F85581FD58DB4EDD98353909E64BE519"/>
          </w:pPr>
          <w:r w:rsidRPr="00B0220D">
            <w:rPr>
              <w:rStyle w:val="Destacar"/>
              <w:lang w:bidi="pt-BR"/>
            </w:rPr>
            <w:t>—</w:t>
          </w:r>
        </w:p>
      </w:docPartBody>
    </w:docPart>
    <w:docPart>
      <w:docPartPr>
        <w:name w:val="3B20A902696D404A90CF122FFB7D23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006E03-4D8A-4BC7-8AD2-6D1990602EAC}"/>
      </w:docPartPr>
      <w:docPartBody>
        <w:p w:rsidR="00A70B79" w:rsidRDefault="00F24025">
          <w:pPr>
            <w:pStyle w:val="3B20A902696D404A90CF122FFB7D2322"/>
          </w:pPr>
          <w:r w:rsidRPr="00B0220D">
            <w:rPr>
              <w:lang w:bidi="pt-BR"/>
            </w:rPr>
            <w:t>EXPERIÊNCIA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25"/>
    <w:rsid w:val="00A70B79"/>
    <w:rsid w:val="00B91E41"/>
    <w:rsid w:val="00F2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3A732D2039B473FA547C314C21E47F5">
    <w:name w:val="B3A732D2039B473FA547C314C21E47F5"/>
    <w:rsid w:val="00A70B79"/>
  </w:style>
  <w:style w:type="paragraph" w:customStyle="1" w:styleId="BAB2C4DF056C47D9B9CFF413355872A4">
    <w:name w:val="BAB2C4DF056C47D9B9CFF413355872A4"/>
    <w:rsid w:val="00A70B79"/>
  </w:style>
  <w:style w:type="paragraph" w:customStyle="1" w:styleId="1A7F6ED92A1345F69B898B59363AC484">
    <w:name w:val="1A7F6ED92A1345F69B898B59363AC484"/>
    <w:rsid w:val="00A70B79"/>
  </w:style>
  <w:style w:type="paragraph" w:customStyle="1" w:styleId="C35F1B2BE89F4A1A8595CB065CF4839E">
    <w:name w:val="C35F1B2BE89F4A1A8595CB065CF4839E"/>
    <w:rsid w:val="00A70B79"/>
  </w:style>
  <w:style w:type="paragraph" w:customStyle="1" w:styleId="3A3A3E75A9CE4EA0811690A39C4627B6">
    <w:name w:val="3A3A3E75A9CE4EA0811690A39C4627B6"/>
    <w:rsid w:val="00A70B79"/>
  </w:style>
  <w:style w:type="paragraph" w:customStyle="1" w:styleId="22AFFAD1177248B0B0752FEC6E7E6BF1">
    <w:name w:val="22AFFAD1177248B0B0752FEC6E7E6BF1"/>
    <w:rsid w:val="00A70B79"/>
  </w:style>
  <w:style w:type="paragraph" w:customStyle="1" w:styleId="E864B267DC324F6380E912F18E19220A">
    <w:name w:val="E864B267DC324F6380E912F18E19220A"/>
  </w:style>
  <w:style w:type="paragraph" w:customStyle="1" w:styleId="73991E504F1D4FE481BA09E081A2918C">
    <w:name w:val="73991E504F1D4FE481BA09E081A2918C"/>
    <w:rsid w:val="00A70B79"/>
  </w:style>
  <w:style w:type="paragraph" w:customStyle="1" w:styleId="A235C37C75D9485EAF8D7994F4176965">
    <w:name w:val="A235C37C75D9485EAF8D7994F4176965"/>
  </w:style>
  <w:style w:type="character" w:customStyle="1" w:styleId="Destacar">
    <w:name w:val="Destacar"/>
    <w:basedOn w:val="Fontepargpadro"/>
    <w:uiPriority w:val="1"/>
    <w:qFormat/>
    <w:rPr>
      <w:color w:val="833C0B" w:themeColor="accent2" w:themeShade="80"/>
    </w:rPr>
  </w:style>
  <w:style w:type="paragraph" w:customStyle="1" w:styleId="F85581FD58DB4EDD98353909E64BE519">
    <w:name w:val="F85581FD58DB4EDD98353909E64BE519"/>
  </w:style>
  <w:style w:type="paragraph" w:customStyle="1" w:styleId="3B20A902696D404A90CF122FFB7D2322">
    <w:name w:val="3B20A902696D404A90CF122FFB7D2322"/>
  </w:style>
  <w:style w:type="paragraph" w:customStyle="1" w:styleId="Texto">
    <w:name w:val="Texto"/>
    <w:basedOn w:val="Normal"/>
    <w:next w:val="Normal"/>
    <w:uiPriority w:val="3"/>
    <w:qFormat/>
    <w:rsid w:val="00A70B79"/>
    <w:pPr>
      <w:spacing w:after="0" w:line="288" w:lineRule="auto"/>
    </w:pPr>
    <w:rPr>
      <w:rFonts w:eastAsiaTheme="minorHAnsi"/>
      <w:color w:val="404040" w:themeColor="text1" w:themeTint="BF"/>
      <w:sz w:val="20"/>
      <w:szCs w:val="24"/>
      <w:lang w:eastAsia="en-US"/>
    </w:rPr>
  </w:style>
  <w:style w:type="paragraph" w:customStyle="1" w:styleId="AD04851D95274D05A38A8E0735E9A62B">
    <w:name w:val="AD04851D95274D05A38A8E0735E9A62B"/>
    <w:rsid w:val="00A70B79"/>
  </w:style>
  <w:style w:type="paragraph" w:customStyle="1" w:styleId="ADE9A74FD0C045629326E848C07DA867">
    <w:name w:val="ADE9A74FD0C045629326E848C07DA867"/>
  </w:style>
  <w:style w:type="paragraph" w:customStyle="1" w:styleId="2A4FEAB9177D4BB9AEC202156D84671C">
    <w:name w:val="2A4FEAB9177D4BB9AEC202156D84671C"/>
  </w:style>
  <w:style w:type="paragraph" w:customStyle="1" w:styleId="AC53416DAE324B13A796254AC4FB06B9">
    <w:name w:val="AC53416DAE324B13A796254AC4FB06B9"/>
  </w:style>
  <w:style w:type="paragraph" w:customStyle="1" w:styleId="23D64D1CC2844871A2309EA1FAD8299E">
    <w:name w:val="23D64D1CC2844871A2309EA1FAD8299E"/>
  </w:style>
  <w:style w:type="paragraph" w:customStyle="1" w:styleId="02C3C8888E3D46629430881D785FED0B">
    <w:name w:val="02C3C8888E3D46629430881D785FED0B"/>
  </w:style>
  <w:style w:type="paragraph" w:customStyle="1" w:styleId="C5E4D4A8CFC7499EA8F084E509A7A7D2">
    <w:name w:val="C5E4D4A8CFC7499EA8F084E509A7A7D2"/>
  </w:style>
  <w:style w:type="paragraph" w:customStyle="1" w:styleId="2329FE66D54546D2A18890F9C889BFA3">
    <w:name w:val="2329FE66D54546D2A18890F9C889BFA3"/>
  </w:style>
  <w:style w:type="paragraph" w:customStyle="1" w:styleId="E1021597912945A1887ADE2C487310D6">
    <w:name w:val="E1021597912945A1887ADE2C487310D6"/>
  </w:style>
  <w:style w:type="paragraph" w:customStyle="1" w:styleId="BD1FDF189CD84B40B4CE4425D37DBC94">
    <w:name w:val="BD1FDF189CD84B40B4CE4425D37DBC94"/>
  </w:style>
  <w:style w:type="paragraph" w:customStyle="1" w:styleId="46F4A64B3BC845C6BAC98013C62A6F30">
    <w:name w:val="46F4A64B3BC845C6BAC98013C62A6F30"/>
  </w:style>
  <w:style w:type="paragraph" w:customStyle="1" w:styleId="53DE7235C7CC4796828D75C6092E0AAA">
    <w:name w:val="53DE7235C7CC4796828D75C6092E0AAA"/>
  </w:style>
  <w:style w:type="paragraph" w:customStyle="1" w:styleId="19C456FAEF07437AB8E61ACFA99454CC">
    <w:name w:val="19C456FAEF07437AB8E61ACFA99454CC"/>
  </w:style>
  <w:style w:type="paragraph" w:customStyle="1" w:styleId="0E9DB43E820F45BBAA7A25942557A8B6">
    <w:name w:val="0E9DB43E820F45BBAA7A25942557A8B6"/>
  </w:style>
  <w:style w:type="paragraph" w:customStyle="1" w:styleId="C6C25F84E7804166839D7FDDFAADC1A8">
    <w:name w:val="C6C25F84E7804166839D7FDDFAADC1A8"/>
  </w:style>
  <w:style w:type="paragraph" w:customStyle="1" w:styleId="BA1D01C73E79431284AC66DDC0E034A2">
    <w:name w:val="BA1D01C73E79431284AC66DDC0E034A2"/>
  </w:style>
  <w:style w:type="paragraph" w:customStyle="1" w:styleId="40914CA2E92D464A991019C9225C10E0">
    <w:name w:val="40914CA2E92D464A991019C9225C10E0"/>
  </w:style>
  <w:style w:type="paragraph" w:customStyle="1" w:styleId="126C9F33225643969710AAA14352D463">
    <w:name w:val="126C9F33225643969710AAA14352D463"/>
  </w:style>
  <w:style w:type="paragraph" w:customStyle="1" w:styleId="0DBFCDDB21234A21BD003EFFBB51C228">
    <w:name w:val="0DBFCDDB21234A21BD003EFFBB51C228"/>
  </w:style>
  <w:style w:type="paragraph" w:customStyle="1" w:styleId="3E42B3D8F9A44D66A52F47A77F8D0F04">
    <w:name w:val="3E42B3D8F9A44D66A52F47A77F8D0F04"/>
  </w:style>
  <w:style w:type="paragraph" w:customStyle="1" w:styleId="E27ED061B0D647AA9898EE20A0B75C87">
    <w:name w:val="E27ED061B0D647AA9898EE20A0B75C87"/>
  </w:style>
  <w:style w:type="paragraph" w:customStyle="1" w:styleId="CE80F6A7F624419F8D91C4E83814C4B5">
    <w:name w:val="CE80F6A7F624419F8D91C4E83814C4B5"/>
  </w:style>
  <w:style w:type="paragraph" w:customStyle="1" w:styleId="327F8146A02E4A4D8718035F860062CD">
    <w:name w:val="327F8146A02E4A4D8718035F860062CD"/>
  </w:style>
  <w:style w:type="paragraph" w:customStyle="1" w:styleId="A025EF4E1C6649469DF9570383B35585">
    <w:name w:val="A025EF4E1C6649469DF9570383B35585"/>
    <w:rsid w:val="00A70B79"/>
  </w:style>
  <w:style w:type="paragraph" w:customStyle="1" w:styleId="ADFAB5D4CD3F44EF866D958401AE5231">
    <w:name w:val="ADFAB5D4CD3F44EF866D958401AE5231"/>
    <w:rsid w:val="00A70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A5AB81"/>
      </a:accent3>
      <a:accent4>
        <a:srgbClr val="D8B25C"/>
      </a:accent4>
      <a:accent5>
        <a:srgbClr val="648276"/>
      </a:accent5>
      <a:accent6>
        <a:srgbClr val="968C8C"/>
      </a:accent6>
      <a:hlink>
        <a:srgbClr val="F7B615"/>
      </a:hlink>
      <a:folHlink>
        <a:srgbClr val="70440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Currículo minimalista</Template>
  <TotalTime>0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2024-04-30T17:02:00Z</dcterms:created>
  <dcterms:modified xsi:type="dcterms:W3CDTF">2024-05-01T11:19:00Z</dcterms:modified>
</cp:coreProperties>
</file>