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59996" w14:textId="4986A5DA" w:rsidR="00F11D59" w:rsidRDefault="004522F3">
      <w:pPr>
        <w:pStyle w:val="Nome"/>
      </w:pPr>
      <w:r>
        <w:t xml:space="preserve">Ingrid Luiza da Silva </w:t>
      </w:r>
    </w:p>
    <w:p w14:paraId="4C91E92E" w14:textId="588FACB5" w:rsidR="00F11D59" w:rsidRDefault="007C0250">
      <w:pPr>
        <w:pStyle w:val="InformaesdeContato"/>
      </w:pPr>
      <w:r>
        <w:t xml:space="preserve">Avenida </w:t>
      </w:r>
      <w:proofErr w:type="spellStart"/>
      <w:r>
        <w:t>octavio</w:t>
      </w:r>
      <w:proofErr w:type="spellEnd"/>
      <w:r>
        <w:t xml:space="preserve"> </w:t>
      </w:r>
      <w:proofErr w:type="spellStart"/>
      <w:r>
        <w:t>golfeto</w:t>
      </w:r>
      <w:proofErr w:type="spellEnd"/>
      <w:r>
        <w:t xml:space="preserve"> 715</w:t>
      </w:r>
    </w:p>
    <w:p w14:paraId="43117442" w14:textId="7AE2F87F" w:rsidR="00C210C6" w:rsidRDefault="00C210C6">
      <w:pPr>
        <w:pStyle w:val="InformaesdeContato"/>
      </w:pPr>
      <w:r>
        <w:t>Ribeirão Preto – SP</w:t>
      </w:r>
    </w:p>
    <w:p w14:paraId="7CE708A9" w14:textId="6F5DC350" w:rsidR="007E6C17" w:rsidRDefault="00C210C6" w:rsidP="00E7252B">
      <w:pPr>
        <w:pStyle w:val="InformaesdeContato"/>
      </w:pPr>
      <w:r>
        <w:t>Telefone:</w:t>
      </w:r>
      <w:r w:rsidR="00E7252B" w:rsidRPr="00E7252B">
        <w:t xml:space="preserve"> 16 99</w:t>
      </w:r>
      <w:r w:rsidR="007C0250">
        <w:t>1048418</w:t>
      </w:r>
    </w:p>
    <w:p w14:paraId="1086ADD6" w14:textId="4E56A24D" w:rsidR="00F11D59" w:rsidRDefault="007E6C17" w:rsidP="007C21AB">
      <w:pPr>
        <w:pStyle w:val="InformaesdeContato"/>
      </w:pPr>
      <w:proofErr w:type="spellStart"/>
      <w:r>
        <w:t>Email</w:t>
      </w:r>
      <w:proofErr w:type="spellEnd"/>
      <w:r w:rsidR="007C0250">
        <w:t xml:space="preserve">: </w:t>
      </w:r>
      <w:hyperlink r:id="rId7" w:history="1">
        <w:r w:rsidR="007C0250" w:rsidRPr="00357958">
          <w:rPr>
            <w:rStyle w:val="Hyperlink"/>
          </w:rPr>
          <w:t>Ingridls2004@yahoo.com.br</w:t>
        </w:r>
      </w:hyperlink>
      <w:r w:rsidR="007C0250">
        <w:t xml:space="preserve"> </w:t>
      </w:r>
    </w:p>
    <w:p w14:paraId="5B406ABE" w14:textId="77777777" w:rsidR="007C21AB" w:rsidRDefault="007C21AB" w:rsidP="007C21AB">
      <w:pPr>
        <w:pStyle w:val="InformaesdeContato"/>
      </w:pPr>
    </w:p>
    <w:p w14:paraId="7A85D471" w14:textId="0B0AEEF7" w:rsidR="00071D18" w:rsidRDefault="009D0FF3" w:rsidP="007C21AB">
      <w:pPr>
        <w:pStyle w:val="InformaesdeContato"/>
        <w:rPr>
          <w:b/>
          <w:bCs/>
        </w:rPr>
      </w:pPr>
      <w:r>
        <w:rPr>
          <w:b/>
          <w:bCs/>
        </w:rPr>
        <w:t xml:space="preserve">Resumo profissional </w:t>
      </w:r>
    </w:p>
    <w:p w14:paraId="2E484887" w14:textId="2799939C" w:rsidR="009D0FF3" w:rsidRPr="008965B1" w:rsidRDefault="008965B1" w:rsidP="008965B1">
      <w:pPr>
        <w:pStyle w:val="InformaesdeContato"/>
      </w:pPr>
      <w:r>
        <w:t>Profissional</w:t>
      </w:r>
      <w:r w:rsidR="00300E5D">
        <w:t xml:space="preserve"> eficiente e com boas habilidades </w:t>
      </w:r>
      <w:r w:rsidR="00DE6CD8">
        <w:t>de relacionamento interpessoal</w:t>
      </w:r>
      <w:r w:rsidR="002B3C03">
        <w:t xml:space="preserve"> que contribuem para prestação de serviço de excelência </w:t>
      </w:r>
      <w:r w:rsidR="008326EE">
        <w:t>e para suporte da equipe</w:t>
      </w:r>
      <w:r w:rsidR="00E44CF2">
        <w:t xml:space="preserve"> em tarefas diversas</w:t>
      </w:r>
      <w:r w:rsidR="00105575">
        <w:t xml:space="preserve">, visando colaborar </w:t>
      </w:r>
      <w:r w:rsidR="00B06F5B">
        <w:t xml:space="preserve">efetivamente com </w:t>
      </w:r>
      <w:r w:rsidR="008F6685">
        <w:t xml:space="preserve">a rotina do trabalho. </w:t>
      </w:r>
    </w:p>
    <w:p w14:paraId="4FACDC90" w14:textId="77777777" w:rsidR="00071D18" w:rsidRPr="00071D18" w:rsidRDefault="00071D18" w:rsidP="007C21AB">
      <w:pPr>
        <w:pStyle w:val="InformaesdeContato"/>
      </w:pPr>
    </w:p>
    <w:p w14:paraId="19C791DB" w14:textId="77777777" w:rsidR="00F11D59" w:rsidRDefault="00AE0489">
      <w:pPr>
        <w:pStyle w:val="Ttulo1"/>
      </w:pPr>
      <w:sdt>
        <w:sdtPr>
          <w:id w:val="-1150367223"/>
          <w:placeholder>
            <w:docPart w:val="1B64443864717D49B1B31F862E3BD6FF"/>
          </w:placeholder>
          <w:temporary/>
          <w:showingPlcHdr/>
          <w15:appearance w15:val="hidden"/>
        </w:sdtPr>
        <w:sdtEndPr/>
        <w:sdtContent>
          <w:r w:rsidR="004373C7">
            <w:rPr>
              <w:lang w:bidi="pt-BR"/>
            </w:rPr>
            <w:t>Educação</w:t>
          </w:r>
        </w:sdtContent>
      </w:sdt>
    </w:p>
    <w:p w14:paraId="1833515B" w14:textId="77777777" w:rsidR="00F11D59" w:rsidRDefault="00AE0489">
      <w:pPr>
        <w:pStyle w:val="Ttulo2"/>
      </w:pPr>
      <w:sdt>
        <w:sdtPr>
          <w:id w:val="-1529011685"/>
          <w:placeholder>
            <w:docPart w:val="311B6ED78B5A564E864ED124119C506D"/>
          </w:placeholder>
          <w:temporary/>
          <w:showingPlcHdr/>
          <w15:appearance w15:val="hidden"/>
        </w:sdtPr>
        <w:sdtEndPr/>
        <w:sdtContent>
          <w:r w:rsidR="004373C7">
            <w:rPr>
              <w:lang w:bidi="pt-BR"/>
            </w:rPr>
            <w:t>Grau / Data de Formatura</w:t>
          </w:r>
        </w:sdtContent>
      </w:sdt>
    </w:p>
    <w:p w14:paraId="32A7613D" w14:textId="5C0AAD4A" w:rsidR="00F11D59" w:rsidRDefault="000750EC" w:rsidP="000750EC">
      <w:r>
        <w:t>Universidade Anhanguera</w:t>
      </w:r>
      <w:r w:rsidR="00066043">
        <w:t xml:space="preserve"> 2021</w:t>
      </w:r>
    </w:p>
    <w:p w14:paraId="7D5FF780" w14:textId="77777777" w:rsidR="008F6685" w:rsidRPr="00214419" w:rsidRDefault="00066043" w:rsidP="000750EC">
      <w:pPr>
        <w:rPr>
          <w:b/>
          <w:bCs/>
        </w:rPr>
      </w:pPr>
      <w:r w:rsidRPr="00214419">
        <w:rPr>
          <w:b/>
          <w:bCs/>
        </w:rPr>
        <w:t>ASSISTENTE SOCIAL: SERVIÇO</w:t>
      </w:r>
    </w:p>
    <w:p w14:paraId="3C10D34C" w14:textId="49C09D51" w:rsidR="00066043" w:rsidRPr="00214419" w:rsidRDefault="00066043" w:rsidP="000750EC">
      <w:pPr>
        <w:rPr>
          <w:b/>
          <w:bCs/>
        </w:rPr>
      </w:pPr>
      <w:r w:rsidRPr="00214419">
        <w:rPr>
          <w:b/>
          <w:bCs/>
        </w:rPr>
        <w:t xml:space="preserve"> SOCIAL </w:t>
      </w:r>
    </w:p>
    <w:p w14:paraId="43485271" w14:textId="11DC83EE" w:rsidR="00EE7CA1" w:rsidRDefault="00EE7CA1" w:rsidP="000750EC">
      <w:r>
        <w:t xml:space="preserve">Cursando pós graduação </w:t>
      </w:r>
      <w:r w:rsidR="00837B16">
        <w:t xml:space="preserve">serviço social em saúde coletiva </w:t>
      </w:r>
    </w:p>
    <w:p w14:paraId="5A4A3288" w14:textId="39FB4A81" w:rsidR="00F11D59" w:rsidRDefault="002B028D">
      <w:pPr>
        <w:pStyle w:val="Ttulo2"/>
        <w:rPr>
          <w:i w:val="0"/>
          <w:iCs/>
        </w:rPr>
      </w:pPr>
      <w:r>
        <w:rPr>
          <w:i w:val="0"/>
          <w:iCs/>
        </w:rPr>
        <w:t xml:space="preserve">Habilidades e competência </w:t>
      </w:r>
    </w:p>
    <w:p w14:paraId="7F595286" w14:textId="6D7C7807" w:rsidR="002B028D" w:rsidRDefault="00D32948" w:rsidP="00F158C5">
      <w:pPr>
        <w:pStyle w:val="PargrafodaLista"/>
        <w:numPr>
          <w:ilvl w:val="0"/>
          <w:numId w:val="12"/>
        </w:numPr>
      </w:pPr>
      <w:r>
        <w:t>Conhecimento e uso de rede sócias</w:t>
      </w:r>
    </w:p>
    <w:p w14:paraId="671C139E" w14:textId="053A7F50" w:rsidR="00D32948" w:rsidRDefault="00DB51F2" w:rsidP="00F158C5">
      <w:pPr>
        <w:pStyle w:val="PargrafodaLista"/>
        <w:numPr>
          <w:ilvl w:val="0"/>
          <w:numId w:val="12"/>
        </w:numPr>
      </w:pPr>
      <w:r>
        <w:t xml:space="preserve">Capacidade de liderança e </w:t>
      </w:r>
      <w:r w:rsidR="001B398D">
        <w:t>tomada de decis</w:t>
      </w:r>
      <w:r w:rsidR="00F33E36">
        <w:t>ões assertivas</w:t>
      </w:r>
    </w:p>
    <w:p w14:paraId="5F97223A" w14:textId="56D31DA2" w:rsidR="00F11D59" w:rsidRDefault="00B34F6E" w:rsidP="00B34F6E">
      <w:pPr>
        <w:pStyle w:val="Ttulo3"/>
        <w:numPr>
          <w:ilvl w:val="0"/>
          <w:numId w:val="12"/>
        </w:numPr>
        <w:rPr>
          <w:rFonts w:asciiTheme="minorHAnsi" w:eastAsiaTheme="minorHAnsi" w:hAnsiTheme="minorHAnsi" w:cstheme="minorBidi"/>
          <w:i w:val="0"/>
          <w:szCs w:val="22"/>
        </w:rPr>
      </w:pPr>
      <w:r>
        <w:rPr>
          <w:rFonts w:asciiTheme="minorHAnsi" w:eastAsiaTheme="minorHAnsi" w:hAnsiTheme="minorHAnsi" w:cstheme="minorBidi"/>
          <w:i w:val="0"/>
          <w:szCs w:val="22"/>
        </w:rPr>
        <w:t>Comunicação eficiente com a equipe</w:t>
      </w:r>
    </w:p>
    <w:p w14:paraId="3D49295C" w14:textId="26D24026" w:rsidR="00B34F6E" w:rsidRDefault="003714AF" w:rsidP="00B34F6E">
      <w:pPr>
        <w:pStyle w:val="PargrafodaLista"/>
        <w:numPr>
          <w:ilvl w:val="0"/>
          <w:numId w:val="12"/>
        </w:numPr>
      </w:pPr>
      <w:r>
        <w:t>Dinamismo para e</w:t>
      </w:r>
      <w:r w:rsidR="00DF6C1B">
        <w:t>xecu</w:t>
      </w:r>
      <w:r>
        <w:t>ção de múltiplas tarefas</w:t>
      </w:r>
    </w:p>
    <w:p w14:paraId="14D93AEE" w14:textId="38380588" w:rsidR="003714AF" w:rsidRDefault="00DE2377" w:rsidP="00B34F6E">
      <w:pPr>
        <w:pStyle w:val="PargrafodaLista"/>
        <w:numPr>
          <w:ilvl w:val="0"/>
          <w:numId w:val="12"/>
        </w:numPr>
      </w:pPr>
      <w:r>
        <w:t xml:space="preserve">Bom relacionamento interpessoal </w:t>
      </w:r>
      <w:r w:rsidR="00DB1305">
        <w:t xml:space="preserve">para trabalho em equipe </w:t>
      </w:r>
    </w:p>
    <w:p w14:paraId="1E66EC45" w14:textId="2055BD93" w:rsidR="00DB1305" w:rsidRDefault="00515A12" w:rsidP="00B34F6E">
      <w:pPr>
        <w:pStyle w:val="PargrafodaLista"/>
        <w:numPr>
          <w:ilvl w:val="0"/>
          <w:numId w:val="12"/>
        </w:numPr>
      </w:pPr>
      <w:proofErr w:type="spellStart"/>
      <w:r>
        <w:t>Inteligencia</w:t>
      </w:r>
      <w:proofErr w:type="spellEnd"/>
      <w:r>
        <w:t xml:space="preserve"> emocional para lidar </w:t>
      </w:r>
      <w:r w:rsidR="005240DE">
        <w:t>com desafios diários</w:t>
      </w:r>
    </w:p>
    <w:p w14:paraId="50E0C4CE" w14:textId="146ABB91" w:rsidR="005240DE" w:rsidRDefault="00BA55C0" w:rsidP="00B34F6E">
      <w:pPr>
        <w:pStyle w:val="PargrafodaLista"/>
        <w:numPr>
          <w:ilvl w:val="0"/>
          <w:numId w:val="12"/>
        </w:numPr>
      </w:pPr>
      <w:r>
        <w:t>Responsabilidade e autonomia em trabalho remoto</w:t>
      </w:r>
    </w:p>
    <w:p w14:paraId="6EE66EC1" w14:textId="2FF03364" w:rsidR="00BA55C0" w:rsidRDefault="00345DFD" w:rsidP="00B34F6E">
      <w:pPr>
        <w:pStyle w:val="PargrafodaLista"/>
        <w:numPr>
          <w:ilvl w:val="0"/>
          <w:numId w:val="12"/>
        </w:numPr>
      </w:pPr>
      <w:r>
        <w:t>Disposi</w:t>
      </w:r>
      <w:r w:rsidR="00813093">
        <w:t xml:space="preserve">ção para trabalhos que exigem força </w:t>
      </w:r>
      <w:proofErr w:type="spellStart"/>
      <w:r w:rsidR="00813093">
        <w:t>fisica</w:t>
      </w:r>
      <w:proofErr w:type="spellEnd"/>
    </w:p>
    <w:p w14:paraId="1CB1869B" w14:textId="785B0404" w:rsidR="00813093" w:rsidRDefault="001217DD" w:rsidP="00B34F6E">
      <w:pPr>
        <w:pStyle w:val="PargrafodaLista"/>
        <w:numPr>
          <w:ilvl w:val="0"/>
          <w:numId w:val="12"/>
        </w:numPr>
      </w:pPr>
      <w:r>
        <w:t xml:space="preserve">Proatividade e </w:t>
      </w:r>
      <w:r w:rsidR="00FC0448">
        <w:t xml:space="preserve">iniciativa para resolução de problemas </w:t>
      </w:r>
    </w:p>
    <w:p w14:paraId="2102FA1C" w14:textId="77777777" w:rsidR="00FC0448" w:rsidRPr="00B34F6E" w:rsidRDefault="00FC0448" w:rsidP="00A278A3">
      <w:pPr>
        <w:pStyle w:val="PargrafodaLista"/>
        <w:ind w:left="720" w:firstLine="0"/>
      </w:pPr>
    </w:p>
    <w:p w14:paraId="2799E570" w14:textId="77777777" w:rsidR="00B34F6E" w:rsidRPr="00B34F6E" w:rsidRDefault="00B34F6E" w:rsidP="00B34F6E"/>
    <w:p w14:paraId="4408FBB0" w14:textId="2CFE48F0" w:rsidR="00F11D59" w:rsidRDefault="00F11D59">
      <w:pPr>
        <w:pStyle w:val="Ttulo1"/>
      </w:pPr>
    </w:p>
    <w:p w14:paraId="27AC6901" w14:textId="4E3F4EC3" w:rsidR="00F11D59" w:rsidRDefault="00F11D59">
      <w:pPr>
        <w:pStyle w:val="Ttulo2"/>
      </w:pPr>
    </w:p>
    <w:p w14:paraId="1C450B94" w14:textId="4140DD71" w:rsidR="00F11D59" w:rsidRDefault="00F11D59"/>
    <w:sectPr w:rsidR="00F11D59">
      <w:headerReference w:type="default" r:id="rId8"/>
      <w:footerReference w:type="default" r:id="rId9"/>
      <w:headerReference w:type="first" r:id="rId10"/>
      <w:pgSz w:w="11907" w:h="16839" w:code="9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9357F" w14:textId="77777777" w:rsidR="00E5491B" w:rsidRDefault="00E5491B">
      <w:pPr>
        <w:spacing w:after="0" w:line="240" w:lineRule="auto"/>
      </w:pPr>
      <w:r>
        <w:rPr>
          <w:lang w:bidi="pt-BR"/>
        </w:rPr>
        <w:separator/>
      </w:r>
    </w:p>
  </w:endnote>
  <w:endnote w:type="continuationSeparator" w:id="0">
    <w:p w14:paraId="3BE40B45" w14:textId="77777777" w:rsidR="00E5491B" w:rsidRDefault="00E5491B">
      <w:pPr>
        <w:spacing w:after="0" w:line="240" w:lineRule="auto"/>
      </w:pPr>
      <w:r>
        <w:rPr>
          <w:lang w:bidi="pt-B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D7877F" w14:textId="77777777" w:rsidR="00F11D59" w:rsidRDefault="004373C7">
        <w:pPr>
          <w:pStyle w:val="Rodap"/>
        </w:pPr>
        <w:r>
          <w:rPr>
            <w:lang w:bidi="pt-BR"/>
          </w:rPr>
          <w:fldChar w:fldCharType="begin"/>
        </w:r>
        <w:r>
          <w:rPr>
            <w:lang w:bidi="pt-BR"/>
          </w:rPr>
          <w:instrText xml:space="preserve"> PAGE   \* MERGEFORMAT </w:instrText>
        </w:r>
        <w:r>
          <w:rPr>
            <w:lang w:bidi="pt-BR"/>
          </w:rPr>
          <w:fldChar w:fldCharType="separate"/>
        </w:r>
        <w:r>
          <w:rPr>
            <w:noProof/>
            <w:lang w:bidi="pt-BR"/>
          </w:rPr>
          <w:t>2</w:t>
        </w:r>
        <w:r>
          <w:rPr>
            <w:noProof/>
            <w:lang w:bidi="pt-B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0B019" w14:textId="77777777" w:rsidR="00E5491B" w:rsidRDefault="00E5491B">
      <w:pPr>
        <w:spacing w:after="0" w:line="240" w:lineRule="auto"/>
      </w:pPr>
      <w:r>
        <w:rPr>
          <w:lang w:bidi="pt-BR"/>
        </w:rPr>
        <w:separator/>
      </w:r>
    </w:p>
  </w:footnote>
  <w:footnote w:type="continuationSeparator" w:id="0">
    <w:p w14:paraId="4C5FE1F4" w14:textId="77777777" w:rsidR="00E5491B" w:rsidRDefault="00E5491B">
      <w:pPr>
        <w:spacing w:after="0" w:line="240" w:lineRule="auto"/>
      </w:pPr>
      <w:r>
        <w:rPr>
          <w:lang w:bidi="pt-B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70110" w14:textId="77777777" w:rsidR="00F11D59" w:rsidRDefault="004373C7">
    <w:pPr>
      <w:pStyle w:val="Cabealho"/>
    </w:pPr>
    <w:r>
      <w:rPr>
        <w:noProof/>
        <w:lang w:val="lt-LT" w:eastAsia="zh-CN" w:bidi="ar-SA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77D8EA5" wp14:editId="06D62C1B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Group 4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1646C813" id="Group 4" o:spid="_x0000_s1026" alt="Título: Background graphics" style="position:absolute;margin-left:0;margin-top:0;width:252pt;height:791.85pt;z-index:251661312;mso-width-percent:412;mso-height-percent:1000;mso-position-horizontal:left;mso-position-horizontal-relative:margin;mso-position-vertical:top;mso-position-vertical-relative:page;mso-width-percent:412;mso-height-percent:1000" coordsize="32004,100563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">
              <v:rect id="Rectangle 2" o:spid="_x0000_s1027" style="position:absolute;width:32004;height:1920;visibility:visible;mso-wrap-style:square;v-text-anchor:middl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" fillcolor="#4b3a2e [3215]" stroked="f" strokeweight="1pt"/>
              <v:rect id="Rectangle 3" o:spid="_x0000_s1028" style="position:absolute;top:99648;width:32004;height:915;visibility:visible;mso-wrap-style:square;v-text-anchor:middl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48006" w14:textId="77777777" w:rsidR="00F11D59" w:rsidRDefault="004373C7">
    <w:pPr>
      <w:pStyle w:val="Cabealho"/>
    </w:pPr>
    <w:r>
      <w:rPr>
        <w:noProof/>
        <w:lang w:val="lt-LT" w:eastAsia="zh-CN" w:bidi="ar-SA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166CB51" wp14:editId="3F92D584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8890" b="0"/>
              <wp:wrapNone/>
              <wp:docPr id="5" name="Grupo 5" title="Gráficos de tela de fundo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tângulo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tângulo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2AC4CDB7" id="Grupo 5" o:spid="_x0000_s1026" alt="Título: Gráficos de tela de fundo" style="position:absolute;margin-left:0;margin-top:0;width:252pt;height:791.85pt;z-index:251663360;mso-width-percent:412;mso-height-percent:1000;mso-position-horizontal:left;mso-position-horizontal-relative:margin;mso-position-vertical:top;mso-position-vertical-relative:page;mso-width-percent:412;mso-height-percent:1000" coordsize="32004,100563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">
              <v:rect id="Retângulo 6" o:spid="_x0000_s1027" style="position:absolute;width:32004;height:1920;visibility:visible;mso-wrap-style:square;v-text-anchor:middl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" fillcolor="#4b3a2e [3215]" stroked="f" strokeweight="1pt"/>
              <v:rect id="Retângulo 7" o:spid="_x0000_s1028" style="position:absolute;top:99648;width:32004;height:915;visibility:visible;mso-wrap-style:square;v-text-anchor:middl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F442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28F2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4002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ED2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BB849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EF4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A688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A4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50E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D62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C73026"/>
    <w:multiLevelType w:val="hybridMultilevel"/>
    <w:tmpl w:val="977E63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BE2A7B"/>
    <w:multiLevelType w:val="hybridMultilevel"/>
    <w:tmpl w:val="C60432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379766">
    <w:abstractNumId w:val="9"/>
  </w:num>
  <w:num w:numId="2" w16cid:durableId="349068095">
    <w:abstractNumId w:val="7"/>
  </w:num>
  <w:num w:numId="3" w16cid:durableId="553779228">
    <w:abstractNumId w:val="6"/>
  </w:num>
  <w:num w:numId="4" w16cid:durableId="1490974282">
    <w:abstractNumId w:val="5"/>
  </w:num>
  <w:num w:numId="5" w16cid:durableId="883295843">
    <w:abstractNumId w:val="4"/>
  </w:num>
  <w:num w:numId="6" w16cid:durableId="351499167">
    <w:abstractNumId w:val="8"/>
  </w:num>
  <w:num w:numId="7" w16cid:durableId="871917504">
    <w:abstractNumId w:val="3"/>
  </w:num>
  <w:num w:numId="8" w16cid:durableId="1627736820">
    <w:abstractNumId w:val="2"/>
  </w:num>
  <w:num w:numId="9" w16cid:durableId="1478524813">
    <w:abstractNumId w:val="1"/>
  </w:num>
  <w:num w:numId="10" w16cid:durableId="1106577742">
    <w:abstractNumId w:val="0"/>
  </w:num>
  <w:num w:numId="11" w16cid:durableId="976833145">
    <w:abstractNumId w:val="11"/>
  </w:num>
  <w:num w:numId="12" w16cid:durableId="228754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/>
  <w:attachedTemplate r:id="rId1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91B"/>
    <w:rsid w:val="000136DB"/>
    <w:rsid w:val="00034C0D"/>
    <w:rsid w:val="00066043"/>
    <w:rsid w:val="00071D18"/>
    <w:rsid w:val="000750EC"/>
    <w:rsid w:val="00105575"/>
    <w:rsid w:val="001217DD"/>
    <w:rsid w:val="001B398D"/>
    <w:rsid w:val="001D27BF"/>
    <w:rsid w:val="00214419"/>
    <w:rsid w:val="002B028D"/>
    <w:rsid w:val="002B3C03"/>
    <w:rsid w:val="00300E5D"/>
    <w:rsid w:val="00345DFD"/>
    <w:rsid w:val="003714AF"/>
    <w:rsid w:val="004373C7"/>
    <w:rsid w:val="004522F3"/>
    <w:rsid w:val="004A4086"/>
    <w:rsid w:val="00515A12"/>
    <w:rsid w:val="005240DE"/>
    <w:rsid w:val="007C0250"/>
    <w:rsid w:val="007C21AB"/>
    <w:rsid w:val="007E6C17"/>
    <w:rsid w:val="00813093"/>
    <w:rsid w:val="008326EE"/>
    <w:rsid w:val="00837B16"/>
    <w:rsid w:val="008965B1"/>
    <w:rsid w:val="008F6685"/>
    <w:rsid w:val="009D0FF3"/>
    <w:rsid w:val="00A278A3"/>
    <w:rsid w:val="00AE0489"/>
    <w:rsid w:val="00B06F5B"/>
    <w:rsid w:val="00B34F6E"/>
    <w:rsid w:val="00BA55C0"/>
    <w:rsid w:val="00C210C6"/>
    <w:rsid w:val="00D32948"/>
    <w:rsid w:val="00DB1305"/>
    <w:rsid w:val="00DB51F2"/>
    <w:rsid w:val="00DE2377"/>
    <w:rsid w:val="00DE6CD8"/>
    <w:rsid w:val="00DF6C1B"/>
    <w:rsid w:val="00E40E39"/>
    <w:rsid w:val="00E44CF2"/>
    <w:rsid w:val="00E5491B"/>
    <w:rsid w:val="00E7252B"/>
    <w:rsid w:val="00EE7CA1"/>
    <w:rsid w:val="00F11D59"/>
    <w:rsid w:val="00F156A6"/>
    <w:rsid w:val="00F158C5"/>
    <w:rsid w:val="00F33E36"/>
    <w:rsid w:val="00F56793"/>
    <w:rsid w:val="00FC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75F76C"/>
  <w15:chartTrackingRefBased/>
  <w15:docId w15:val="{9A9C5836-4CC4-BF47-9F3D-D4A22BC0C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B3A2E" w:themeColor="text2"/>
        <w:sz w:val="22"/>
        <w:szCs w:val="22"/>
        <w:lang w:val="pt-PT" w:eastAsia="ja-JP" w:bidi="pt-PT"/>
      </w:rPr>
    </w:rPrDefault>
    <w:pPrDefault>
      <w:pPr>
        <w:spacing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3C7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pPr>
      <w:spacing w:before="320" w:after="200"/>
      <w:contextualSpacing/>
      <w:outlineLvl w:val="0"/>
    </w:pPr>
    <w:rPr>
      <w:rFonts w:asciiTheme="majorHAnsi" w:hAnsiTheme="majorHAnsi"/>
      <w:b/>
      <w:spacing w:val="21"/>
      <w:sz w:val="26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pPr>
      <w:keepNext/>
      <w:keepLines/>
      <w:spacing w:before="220" w:after="80"/>
      <w:contextualSpacing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uiPriority w:val="10"/>
    <w:semiHidden/>
    <w:unhideWhenUsed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character" w:customStyle="1" w:styleId="TtuloChar">
    <w:name w:val="Título Char"/>
    <w:basedOn w:val="Fontepargpadro"/>
    <w:link w:val="Ttulo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Subttulo">
    <w:name w:val="Subtitle"/>
    <w:basedOn w:val="Normal"/>
    <w:next w:val="Normal"/>
    <w:link w:val="SubttuloChar"/>
    <w:uiPriority w:val="11"/>
    <w:semiHidden/>
    <w:unhideWhenUsed/>
    <w:pPr>
      <w:numPr>
        <w:ilvl w:val="1"/>
      </w:numPr>
      <w:spacing w:after="960" w:line="240" w:lineRule="auto"/>
      <w:contextualSpacing/>
    </w:pPr>
    <w:rPr>
      <w:rFonts w:eastAsiaTheme="minorEastAsia"/>
      <w:i/>
      <w:spacing w:val="21"/>
      <w:sz w:val="36"/>
    </w:rPr>
  </w:style>
  <w:style w:type="character" w:customStyle="1" w:styleId="Ttulo1Char">
    <w:name w:val="Título 1 Char"/>
    <w:basedOn w:val="Fontepargpadro"/>
    <w:link w:val="Ttulo1"/>
    <w:uiPriority w:val="9"/>
    <w:rPr>
      <w:rFonts w:asciiTheme="majorHAnsi" w:hAnsiTheme="majorHAnsi"/>
      <w:b/>
      <w:spacing w:val="21"/>
      <w:sz w:val="26"/>
    </w:rPr>
  </w:style>
  <w:style w:type="paragraph" w:styleId="Cabealho">
    <w:name w:val="header"/>
    <w:basedOn w:val="Normal"/>
    <w:link w:val="CabealhoChar"/>
    <w:uiPriority w:val="99"/>
    <w:unhideWhenUsed/>
    <w:qFormat/>
    <w:pPr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qFormat/>
    <w:pPr>
      <w:spacing w:after="0" w:line="240" w:lineRule="auto"/>
    </w:pPr>
    <w:rPr>
      <w:b/>
      <w:spacing w:val="21"/>
      <w:sz w:val="26"/>
    </w:rPr>
  </w:style>
  <w:style w:type="character" w:customStyle="1" w:styleId="RodapChar">
    <w:name w:val="Rodapé Char"/>
    <w:basedOn w:val="Fontepargpadro"/>
    <w:link w:val="Rodap"/>
    <w:uiPriority w:val="99"/>
    <w:rPr>
      <w:b/>
      <w:spacing w:val="21"/>
      <w:sz w:val="26"/>
    </w:rPr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character" w:customStyle="1" w:styleId="Ttulo2Char">
    <w:name w:val="Título 2 Char"/>
    <w:basedOn w:val="Fontepargpadro"/>
    <w:link w:val="Ttulo2"/>
    <w:uiPriority w:val="9"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nfase">
    <w:name w:val="Emphasis"/>
    <w:basedOn w:val="Fontepargpadro"/>
    <w:uiPriority w:val="20"/>
    <w:semiHidden/>
    <w:unhideWhenUsed/>
    <w:qFormat/>
    <w:rPr>
      <w:b/>
      <w:iCs/>
    </w:rPr>
  </w:style>
  <w:style w:type="character" w:customStyle="1" w:styleId="SubttuloChar">
    <w:name w:val="Subtítulo Char"/>
    <w:basedOn w:val="Fontepargpadro"/>
    <w:link w:val="Subttulo"/>
    <w:uiPriority w:val="11"/>
    <w:semiHidden/>
    <w:rPr>
      <w:rFonts w:eastAsiaTheme="minorEastAsia"/>
      <w:i/>
      <w:spacing w:val="21"/>
      <w:sz w:val="36"/>
    </w:rPr>
  </w:style>
  <w:style w:type="character" w:styleId="Forte">
    <w:name w:val="Strong"/>
    <w:basedOn w:val="Fontepargpadro"/>
    <w:uiPriority w:val="22"/>
    <w:semiHidden/>
    <w:unhideWhenUsed/>
    <w:qFormat/>
    <w:rPr>
      <w:b/>
      <w:bCs/>
      <w:caps/>
      <w:smallCaps w:val="0"/>
    </w:rPr>
  </w:style>
  <w:style w:type="paragraph" w:styleId="Citao">
    <w:name w:val="Quote"/>
    <w:basedOn w:val="Normal"/>
    <w:next w:val="Normal"/>
    <w:link w:val="CitaoChar"/>
    <w:uiPriority w:val="29"/>
    <w:semiHidden/>
    <w:unhideWhenUsed/>
    <w:qFormat/>
    <w:pPr>
      <w:spacing w:before="240" w:after="240"/>
      <w:contextualSpacing/>
    </w:pPr>
    <w:rPr>
      <w:i/>
      <w:iCs/>
      <w:sz w:val="32"/>
    </w:rPr>
  </w:style>
  <w:style w:type="character" w:customStyle="1" w:styleId="CitaoChar">
    <w:name w:val="Citação Char"/>
    <w:basedOn w:val="Fontepargpadro"/>
    <w:link w:val="Citao"/>
    <w:uiPriority w:val="29"/>
    <w:semiHidden/>
    <w:rPr>
      <w:i/>
      <w:iCs/>
      <w:sz w:val="32"/>
    </w:rPr>
  </w:style>
  <w:style w:type="paragraph" w:styleId="CitaoIntensa">
    <w:name w:val="Intense Quote"/>
    <w:basedOn w:val="Normal"/>
    <w:next w:val="Normal"/>
    <w:link w:val="CitaoIntensaChar"/>
    <w:uiPriority w:val="30"/>
    <w:semiHidden/>
    <w:unhideWhenUsed/>
    <w:qFormat/>
    <w:pPr>
      <w:spacing w:before="240" w:after="240"/>
      <w:contextualSpacing/>
    </w:pPr>
    <w:rPr>
      <w:b/>
      <w:i/>
      <w:iCs/>
      <w:sz w:val="32"/>
    </w:rPr>
  </w:style>
  <w:style w:type="character" w:customStyle="1" w:styleId="CitaoIntensaChar">
    <w:name w:val="Citação Intensa Char"/>
    <w:basedOn w:val="Fontepargpadro"/>
    <w:link w:val="CitaoIntensa"/>
    <w:uiPriority w:val="30"/>
    <w:semiHidden/>
    <w:rPr>
      <w:b/>
      <w:i/>
      <w:iCs/>
      <w:sz w:val="32"/>
    </w:rPr>
  </w:style>
  <w:style w:type="character" w:styleId="RefernciaSutil">
    <w:name w:val="Subtle Reference"/>
    <w:basedOn w:val="Fontepargpadro"/>
    <w:uiPriority w:val="31"/>
    <w:semiHidden/>
    <w:unhideWhenUsed/>
    <w:qFormat/>
    <w:rPr>
      <w:caps/>
      <w:smallCaps w:val="0"/>
      <w:color w:val="4B3A2E" w:themeColor="text2"/>
    </w:rPr>
  </w:style>
  <w:style w:type="character" w:styleId="RefernciaIntensa">
    <w:name w:val="Intense Reference"/>
    <w:basedOn w:val="Fontepargpadro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TtulodoLivro">
    <w:name w:val="Book Title"/>
    <w:basedOn w:val="Fontepargpadro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Legenda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InformaesdeContato">
    <w:name w:val="Informações de Contato"/>
    <w:basedOn w:val="Normal"/>
    <w:uiPriority w:val="2"/>
    <w:qFormat/>
    <w:pPr>
      <w:spacing w:after="920"/>
      <w:contextualSpacing/>
    </w:pPr>
  </w:style>
  <w:style w:type="character" w:styleId="nfaseSutil">
    <w:name w:val="Subtle Emphasis"/>
    <w:basedOn w:val="Fontepargpadro"/>
    <w:uiPriority w:val="19"/>
    <w:semiHidden/>
    <w:unhideWhenUsed/>
    <w:qFormat/>
    <w:rPr>
      <w:i/>
      <w:iCs/>
      <w:color w:val="4B3A2E" w:themeColor="text2"/>
    </w:rPr>
  </w:style>
  <w:style w:type="character" w:styleId="nfaseIntensa">
    <w:name w:val="Intense Emphasis"/>
    <w:basedOn w:val="Fontepargpadro"/>
    <w:uiPriority w:val="21"/>
    <w:semiHidden/>
    <w:unhideWhenUsed/>
    <w:rPr>
      <w:b/>
      <w:i/>
      <w:iCs/>
      <w:color w:val="4B3A2E" w:themeColor="text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pPr>
      <w:outlineLvl w:val="9"/>
    </w:pPr>
  </w:style>
  <w:style w:type="paragraph" w:styleId="PargrafodaLista">
    <w:name w:val="List Paragraph"/>
    <w:basedOn w:val="Normal"/>
    <w:uiPriority w:val="34"/>
    <w:unhideWhenUsed/>
    <w:qFormat/>
    <w:pPr>
      <w:ind w:left="216" w:hanging="216"/>
      <w:contextualSpacing/>
    </w:pPr>
  </w:style>
  <w:style w:type="paragraph" w:customStyle="1" w:styleId="Nome">
    <w:name w:val="Nome"/>
    <w:basedOn w:val="Normal"/>
    <w:link w:val="NomeChar"/>
    <w:uiPriority w:val="1"/>
    <w:qFormat/>
    <w:pPr>
      <w:spacing w:after="240" w:line="240" w:lineRule="auto"/>
      <w:contextualSpacing/>
    </w:pPr>
    <w:rPr>
      <w:b/>
      <w:caps/>
      <w:spacing w:val="21"/>
      <w:sz w:val="36"/>
    </w:rPr>
  </w:style>
  <w:style w:type="character" w:customStyle="1" w:styleId="NomeChar">
    <w:name w:val="Nome Char"/>
    <w:basedOn w:val="Fontepargpadro"/>
    <w:link w:val="Nome"/>
    <w:uiPriority w:val="1"/>
    <w:rPr>
      <w:b/>
      <w:caps/>
      <w:spacing w:val="21"/>
      <w:sz w:val="36"/>
    </w:rPr>
  </w:style>
  <w:style w:type="character" w:customStyle="1" w:styleId="Ttulo3Char">
    <w:name w:val="Título 3 Char"/>
    <w:basedOn w:val="Fontepargpadro"/>
    <w:link w:val="Ttulo3"/>
    <w:uiPriority w:val="9"/>
    <w:rPr>
      <w:rFonts w:asciiTheme="majorHAnsi" w:eastAsiaTheme="majorEastAsia" w:hAnsiTheme="majorHAnsi" w:cstheme="majorBidi"/>
      <w:i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  <w:style w:type="character" w:styleId="Hyperlink">
    <w:name w:val="Hyperlink"/>
    <w:basedOn w:val="Fontepargpadro"/>
    <w:uiPriority w:val="99"/>
    <w:unhideWhenUsed/>
    <w:rsid w:val="007E6C17"/>
    <w:rPr>
      <w:color w:val="3D859C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E6C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hyperlink" Target="mailto:Ingridls2004@yahoo.com.br" TargetMode="External" /><Relationship Id="rId12" Type="http://schemas.openxmlformats.org/officeDocument/2006/relationships/glossaryDocument" Target="glossary/document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Id5" Type="http://schemas.openxmlformats.org/officeDocument/2006/relationships/footnotes" Target="footnotes.xml" /><Relationship Id="rId10" Type="http://schemas.openxmlformats.org/officeDocument/2006/relationships/header" Target="header2.xml" /><Relationship Id="rId4" Type="http://schemas.openxmlformats.org/officeDocument/2006/relationships/webSettings" Target="webSettings.xml" /><Relationship Id="rId9" Type="http://schemas.openxmlformats.org/officeDocument/2006/relationships/footer" Target="footer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344EE418-3F76-AD40-B442-7DB8D0C28609%7dtf50002038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64443864717D49B1B31F862E3BD6F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1E9C42-A4D1-2845-A965-CE624DD2FA3D}"/>
      </w:docPartPr>
      <w:docPartBody>
        <w:p w:rsidR="00695CE3" w:rsidRDefault="00695CE3">
          <w:pPr>
            <w:pStyle w:val="1B64443864717D49B1B31F862E3BD6FF"/>
          </w:pPr>
          <w:r>
            <w:rPr>
              <w:lang w:bidi="pt-BR"/>
            </w:rPr>
            <w:t>Educação</w:t>
          </w:r>
        </w:p>
      </w:docPartBody>
    </w:docPart>
    <w:docPart>
      <w:docPartPr>
        <w:name w:val="311B6ED78B5A564E864ED124119C506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8BCA949-23FA-E947-8574-A2FC58F40316}"/>
      </w:docPartPr>
      <w:docPartBody>
        <w:p w:rsidR="00695CE3" w:rsidRDefault="00695CE3">
          <w:pPr>
            <w:pStyle w:val="311B6ED78B5A564E864ED124119C506D"/>
          </w:pPr>
          <w:r>
            <w:rPr>
              <w:lang w:bidi="pt-BR"/>
            </w:rPr>
            <w:t>Grau / Data de Formatura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CE3"/>
    <w:rsid w:val="0069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1B64443864717D49B1B31F862E3BD6FF">
    <w:name w:val="1B64443864717D49B1B31F862E3BD6FF"/>
  </w:style>
  <w:style w:type="paragraph" w:customStyle="1" w:styleId="311B6ED78B5A564E864ED124119C506D">
    <w:name w:val="311B6ED78B5A564E864ED124119C50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%7b344EE418-3F76-AD40-B442-7DB8D0C28609%7dtf50002038.dotx</Template>
  <TotalTime>1</TotalTime>
  <Pages>1</Pages>
  <Words>165</Words>
  <Characters>897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silva</dc:creator>
  <cp:keywords/>
  <dc:description/>
  <cp:lastModifiedBy>ingrid silva</cp:lastModifiedBy>
  <cp:revision>2</cp:revision>
  <dcterms:created xsi:type="dcterms:W3CDTF">2023-11-28T21:14:00Z</dcterms:created>
  <dcterms:modified xsi:type="dcterms:W3CDTF">2023-11-28T21:14:00Z</dcterms:modified>
</cp:coreProperties>
</file>