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1EC7" w14:textId="3D9C19CA" w:rsidR="00F11D59" w:rsidRDefault="00401CD1">
      <w:pPr>
        <w:pStyle w:val="Nome"/>
      </w:pPr>
      <w:r>
        <w:t xml:space="preserve">Isabelly Eduarda </w:t>
      </w:r>
      <w:r w:rsidR="00F46894">
        <w:t>PEREIRa</w:t>
      </w:r>
    </w:p>
    <w:p w14:paraId="142D1B47" w14:textId="5319CC68" w:rsidR="00604BF5" w:rsidRDefault="009D51D7">
      <w:pPr>
        <w:pStyle w:val="Nome"/>
      </w:pPr>
      <w:r>
        <w:t xml:space="preserve">  </w:t>
      </w:r>
      <w:r w:rsidR="00604BF5">
        <w:t xml:space="preserve">Técnica de enfermagem </w:t>
      </w:r>
    </w:p>
    <w:p w14:paraId="538177FB" w14:textId="56FE4914" w:rsidR="00F11D59" w:rsidRDefault="00EF2213">
      <w:pPr>
        <w:pStyle w:val="InformaesdeContato"/>
      </w:pPr>
      <w:r>
        <w:t xml:space="preserve">Endereço: Rua: Gregório </w:t>
      </w:r>
      <w:proofErr w:type="spellStart"/>
      <w:r>
        <w:t>Schiavoni</w:t>
      </w:r>
      <w:proofErr w:type="spellEnd"/>
      <w:r w:rsidR="003B2E62">
        <w:t xml:space="preserve"> –</w:t>
      </w:r>
      <w:r w:rsidR="008A1DBD">
        <w:t xml:space="preserve"> 505</w:t>
      </w:r>
      <w:r w:rsidR="003B2E62">
        <w:t xml:space="preserve"> Bairro: Reserva </w:t>
      </w:r>
      <w:r w:rsidR="00CA194D">
        <w:t>Macaúba, Ribeirão Preto.</w:t>
      </w:r>
    </w:p>
    <w:p w14:paraId="6AC6138F" w14:textId="77672EA0" w:rsidR="00C916CF" w:rsidRDefault="00C916CF">
      <w:pPr>
        <w:pStyle w:val="InformaesdeContato"/>
      </w:pPr>
      <w:r>
        <w:t>Telefone: (16) 99236-3812</w:t>
      </w:r>
    </w:p>
    <w:p w14:paraId="1622CDA0" w14:textId="51AF4EFE" w:rsidR="00CF23CB" w:rsidRDefault="00CF23CB">
      <w:pPr>
        <w:pStyle w:val="InformaesdeContato"/>
      </w:pPr>
      <w:r>
        <w:t>Idade: 20 anos</w:t>
      </w:r>
    </w:p>
    <w:p w14:paraId="3363DADA" w14:textId="32E46902" w:rsidR="00C916CF" w:rsidRDefault="000922A5">
      <w:pPr>
        <w:pStyle w:val="InformaesdeContato"/>
      </w:pPr>
      <w:r>
        <w:t xml:space="preserve">E-mail: </w:t>
      </w:r>
      <w:hyperlink r:id="rId7" w:history="1">
        <w:r w:rsidR="00A51FB1" w:rsidRPr="00F44D43">
          <w:rPr>
            <w:rStyle w:val="Hyperlink"/>
          </w:rPr>
          <w:t>isabellypereira1023@gmail.com</w:t>
        </w:r>
      </w:hyperlink>
      <w:r w:rsidR="00A51FB1">
        <w:t xml:space="preserve"> </w:t>
      </w:r>
    </w:p>
    <w:p w14:paraId="28E4C129" w14:textId="77777777" w:rsidR="00F11D59" w:rsidRDefault="00000000">
      <w:pPr>
        <w:pStyle w:val="Ttulo1"/>
      </w:pPr>
      <w:sdt>
        <w:sdtPr>
          <w:id w:val="-819804518"/>
          <w:placeholder>
            <w:docPart w:val="404A2116ECC5414F938CC5C7FE4C1104"/>
          </w:placeholder>
          <w:temporary/>
          <w:showingPlcHdr/>
          <w15:appearance w15:val="hidden"/>
        </w:sdtPr>
        <w:sdtContent>
          <w:r w:rsidR="004373C7">
            <w:rPr>
              <w:lang w:bidi="pt-BR"/>
            </w:rPr>
            <w:t>Resumo das Habilidades</w:t>
          </w:r>
        </w:sdtContent>
      </w:sdt>
    </w:p>
    <w:p w14:paraId="7ABC8EEE" w14:textId="5FAC6E24" w:rsidR="007B2C70" w:rsidRDefault="007B2C70">
      <w:pPr>
        <w:spacing w:after="180"/>
      </w:pPr>
      <w:r>
        <w:t>Comunicativa.</w:t>
      </w:r>
    </w:p>
    <w:p w14:paraId="2526BB54" w14:textId="51ADAF0B" w:rsidR="001B45B3" w:rsidRDefault="001B45B3">
      <w:pPr>
        <w:spacing w:after="180"/>
      </w:pPr>
      <w:r>
        <w:t>Proativa.</w:t>
      </w:r>
    </w:p>
    <w:p w14:paraId="06322702" w14:textId="079CD6AA" w:rsidR="001B45B3" w:rsidRDefault="001B45B3">
      <w:pPr>
        <w:spacing w:after="180"/>
      </w:pPr>
      <w:r>
        <w:t>Organizada.</w:t>
      </w:r>
    </w:p>
    <w:p w14:paraId="0F379750" w14:textId="4D6076CE" w:rsidR="001B45B3" w:rsidRDefault="001B45B3">
      <w:pPr>
        <w:spacing w:after="180"/>
      </w:pPr>
      <w:r>
        <w:t>Empática</w:t>
      </w:r>
      <w:r w:rsidR="008716FF">
        <w:t>.</w:t>
      </w:r>
      <w:r>
        <w:t xml:space="preserve"> </w:t>
      </w:r>
    </w:p>
    <w:p w14:paraId="3125E01A" w14:textId="122916E8" w:rsidR="008716FF" w:rsidRDefault="008716FF">
      <w:pPr>
        <w:spacing w:after="180"/>
      </w:pPr>
      <w:r>
        <w:t>Compreensiva.</w:t>
      </w:r>
    </w:p>
    <w:p w14:paraId="6AD307BA" w14:textId="2386FB15" w:rsidR="00F11D59" w:rsidRDefault="008716FF">
      <w:pPr>
        <w:spacing w:after="180"/>
      </w:pPr>
      <w:r>
        <w:t>Trabalho em equipe.</w:t>
      </w:r>
      <w:r w:rsidR="00C466E1">
        <w:t xml:space="preserve"> </w:t>
      </w:r>
    </w:p>
    <w:p w14:paraId="51665F68" w14:textId="5DD4B2FE" w:rsidR="009D51D7" w:rsidRDefault="00B67AEE" w:rsidP="009D51D7">
      <w:pPr>
        <w:pStyle w:val="Ttulo1"/>
      </w:pPr>
      <w:r>
        <w:t xml:space="preserve">Formação </w:t>
      </w:r>
    </w:p>
    <w:p w14:paraId="0E4587B3" w14:textId="301A1B73" w:rsidR="009D51D7" w:rsidRPr="009D51D7" w:rsidRDefault="00A0507E" w:rsidP="009D51D7">
      <w:r>
        <w:t xml:space="preserve">Ensino fundamental e médio completo </w:t>
      </w:r>
      <w:r w:rsidR="00EB437B">
        <w:t>–</w:t>
      </w:r>
      <w:r>
        <w:t xml:space="preserve"> </w:t>
      </w:r>
      <w:proofErr w:type="spellStart"/>
      <w:r w:rsidR="00EB437B">
        <w:t>E.E.Prof</w:t>
      </w:r>
      <w:proofErr w:type="spellEnd"/>
      <w:r w:rsidR="00EB437B">
        <w:t xml:space="preserve"> Rafael Leme Franco.</w:t>
      </w:r>
    </w:p>
    <w:p w14:paraId="5CD2461F" w14:textId="20FAD266" w:rsidR="00B67AEE" w:rsidRDefault="00B67AEE" w:rsidP="00B67AEE">
      <w:r>
        <w:t xml:space="preserve">Colégio projeção: Módulo auxiliar de enfermagem </w:t>
      </w:r>
      <w:r w:rsidR="00657BF3">
        <w:t>concluído.</w:t>
      </w:r>
    </w:p>
    <w:p w14:paraId="165A48CB" w14:textId="52ECD9CE" w:rsidR="00657BF3" w:rsidRDefault="00657BF3" w:rsidP="00B67AEE">
      <w:r>
        <w:t>Início</w:t>
      </w:r>
      <w:r w:rsidR="001273BF">
        <w:t xml:space="preserve"> - F</w:t>
      </w:r>
      <w:r>
        <w:t>evereiro de 202</w:t>
      </w:r>
      <w:r w:rsidR="00BC69BA">
        <w:t>1</w:t>
      </w:r>
      <w:r w:rsidR="005204C6">
        <w:t>.</w:t>
      </w:r>
    </w:p>
    <w:p w14:paraId="219CED15" w14:textId="636C9EC2" w:rsidR="00BC69BA" w:rsidRDefault="00BC69BA" w:rsidP="00B67AEE">
      <w:r>
        <w:t xml:space="preserve">Término </w:t>
      </w:r>
      <w:r w:rsidR="001273BF">
        <w:t>- J</w:t>
      </w:r>
      <w:r>
        <w:t>unho de 2022</w:t>
      </w:r>
      <w:r w:rsidR="005204C6">
        <w:t>.</w:t>
      </w:r>
    </w:p>
    <w:p w14:paraId="05FC5F32" w14:textId="66AE3AD0" w:rsidR="00BC69BA" w:rsidRDefault="00BC69BA" w:rsidP="00B67AEE">
      <w:r>
        <w:t>Colégio projeção: Módulo</w:t>
      </w:r>
      <w:r w:rsidR="00FA33CF">
        <w:t xml:space="preserve"> técnico de enfermagem concluído.</w:t>
      </w:r>
    </w:p>
    <w:p w14:paraId="0CC28A90" w14:textId="59135A08" w:rsidR="00FA33CF" w:rsidRDefault="00871ACD" w:rsidP="00B67AEE">
      <w:r>
        <w:t xml:space="preserve">Início </w:t>
      </w:r>
      <w:r w:rsidR="005204C6">
        <w:t>- Ag</w:t>
      </w:r>
      <w:r w:rsidR="00237E06">
        <w:t>osto de 2022</w:t>
      </w:r>
      <w:r w:rsidR="005204C6">
        <w:t>.</w:t>
      </w:r>
    </w:p>
    <w:p w14:paraId="5680BA42" w14:textId="296C1ED1" w:rsidR="00616A6E" w:rsidRPr="00B67AEE" w:rsidRDefault="00237E06" w:rsidP="00B67AEE">
      <w:r>
        <w:t>Término</w:t>
      </w:r>
      <w:r w:rsidR="00501840">
        <w:t xml:space="preserve"> - </w:t>
      </w:r>
      <w:r w:rsidR="005204C6">
        <w:t xml:space="preserve">Abril de </w:t>
      </w:r>
      <w:r w:rsidR="00501840">
        <w:t xml:space="preserve">2023. </w:t>
      </w:r>
    </w:p>
    <w:p w14:paraId="3EAAAB87" w14:textId="70623D1D" w:rsidR="004219CD" w:rsidRDefault="004219CD" w:rsidP="006B5BC5">
      <w:pPr>
        <w:pStyle w:val="Ttulo1"/>
      </w:pPr>
      <w:r>
        <w:t xml:space="preserve">Curso </w:t>
      </w:r>
      <w:r w:rsidR="00F84C5E">
        <w:t>Extra</w:t>
      </w:r>
    </w:p>
    <w:p w14:paraId="0FFB7BAB" w14:textId="03CF674B" w:rsidR="0058050C" w:rsidRPr="0058050C" w:rsidRDefault="0058050C" w:rsidP="0058050C">
      <w:proofErr w:type="spellStart"/>
      <w:r>
        <w:t>Rcp</w:t>
      </w:r>
      <w:proofErr w:type="spellEnd"/>
      <w:r w:rsidR="00F84C5E">
        <w:t>.</w:t>
      </w:r>
    </w:p>
    <w:p w14:paraId="2532578F" w14:textId="5C25FB68" w:rsidR="008F6629" w:rsidRDefault="008F6629" w:rsidP="006B5BC5">
      <w:pPr>
        <w:pStyle w:val="Ttulo1"/>
      </w:pPr>
      <w:r>
        <w:t>Experiência Profissional</w:t>
      </w:r>
    </w:p>
    <w:p w14:paraId="591388E7" w14:textId="5780CEF1" w:rsidR="008F6629" w:rsidRPr="008F6629" w:rsidRDefault="00FC0EE8" w:rsidP="008F6629">
      <w:r>
        <w:t xml:space="preserve">7 meses de estágio em upas – Vila Virgínia e Cuiabá, </w:t>
      </w:r>
      <w:proofErr w:type="spellStart"/>
      <w:r w:rsidR="00055835">
        <w:t>ubs</w:t>
      </w:r>
      <w:proofErr w:type="spellEnd"/>
      <w:r w:rsidR="00055835">
        <w:t xml:space="preserve"> -</w:t>
      </w:r>
      <w:r>
        <w:t xml:space="preserve"> </w:t>
      </w:r>
      <w:proofErr w:type="spellStart"/>
      <w:r>
        <w:t>jd</w:t>
      </w:r>
      <w:proofErr w:type="spellEnd"/>
      <w:r>
        <w:t xml:space="preserve"> </w:t>
      </w:r>
      <w:r w:rsidR="00560532">
        <w:t>juliana e vila Tibério, hospital – Santa Lydia e Beneficência Portuguesa,</w:t>
      </w:r>
      <w:r w:rsidR="008051DE">
        <w:t xml:space="preserve"> e Casa do vovô.</w:t>
      </w:r>
    </w:p>
    <w:p w14:paraId="619CF9F9" w14:textId="1754A45E" w:rsidR="00F11D59" w:rsidRDefault="006B5BC5" w:rsidP="006B5BC5">
      <w:pPr>
        <w:pStyle w:val="Ttulo1"/>
      </w:pPr>
      <w:r>
        <w:t xml:space="preserve">Objetivo </w:t>
      </w:r>
    </w:p>
    <w:p w14:paraId="512B87F8" w14:textId="0C301862" w:rsidR="006B5BC5" w:rsidRPr="006B5BC5" w:rsidRDefault="006B5BC5" w:rsidP="006B5BC5">
      <w:r>
        <w:t xml:space="preserve">Atuar como técnica de enfermagem </w:t>
      </w:r>
      <w:r w:rsidR="0009387F">
        <w:t>em função de oferecer um trabalho sério e de ótima qualidade</w:t>
      </w:r>
      <w:r w:rsidR="006F777F">
        <w:t>.</w:t>
      </w:r>
    </w:p>
    <w:p w14:paraId="5E2EBF84" w14:textId="6B6CD49D" w:rsidR="00F11D59" w:rsidRDefault="00F11D59">
      <w:pPr>
        <w:pStyle w:val="Ttulo3"/>
      </w:pPr>
    </w:p>
    <w:p w14:paraId="427600AC" w14:textId="2E0B9187" w:rsidR="00F11D59" w:rsidRDefault="00F11D59"/>
    <w:p w14:paraId="44049888" w14:textId="0AFE0989" w:rsidR="00F11D59" w:rsidRDefault="00F11D59">
      <w:pPr>
        <w:pStyle w:val="Ttulo1"/>
      </w:pPr>
    </w:p>
    <w:p w14:paraId="7F5C6F45" w14:textId="59F0E82D" w:rsidR="00F11D59" w:rsidRDefault="00F11D59">
      <w:pPr>
        <w:pStyle w:val="Ttulo2"/>
      </w:pPr>
    </w:p>
    <w:p w14:paraId="1825B06A" w14:textId="014F40FF" w:rsidR="00F11D59" w:rsidRDefault="00F11D59"/>
    <w:sectPr w:rsidR="00F11D59">
      <w:headerReference w:type="default" r:id="rId8"/>
      <w:footerReference w:type="default" r:id="rId9"/>
      <w:headerReference w:type="first" r:id="rId10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74CF4" w14:textId="77777777" w:rsidR="002C7F42" w:rsidRDefault="002C7F42">
      <w:pPr>
        <w:spacing w:after="0" w:line="240" w:lineRule="auto"/>
      </w:pPr>
      <w:r>
        <w:rPr>
          <w:lang w:bidi="pt-BR"/>
        </w:rPr>
        <w:separator/>
      </w:r>
    </w:p>
  </w:endnote>
  <w:endnote w:type="continuationSeparator" w:id="0">
    <w:p w14:paraId="03A70F02" w14:textId="77777777" w:rsidR="002C7F42" w:rsidRDefault="002C7F42">
      <w:pPr>
        <w:spacing w:after="0" w:line="240" w:lineRule="auto"/>
      </w:pPr>
      <w:r>
        <w:rPr>
          <w:lang w:bidi="pt-BR"/>
        </w:rPr>
        <w:continuationSeparator/>
      </w:r>
    </w:p>
  </w:endnote>
  <w:endnote w:type="continuationNotice" w:id="1">
    <w:p w14:paraId="3F50E2FD" w14:textId="77777777" w:rsidR="002C7F42" w:rsidRDefault="002C7F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85D1D1" w14:textId="77777777" w:rsidR="00F11D59" w:rsidRDefault="004373C7">
        <w:pPr>
          <w:pStyle w:val="Rodap"/>
        </w:pPr>
        <w:r>
          <w:rPr>
            <w:lang w:bidi="pt-BR"/>
          </w:rPr>
          <w:fldChar w:fldCharType="begin"/>
        </w:r>
        <w:r>
          <w:rPr>
            <w:lang w:bidi="pt-BR"/>
          </w:rPr>
          <w:instrText xml:space="preserve"> PAGE   \* MERGEFORMAT </w:instrText>
        </w:r>
        <w:r>
          <w:rPr>
            <w:lang w:bidi="pt-BR"/>
          </w:rPr>
          <w:fldChar w:fldCharType="separate"/>
        </w:r>
        <w:r>
          <w:rPr>
            <w:noProof/>
            <w:lang w:bidi="pt-BR"/>
          </w:rPr>
          <w:t>2</w:t>
        </w:r>
        <w:r>
          <w:rPr>
            <w:noProof/>
            <w:lang w:bidi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3D22B" w14:textId="77777777" w:rsidR="002C7F42" w:rsidRDefault="002C7F42">
      <w:pPr>
        <w:spacing w:after="0" w:line="240" w:lineRule="auto"/>
      </w:pPr>
      <w:r>
        <w:rPr>
          <w:lang w:bidi="pt-BR"/>
        </w:rPr>
        <w:separator/>
      </w:r>
    </w:p>
  </w:footnote>
  <w:footnote w:type="continuationSeparator" w:id="0">
    <w:p w14:paraId="7639750C" w14:textId="77777777" w:rsidR="002C7F42" w:rsidRDefault="002C7F42">
      <w:pPr>
        <w:spacing w:after="0" w:line="240" w:lineRule="auto"/>
      </w:pPr>
      <w:r>
        <w:rPr>
          <w:lang w:bidi="pt-BR"/>
        </w:rPr>
        <w:continuationSeparator/>
      </w:r>
    </w:p>
  </w:footnote>
  <w:footnote w:type="continuationNotice" w:id="1">
    <w:p w14:paraId="2B7C1CBC" w14:textId="77777777" w:rsidR="002C7F42" w:rsidRDefault="002C7F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BEF1E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326CC67" wp14:editId="627C6F85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Agrupar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du="http://schemas.microsoft.com/office/word/2023/wordml/word16du">
          <w:pict>
            <v:group w14:anchorId="0DA04C54" id="Group 4" o:spid="_x0000_s1026" alt="Título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">
              <v:rect id="Rectangle 2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A795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5ACF34EE" wp14:editId="5A2E72B7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8890" b="0"/>
              <wp:wrapNone/>
              <wp:docPr id="5" name="Agrupar 5" title="Gráficos de tela de fund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tângulo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tângulo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du="http://schemas.microsoft.com/office/word/2023/wordml/word16du">
          <w:pict>
            <v:group w14:anchorId="119D0B80" id="Grupo 5" o:spid="_x0000_s1026" alt="Título: Gráficos de tela de fundo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">
              <v:rect id="Retângulo 6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" fillcolor="#4b3a2e [3215]" stroked="f" strokeweight="1pt"/>
              <v:rect id="Retângulo 7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50717020">
    <w:abstractNumId w:val="9"/>
  </w:num>
  <w:num w:numId="2" w16cid:durableId="593249013">
    <w:abstractNumId w:val="7"/>
  </w:num>
  <w:num w:numId="3" w16cid:durableId="209153951">
    <w:abstractNumId w:val="6"/>
  </w:num>
  <w:num w:numId="4" w16cid:durableId="299111549">
    <w:abstractNumId w:val="5"/>
  </w:num>
  <w:num w:numId="5" w16cid:durableId="368530327">
    <w:abstractNumId w:val="4"/>
  </w:num>
  <w:num w:numId="6" w16cid:durableId="904726758">
    <w:abstractNumId w:val="8"/>
  </w:num>
  <w:num w:numId="7" w16cid:durableId="1509708789">
    <w:abstractNumId w:val="3"/>
  </w:num>
  <w:num w:numId="8" w16cid:durableId="1695379810">
    <w:abstractNumId w:val="2"/>
  </w:num>
  <w:num w:numId="9" w16cid:durableId="1130053038">
    <w:abstractNumId w:val="1"/>
  </w:num>
  <w:num w:numId="10" w16cid:durableId="1999263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CD1"/>
    <w:rsid w:val="00034C0D"/>
    <w:rsid w:val="00055835"/>
    <w:rsid w:val="000922A5"/>
    <w:rsid w:val="0009387F"/>
    <w:rsid w:val="001273BF"/>
    <w:rsid w:val="00133CD9"/>
    <w:rsid w:val="001B45B3"/>
    <w:rsid w:val="00237E06"/>
    <w:rsid w:val="00245710"/>
    <w:rsid w:val="002C7F42"/>
    <w:rsid w:val="00326637"/>
    <w:rsid w:val="003B2E62"/>
    <w:rsid w:val="00401CD1"/>
    <w:rsid w:val="004219CD"/>
    <w:rsid w:val="004373C7"/>
    <w:rsid w:val="004B0A92"/>
    <w:rsid w:val="004F602B"/>
    <w:rsid w:val="00501840"/>
    <w:rsid w:val="005204C6"/>
    <w:rsid w:val="00560532"/>
    <w:rsid w:val="00577064"/>
    <w:rsid w:val="0058050C"/>
    <w:rsid w:val="00604BF5"/>
    <w:rsid w:val="00616A6E"/>
    <w:rsid w:val="00657BF3"/>
    <w:rsid w:val="00671012"/>
    <w:rsid w:val="00685A30"/>
    <w:rsid w:val="006B5BC5"/>
    <w:rsid w:val="006F00BE"/>
    <w:rsid w:val="006F777F"/>
    <w:rsid w:val="00757C6D"/>
    <w:rsid w:val="007B2C70"/>
    <w:rsid w:val="008051DE"/>
    <w:rsid w:val="008454CF"/>
    <w:rsid w:val="008716FF"/>
    <w:rsid w:val="00871ACD"/>
    <w:rsid w:val="008A1DBD"/>
    <w:rsid w:val="008F6629"/>
    <w:rsid w:val="009D0627"/>
    <w:rsid w:val="009D51D7"/>
    <w:rsid w:val="00A0507E"/>
    <w:rsid w:val="00A44C41"/>
    <w:rsid w:val="00A51FB1"/>
    <w:rsid w:val="00B67AEE"/>
    <w:rsid w:val="00BC69BA"/>
    <w:rsid w:val="00C466E1"/>
    <w:rsid w:val="00C916CF"/>
    <w:rsid w:val="00CA194D"/>
    <w:rsid w:val="00CF23CB"/>
    <w:rsid w:val="00D7001B"/>
    <w:rsid w:val="00E40E39"/>
    <w:rsid w:val="00E4738D"/>
    <w:rsid w:val="00EB437B"/>
    <w:rsid w:val="00EB7938"/>
    <w:rsid w:val="00EF2213"/>
    <w:rsid w:val="00F10362"/>
    <w:rsid w:val="00F11D59"/>
    <w:rsid w:val="00F46894"/>
    <w:rsid w:val="00F84C5E"/>
    <w:rsid w:val="00FA33CF"/>
    <w:rsid w:val="00FC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3C923"/>
  <w15:chartTrackingRefBased/>
  <w15:docId w15:val="{33152E3D-981E-D94B-A345-EFE78B8C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pt-PT" w:eastAsia="ja-JP" w:bidi="pt-PT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3C7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tuloChar">
    <w:name w:val="Título Char"/>
    <w:basedOn w:val="Fontepargpadro"/>
    <w:link w:val="Ttulo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tulo">
    <w:name w:val="Subtitle"/>
    <w:basedOn w:val="Normal"/>
    <w:next w:val="Normal"/>
    <w:link w:val="Subttulo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hAnsiTheme="majorHAnsi"/>
      <w:b/>
      <w:spacing w:val="21"/>
      <w:sz w:val="26"/>
    </w:rPr>
  </w:style>
  <w:style w:type="paragraph" w:styleId="Cabealho">
    <w:name w:val="header"/>
    <w:basedOn w:val="Normal"/>
    <w:link w:val="CabealhoChar"/>
    <w:uiPriority w:val="99"/>
    <w:unhideWhenUsed/>
    <w:qFormat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RodapChar">
    <w:name w:val="Rodapé Char"/>
    <w:basedOn w:val="Fontepargpadro"/>
    <w:link w:val="Rodap"/>
    <w:uiPriority w:val="99"/>
    <w:rPr>
      <w:b/>
      <w:spacing w:val="21"/>
      <w:sz w:val="26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nfase">
    <w:name w:val="Emphasis"/>
    <w:basedOn w:val="Fontepargpadro"/>
    <w:uiPriority w:val="20"/>
    <w:semiHidden/>
    <w:unhideWhenUsed/>
    <w:qFormat/>
    <w:rPr>
      <w:b/>
      <w:iCs/>
    </w:rPr>
  </w:style>
  <w:style w:type="character" w:customStyle="1" w:styleId="SubttuloChar">
    <w:name w:val="Subtítulo Char"/>
    <w:basedOn w:val="Fontepargpadro"/>
    <w:link w:val="Subttulo"/>
    <w:uiPriority w:val="11"/>
    <w:semiHidden/>
    <w:rPr>
      <w:rFonts w:eastAsiaTheme="minorEastAsia"/>
      <w:i/>
      <w:spacing w:val="21"/>
      <w:sz w:val="36"/>
    </w:rPr>
  </w:style>
  <w:style w:type="character" w:styleId="Forte">
    <w:name w:val="Strong"/>
    <w:basedOn w:val="Fontepargpadro"/>
    <w:uiPriority w:val="22"/>
    <w:semiHidden/>
    <w:unhideWhenUsed/>
    <w:qFormat/>
    <w:rPr>
      <w:b/>
      <w:bCs/>
      <w:caps/>
      <w:smallCaps w:val="0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CitaoChar">
    <w:name w:val="Citação Char"/>
    <w:basedOn w:val="Fontepargpadro"/>
    <w:link w:val="Citao"/>
    <w:uiPriority w:val="29"/>
    <w:semiHidden/>
    <w:rPr>
      <w:i/>
      <w:iCs/>
      <w:sz w:val="32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b/>
      <w:i/>
      <w:iCs/>
      <w:sz w:val="32"/>
    </w:rPr>
  </w:style>
  <w:style w:type="character" w:styleId="RefernciaSutil">
    <w:name w:val="Subtle Reference"/>
    <w:basedOn w:val="Fontepargpadro"/>
    <w:uiPriority w:val="31"/>
    <w:semiHidden/>
    <w:unhideWhenUsed/>
    <w:qFormat/>
    <w:rPr>
      <w:caps/>
      <w:smallCaps w:val="0"/>
      <w:color w:val="4B3A2E" w:themeColor="text2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TtulodoLivro">
    <w:name w:val="Book Title"/>
    <w:basedOn w:val="Fontepargpadro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InformaesdeContato">
    <w:name w:val="Informações de Contato"/>
    <w:basedOn w:val="Normal"/>
    <w:uiPriority w:val="2"/>
    <w:qFormat/>
    <w:pPr>
      <w:spacing w:after="920"/>
      <w:contextualSpacing/>
    </w:pPr>
  </w:style>
  <w:style w:type="character" w:styleId="nfaseSutil">
    <w:name w:val="Subtle Emphasis"/>
    <w:basedOn w:val="Fontepargpadro"/>
    <w:uiPriority w:val="19"/>
    <w:semiHidden/>
    <w:unhideWhenUsed/>
    <w:qFormat/>
    <w:rPr>
      <w:i/>
      <w:iCs/>
      <w:color w:val="4B3A2E" w:themeColor="text2"/>
    </w:rPr>
  </w:style>
  <w:style w:type="character" w:styleId="nfaseIntensa">
    <w:name w:val="Intense Emphasis"/>
    <w:basedOn w:val="Fontepargpadro"/>
    <w:uiPriority w:val="21"/>
    <w:semiHidden/>
    <w:unhideWhenUsed/>
    <w:rPr>
      <w:b/>
      <w:i/>
      <w:iCs/>
      <w:color w:val="4B3A2E" w:themeColor="text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PargrafodaLista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paragraph" w:customStyle="1" w:styleId="Nome">
    <w:name w:val="Nome"/>
    <w:basedOn w:val="Normal"/>
    <w:link w:val="No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eChar">
    <w:name w:val="Nome Char"/>
    <w:basedOn w:val="Fontepargpadro"/>
    <w:link w:val="Nome"/>
    <w:uiPriority w:val="1"/>
    <w:rPr>
      <w:b/>
      <w:caps/>
      <w:spacing w:val="21"/>
      <w:sz w:val="36"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styleId="Hyperlink">
    <w:name w:val="Hyperlink"/>
    <w:basedOn w:val="Fontepargpadro"/>
    <w:uiPriority w:val="99"/>
    <w:unhideWhenUsed/>
    <w:rsid w:val="000922A5"/>
    <w:rPr>
      <w:color w:val="3D859C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92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mailto:isabellypereira1023@gmail.com" TargetMode="External" /><Relationship Id="rId12" Type="http://schemas.openxmlformats.org/officeDocument/2006/relationships/glossaryDocument" Target="glossary/document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A6D78392-362B-DE41-A5C2-8813F9B97BFA%7dtf5000203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4A2116ECC5414F938CC5C7FE4C11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234C9C-BE8D-4145-BD64-362FEA88EE80}"/>
      </w:docPartPr>
      <w:docPartBody>
        <w:p w:rsidR="00D77897" w:rsidRDefault="00000000">
          <w:pPr>
            <w:pStyle w:val="404A2116ECC5414F938CC5C7FE4C1104"/>
          </w:pPr>
          <w:r>
            <w:rPr>
              <w:lang w:bidi="pt-BR"/>
            </w:rPr>
            <w:t>Resumo das Habilidades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4BD"/>
    <w:rsid w:val="0020116E"/>
    <w:rsid w:val="00305054"/>
    <w:rsid w:val="005D64BD"/>
    <w:rsid w:val="0092285D"/>
    <w:rsid w:val="00D77897"/>
    <w:rsid w:val="00ED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404A2116ECC5414F938CC5C7FE4C1104">
    <w:name w:val="404A2116ECC5414F938CC5C7FE4C1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%7bA6D78392-362B-DE41-A5C2-8813F9B97BFA%7dtf50002038.dotx</Template>
  <TotalTime>46</TotalTime>
  <Pages>2</Pages>
  <Words>151</Words>
  <Characters>821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Isabelly Pereira</dc:creator>
  <cp:keywords/>
  <dc:description/>
  <cp:lastModifiedBy>Isabelly Pereira</cp:lastModifiedBy>
  <cp:revision>52</cp:revision>
  <dcterms:created xsi:type="dcterms:W3CDTF">2023-04-26T15:47:00Z</dcterms:created>
  <dcterms:modified xsi:type="dcterms:W3CDTF">2023-08-09T20:40:00Z</dcterms:modified>
</cp:coreProperties>
</file>