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37CD6" w14:textId="570A8022" w:rsidR="00816216" w:rsidRDefault="00E626B7" w:rsidP="00141A4C">
      <w:pPr>
        <w:pStyle w:val="Ttulo"/>
      </w:pPr>
      <w:r>
        <w:rPr>
          <w:rFonts w:ascii="Arial" w:hAnsi="Arial" w:cs="Arial"/>
        </w:rPr>
        <w:t>Giovanna Caroline Ramos Guerreiro</w:t>
      </w:r>
    </w:p>
    <w:p w14:paraId="7C690B0F" w14:textId="119F2418" w:rsidR="00141A4C" w:rsidRPr="00B84826" w:rsidRDefault="00B84826" w:rsidP="00141A4C">
      <w:pPr>
        <w:rPr>
          <w:rFonts w:cs="Arial"/>
        </w:rPr>
      </w:pPr>
      <w:r w:rsidRPr="00B84826">
        <w:t xml:space="preserve">Endereço: </w:t>
      </w:r>
      <w:r w:rsidRPr="00B84826">
        <w:rPr>
          <w:rFonts w:cs="Arial"/>
        </w:rPr>
        <w:t xml:space="preserve">Rua </w:t>
      </w:r>
      <w:r w:rsidR="00E626B7">
        <w:rPr>
          <w:rFonts w:cs="Arial"/>
        </w:rPr>
        <w:t>Plínio dos Santos 296</w:t>
      </w:r>
    </w:p>
    <w:p w14:paraId="39E5167E" w14:textId="696701C3" w:rsidR="00B84826" w:rsidRPr="00B84826" w:rsidRDefault="00B84826" w:rsidP="00141A4C">
      <w:pPr>
        <w:rPr>
          <w:rFonts w:cs="Arial"/>
        </w:rPr>
      </w:pPr>
      <w:r w:rsidRPr="00B84826">
        <w:rPr>
          <w:rFonts w:cs="Arial"/>
        </w:rPr>
        <w:t xml:space="preserve">Tel: (16) </w:t>
      </w:r>
      <w:r w:rsidR="00E626B7">
        <w:rPr>
          <w:rFonts w:cs="Arial"/>
        </w:rPr>
        <w:t>994074510</w:t>
      </w:r>
    </w:p>
    <w:p w14:paraId="13C253C4" w14:textId="54888B08" w:rsidR="00B84826" w:rsidRPr="00B84826" w:rsidRDefault="00B84826" w:rsidP="00141A4C">
      <w:pPr>
        <w:rPr>
          <w:rFonts w:cs="Arial"/>
        </w:rPr>
      </w:pPr>
      <w:r w:rsidRPr="00B84826">
        <w:rPr>
          <w:rFonts w:cs="Arial"/>
        </w:rPr>
        <w:t>E-mail:</w:t>
      </w:r>
      <w:r>
        <w:rPr>
          <w:rFonts w:cs="Arial"/>
        </w:rPr>
        <w:t xml:space="preserve"> </w:t>
      </w:r>
      <w:r w:rsidR="00E626B7">
        <w:rPr>
          <w:rFonts w:cs="Arial"/>
        </w:rPr>
        <w:t>giovannaramos749@gmail.com</w:t>
      </w:r>
    </w:p>
    <w:p w14:paraId="7AC2EBE8" w14:textId="07BA5470" w:rsidR="00B84826" w:rsidRDefault="00B84826" w:rsidP="00141A4C">
      <w:pPr>
        <w:rPr>
          <w:rFonts w:cs="Arial"/>
        </w:rPr>
      </w:pPr>
      <w:r w:rsidRPr="00B84826">
        <w:rPr>
          <w:rFonts w:cs="Arial"/>
        </w:rPr>
        <w:t xml:space="preserve">Data de Nasc.: </w:t>
      </w:r>
      <w:r>
        <w:rPr>
          <w:rFonts w:cs="Arial"/>
        </w:rPr>
        <w:t>0</w:t>
      </w:r>
      <w:r w:rsidR="00E626B7">
        <w:rPr>
          <w:rFonts w:cs="Arial"/>
        </w:rPr>
        <w:t>9</w:t>
      </w:r>
      <w:r>
        <w:rPr>
          <w:rFonts w:cs="Arial"/>
        </w:rPr>
        <w:t>/12/200</w:t>
      </w:r>
      <w:r w:rsidR="00E626B7">
        <w:rPr>
          <w:rFonts w:cs="Arial"/>
        </w:rPr>
        <w:t>5</w:t>
      </w:r>
    </w:p>
    <w:p w14:paraId="7BD856DC" w14:textId="52298C5A" w:rsidR="00B84826" w:rsidRPr="00B84826" w:rsidRDefault="00B84826" w:rsidP="00141A4C">
      <w:pPr>
        <w:rPr>
          <w:rFonts w:cs="Arial"/>
        </w:rPr>
      </w:pPr>
      <w:r>
        <w:rPr>
          <w:rFonts w:cs="Arial"/>
        </w:rPr>
        <w:t>Naturalidade: Ribeirão Preto – São Paulo</w:t>
      </w:r>
    </w:p>
    <w:p w14:paraId="3765A0AB" w14:textId="41429E29" w:rsidR="00B84826" w:rsidRPr="00B84826" w:rsidRDefault="00B84826" w:rsidP="00141A4C">
      <w:pPr>
        <w:rPr>
          <w:rFonts w:cs="Arial"/>
        </w:rPr>
      </w:pPr>
      <w:r w:rsidRPr="00B84826">
        <w:rPr>
          <w:rFonts w:cs="Arial"/>
        </w:rPr>
        <w:t xml:space="preserve">Nacionalidade: </w:t>
      </w:r>
      <w:r>
        <w:rPr>
          <w:rFonts w:cs="Arial"/>
        </w:rPr>
        <w:t xml:space="preserve">Brasileira </w:t>
      </w:r>
      <w:r w:rsidRPr="00B84826">
        <w:rPr>
          <w:rFonts w:cs="Arial"/>
        </w:rPr>
        <w:t xml:space="preserve">| RG: </w:t>
      </w:r>
      <w:r w:rsidR="00E626B7">
        <w:rPr>
          <w:rFonts w:cs="Arial"/>
        </w:rPr>
        <w:t>532568886</w:t>
      </w:r>
      <w:r w:rsidRPr="00B84826">
        <w:rPr>
          <w:rFonts w:cs="Arial"/>
        </w:rPr>
        <w:t>/ SSP -</w:t>
      </w:r>
      <w:r>
        <w:rPr>
          <w:rFonts w:cs="Arial"/>
        </w:rPr>
        <w:t>SP</w:t>
      </w:r>
    </w:p>
    <w:p w14:paraId="34981DA5" w14:textId="77777777" w:rsidR="00B84826" w:rsidRPr="00B84826" w:rsidRDefault="00B84826" w:rsidP="00141A4C">
      <w:pPr>
        <w:rPr>
          <w:rFonts w:ascii="Arial" w:hAnsi="Arial" w:cs="Arial"/>
          <w:sz w:val="24"/>
          <w:szCs w:val="24"/>
        </w:rPr>
      </w:pPr>
    </w:p>
    <w:p w14:paraId="64DA3F40" w14:textId="1C8737F4" w:rsidR="006270A9" w:rsidRDefault="004273DC" w:rsidP="00141A4C">
      <w:pPr>
        <w:pStyle w:val="Ttulo1"/>
      </w:pPr>
      <w:r>
        <w:t>OBJETIVO</w:t>
      </w:r>
    </w:p>
    <w:p w14:paraId="23B95D62" w14:textId="208E9282" w:rsidR="006270A9" w:rsidRDefault="00B84826">
      <w:r>
        <w:t>Estou disposta a aprender e acrescentar meus conhecimentos nas atividades profissionais</w:t>
      </w:r>
      <w:r w:rsidR="00E626B7">
        <w:t>.</w:t>
      </w:r>
    </w:p>
    <w:p w14:paraId="2884D6BB" w14:textId="77777777" w:rsidR="004273DC" w:rsidRDefault="004273DC"/>
    <w:p w14:paraId="194037FE" w14:textId="14DF3669" w:rsidR="006270A9" w:rsidRDefault="004273DC">
      <w:pPr>
        <w:pStyle w:val="Ttulo1"/>
      </w:pPr>
      <w:r>
        <w:t>FORMAÇÃO ACADÊMICA</w:t>
      </w:r>
    </w:p>
    <w:p w14:paraId="4FB0D860" w14:textId="75234C52" w:rsidR="006270A9" w:rsidRDefault="00B84826">
      <w:pPr>
        <w:pStyle w:val="Ttulo2"/>
      </w:pPr>
      <w:r>
        <w:t>2° GRAU</w:t>
      </w:r>
      <w:r w:rsidR="009D5933">
        <w:rPr>
          <w:lang w:val="pt-BR" w:bidi="pt-BR"/>
        </w:rPr>
        <w:t> | </w:t>
      </w:r>
      <w:r w:rsidR="001E1331">
        <w:t>COMPLETO</w:t>
      </w:r>
      <w:r w:rsidR="009D5933">
        <w:rPr>
          <w:lang w:val="pt-BR" w:bidi="pt-BR"/>
        </w:rPr>
        <w:t> | </w:t>
      </w:r>
      <w:r w:rsidR="00E626B7">
        <w:t>Colégio auxiliadora</w:t>
      </w:r>
    </w:p>
    <w:p w14:paraId="4E69B131" w14:textId="4E9B99A1" w:rsidR="006270A9" w:rsidRDefault="005626D8" w:rsidP="001B29CF">
      <w:pPr>
        <w:pStyle w:val="Commarcadores"/>
      </w:pPr>
      <w:r>
        <w:rPr>
          <w:lang w:val="pt-BR" w:bidi="pt-BR"/>
        </w:rPr>
        <w:t xml:space="preserve">Ensino médio </w:t>
      </w:r>
      <w:r w:rsidR="00E626B7">
        <w:rPr>
          <w:lang w:val="pt-BR" w:bidi="pt-BR"/>
        </w:rPr>
        <w:t>concluído em 2023</w:t>
      </w:r>
      <w:r>
        <w:rPr>
          <w:lang w:val="pt-BR" w:bidi="pt-BR"/>
        </w:rPr>
        <w:t xml:space="preserve"> – Ribeirão Preto, SP</w:t>
      </w:r>
    </w:p>
    <w:p w14:paraId="5F3F01A5" w14:textId="0D9316CA" w:rsidR="006270A9" w:rsidRDefault="005626D8">
      <w:pPr>
        <w:pStyle w:val="Ttulo2"/>
      </w:pPr>
      <w:r>
        <w:t>IDIOMAS e cursos</w:t>
      </w:r>
    </w:p>
    <w:p w14:paraId="0F2EEEC3" w14:textId="6CB25D6A" w:rsidR="006270A9" w:rsidRDefault="005626D8">
      <w:pPr>
        <w:pStyle w:val="Commarcadores"/>
      </w:pPr>
      <w:r>
        <w:rPr>
          <w:lang w:val="pt-BR" w:bidi="pt-BR"/>
        </w:rPr>
        <w:t>Português: Língua materna</w:t>
      </w:r>
    </w:p>
    <w:p w14:paraId="168A5DD3" w14:textId="5B129C39" w:rsidR="006270A9" w:rsidRDefault="005626D8">
      <w:pPr>
        <w:pStyle w:val="Commarcadores"/>
      </w:pPr>
      <w:r>
        <w:rPr>
          <w:lang w:val="pt-BR" w:bidi="pt-BR"/>
        </w:rPr>
        <w:t>Inglês: Intermediário B2</w:t>
      </w:r>
      <w:r w:rsidR="00DF0EA3">
        <w:rPr>
          <w:lang w:val="pt-BR" w:bidi="pt-BR"/>
        </w:rPr>
        <w:t>/C1</w:t>
      </w:r>
      <w:r>
        <w:rPr>
          <w:lang w:val="pt-BR" w:bidi="pt-BR"/>
        </w:rPr>
        <w:t xml:space="preserve"> </w:t>
      </w:r>
    </w:p>
    <w:p w14:paraId="37C19944" w14:textId="77777777" w:rsidR="004273DC" w:rsidRDefault="004273DC" w:rsidP="004273DC">
      <w:pPr>
        <w:pStyle w:val="Commarcadores"/>
        <w:numPr>
          <w:ilvl w:val="0"/>
          <w:numId w:val="0"/>
        </w:numPr>
      </w:pPr>
    </w:p>
    <w:p w14:paraId="49FFBA08" w14:textId="2A29F7D4" w:rsidR="006270A9" w:rsidRDefault="005626D8">
      <w:pPr>
        <w:pStyle w:val="Ttulo1"/>
      </w:pPr>
      <w:r>
        <w:t>EXPERIÊNCIA PROFISSIONAL</w:t>
      </w:r>
    </w:p>
    <w:p w14:paraId="7290A303" w14:textId="3DE4A41C" w:rsidR="006270A9" w:rsidRDefault="005626D8">
      <w:pPr>
        <w:pStyle w:val="Ttulo2"/>
      </w:pPr>
      <w:r>
        <w:t>1</w:t>
      </w:r>
      <w:r w:rsidR="00E626B7">
        <w:t>1</w:t>
      </w:r>
      <w:r>
        <w:t>/202</w:t>
      </w:r>
      <w:r w:rsidR="00E626B7">
        <w:t>4</w:t>
      </w:r>
      <w:r>
        <w:t xml:space="preserve"> - aTUAL</w:t>
      </w:r>
    </w:p>
    <w:p w14:paraId="31CAAFB0" w14:textId="13AD92E8" w:rsidR="006270A9" w:rsidRPr="005626D8" w:rsidRDefault="005626D8">
      <w:pPr>
        <w:pStyle w:val="Commarcadores"/>
      </w:pPr>
      <w:r>
        <w:rPr>
          <w:b/>
          <w:bCs/>
        </w:rPr>
        <w:t>Aprendiz de Serviço Administrativo – FAEPA</w:t>
      </w:r>
    </w:p>
    <w:p w14:paraId="7CCA0874" w14:textId="45335675" w:rsidR="005626D8" w:rsidRPr="005626D8" w:rsidRDefault="005626D8">
      <w:pPr>
        <w:pStyle w:val="Commarcadores"/>
      </w:pPr>
      <w:r>
        <w:rPr>
          <w:b/>
          <w:bCs/>
        </w:rPr>
        <w:t xml:space="preserve">Local: HCFMRP – Ribeirão Preto – SP </w:t>
      </w:r>
    </w:p>
    <w:p w14:paraId="5D0EE68E" w14:textId="1CE138E8" w:rsidR="005626D8" w:rsidRDefault="005626D8">
      <w:pPr>
        <w:pStyle w:val="Commarcadores"/>
      </w:pPr>
      <w:r>
        <w:t xml:space="preserve">Trabalho com agendas, pacote office, organização de documentos, almoxarifado, contagem </w:t>
      </w:r>
      <w:r w:rsidR="004273DC">
        <w:t>de materiais de consumo, abertura de ordens de serviços para reparos, programações de agendas, entrega e checagem de documentos, envio de e-mails informativos e contato telefônico para atendimento programado.</w:t>
      </w:r>
    </w:p>
    <w:p w14:paraId="11D5C43F" w14:textId="77777777" w:rsidR="004273DC" w:rsidRDefault="004273DC" w:rsidP="004273DC">
      <w:pPr>
        <w:pStyle w:val="Commarcadores"/>
        <w:numPr>
          <w:ilvl w:val="0"/>
          <w:numId w:val="0"/>
        </w:numPr>
        <w:ind w:left="216" w:hanging="216"/>
      </w:pPr>
    </w:p>
    <w:p w14:paraId="4B0E64B1" w14:textId="77777777" w:rsidR="004273DC" w:rsidRDefault="004273DC" w:rsidP="004273DC">
      <w:pPr>
        <w:pStyle w:val="Commarcadores"/>
        <w:numPr>
          <w:ilvl w:val="0"/>
          <w:numId w:val="0"/>
        </w:numPr>
        <w:ind w:left="216" w:hanging="216"/>
      </w:pPr>
    </w:p>
    <w:p w14:paraId="3A1AAD54" w14:textId="19DEA682" w:rsidR="006270A9" w:rsidRDefault="004273DC">
      <w:pPr>
        <w:pStyle w:val="Ttulo1"/>
      </w:pPr>
      <w:r>
        <w:t>HABILIDADES E COMPETÊNCIAS</w:t>
      </w:r>
    </w:p>
    <w:p w14:paraId="1A643F1C" w14:textId="1CD3C30D" w:rsidR="006270A9" w:rsidRDefault="004273DC">
      <w:pPr>
        <w:pStyle w:val="Commarcadores"/>
      </w:pPr>
      <w:r>
        <w:t>Dinâmica; extrovertida; responsável; proativa e facilidade em executar tarefas em grupo.</w:t>
      </w:r>
    </w:p>
    <w:p w14:paraId="2EB037C8" w14:textId="19218AF1" w:rsidR="001B29CF" w:rsidRPr="001B29CF" w:rsidRDefault="001B29CF" w:rsidP="004273DC">
      <w:pPr>
        <w:pStyle w:val="Commarcadores"/>
        <w:numPr>
          <w:ilvl w:val="0"/>
          <w:numId w:val="0"/>
        </w:numPr>
      </w:pPr>
    </w:p>
    <w:sectPr w:rsidR="001B29CF" w:rsidRPr="001B29CF" w:rsidSect="00617B26">
      <w:footerReference w:type="default" r:id="rId8"/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38F74" w14:textId="77777777" w:rsidR="0066041C" w:rsidRDefault="0066041C">
      <w:pPr>
        <w:spacing w:after="0"/>
      </w:pPr>
      <w:r>
        <w:separator/>
      </w:r>
    </w:p>
  </w:endnote>
  <w:endnote w:type="continuationSeparator" w:id="0">
    <w:p w14:paraId="7DB83559" w14:textId="77777777" w:rsidR="0066041C" w:rsidRDefault="006604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AEA4" w14:textId="77777777" w:rsidR="006270A9" w:rsidRDefault="009D5933">
    <w:pPr>
      <w:pStyle w:val="Rodap"/>
    </w:pPr>
    <w:r>
      <w:rPr>
        <w:lang w:val="pt-BR" w:bidi="pt-BR"/>
      </w:rPr>
      <w:t xml:space="preserve">Página </w:t>
    </w:r>
    <w:r>
      <w:rPr>
        <w:lang w:val="pt-BR" w:bidi="pt-BR"/>
      </w:rPr>
      <w:fldChar w:fldCharType="begin"/>
    </w:r>
    <w:r>
      <w:rPr>
        <w:lang w:val="pt-BR" w:bidi="pt-BR"/>
      </w:rPr>
      <w:instrText xml:space="preserve"> PAGE   \* MERGEFORMAT </w:instrText>
    </w:r>
    <w:r>
      <w:rPr>
        <w:lang w:val="pt-BR" w:bidi="pt-BR"/>
      </w:rPr>
      <w:fldChar w:fldCharType="separate"/>
    </w:r>
    <w:r w:rsidR="006C5A7E">
      <w:rPr>
        <w:noProof/>
        <w:lang w:val="pt-BR" w:bidi="pt-BR"/>
      </w:rPr>
      <w:t>1</w:t>
    </w:r>
    <w:r>
      <w:rPr>
        <w:noProof/>
        <w:lang w:val="pt-BR"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B3ACF" w14:textId="77777777" w:rsidR="0066041C" w:rsidRDefault="0066041C">
      <w:pPr>
        <w:spacing w:after="0"/>
      </w:pPr>
      <w:r>
        <w:separator/>
      </w:r>
    </w:p>
  </w:footnote>
  <w:footnote w:type="continuationSeparator" w:id="0">
    <w:p w14:paraId="29B31658" w14:textId="77777777" w:rsidR="0066041C" w:rsidRDefault="006604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9E5B4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Commarcadores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864A0"/>
    <w:multiLevelType w:val="multilevel"/>
    <w:tmpl w:val="F42A8A2A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2FC5048"/>
    <w:multiLevelType w:val="multilevel"/>
    <w:tmpl w:val="0409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6D9D5ECA"/>
    <w:multiLevelType w:val="multilevel"/>
    <w:tmpl w:val="2DB03242"/>
    <w:lvl w:ilvl="0">
      <w:start w:val="1"/>
      <w:numFmt w:val="decimal"/>
      <w:pStyle w:val="Numerada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19" w15:restartNumberingAfterBreak="0">
    <w:nsid w:val="71866955"/>
    <w:multiLevelType w:val="multilevel"/>
    <w:tmpl w:val="01684A10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688289358">
    <w:abstractNumId w:val="9"/>
  </w:num>
  <w:num w:numId="2" w16cid:durableId="200098365">
    <w:abstractNumId w:val="9"/>
    <w:lvlOverride w:ilvl="0">
      <w:startOverride w:val="1"/>
    </w:lvlOverride>
  </w:num>
  <w:num w:numId="3" w16cid:durableId="800802278">
    <w:abstractNumId w:val="9"/>
    <w:lvlOverride w:ilvl="0">
      <w:startOverride w:val="1"/>
    </w:lvlOverride>
  </w:num>
  <w:num w:numId="4" w16cid:durableId="869879457">
    <w:abstractNumId w:val="9"/>
    <w:lvlOverride w:ilvl="0">
      <w:startOverride w:val="1"/>
    </w:lvlOverride>
  </w:num>
  <w:num w:numId="5" w16cid:durableId="212932636">
    <w:abstractNumId w:val="8"/>
  </w:num>
  <w:num w:numId="6" w16cid:durableId="58525709">
    <w:abstractNumId w:val="7"/>
  </w:num>
  <w:num w:numId="7" w16cid:durableId="1370909533">
    <w:abstractNumId w:val="6"/>
  </w:num>
  <w:num w:numId="8" w16cid:durableId="1043946655">
    <w:abstractNumId w:val="5"/>
  </w:num>
  <w:num w:numId="9" w16cid:durableId="1658339234">
    <w:abstractNumId w:val="4"/>
  </w:num>
  <w:num w:numId="10" w16cid:durableId="2068531127">
    <w:abstractNumId w:val="3"/>
  </w:num>
  <w:num w:numId="11" w16cid:durableId="1806508345">
    <w:abstractNumId w:val="2"/>
  </w:num>
  <w:num w:numId="12" w16cid:durableId="1223717989">
    <w:abstractNumId w:val="1"/>
  </w:num>
  <w:num w:numId="13" w16cid:durableId="1119838691">
    <w:abstractNumId w:val="0"/>
  </w:num>
  <w:num w:numId="14" w16cid:durableId="1410033149">
    <w:abstractNumId w:val="13"/>
  </w:num>
  <w:num w:numId="15" w16cid:durableId="857767358">
    <w:abstractNumId w:val="16"/>
  </w:num>
  <w:num w:numId="16" w16cid:durableId="1716925088">
    <w:abstractNumId w:val="12"/>
  </w:num>
  <w:num w:numId="17" w16cid:durableId="1590578102">
    <w:abstractNumId w:val="15"/>
  </w:num>
  <w:num w:numId="18" w16cid:durableId="1811745531">
    <w:abstractNumId w:val="10"/>
  </w:num>
  <w:num w:numId="19" w16cid:durableId="1195196371">
    <w:abstractNumId w:val="19"/>
  </w:num>
  <w:num w:numId="20" w16cid:durableId="14037708">
    <w:abstractNumId w:val="17"/>
  </w:num>
  <w:num w:numId="21" w16cid:durableId="180897310">
    <w:abstractNumId w:val="11"/>
  </w:num>
  <w:num w:numId="22" w16cid:durableId="2041710149">
    <w:abstractNumId w:val="14"/>
  </w:num>
  <w:num w:numId="23" w16cid:durableId="19953761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26"/>
    <w:rsid w:val="000A4F59"/>
    <w:rsid w:val="000D0436"/>
    <w:rsid w:val="00141A4C"/>
    <w:rsid w:val="001B29CF"/>
    <w:rsid w:val="001E1331"/>
    <w:rsid w:val="0028220F"/>
    <w:rsid w:val="00356C14"/>
    <w:rsid w:val="004273DC"/>
    <w:rsid w:val="005432FF"/>
    <w:rsid w:val="005626D8"/>
    <w:rsid w:val="0058518A"/>
    <w:rsid w:val="00617B26"/>
    <w:rsid w:val="006270A9"/>
    <w:rsid w:val="0066041C"/>
    <w:rsid w:val="00675956"/>
    <w:rsid w:val="00681034"/>
    <w:rsid w:val="006C5A7E"/>
    <w:rsid w:val="00816216"/>
    <w:rsid w:val="0087734B"/>
    <w:rsid w:val="009822B7"/>
    <w:rsid w:val="009D5933"/>
    <w:rsid w:val="009E6F4F"/>
    <w:rsid w:val="00B84826"/>
    <w:rsid w:val="00BD768D"/>
    <w:rsid w:val="00C61F8E"/>
    <w:rsid w:val="00CC1266"/>
    <w:rsid w:val="00DF0EA3"/>
    <w:rsid w:val="00E626B7"/>
    <w:rsid w:val="00E83E4B"/>
    <w:rsid w:val="00F8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4C0C8"/>
  <w15:chartTrackingRefBased/>
  <w15:docId w15:val="{06935BA2-C3D9-461F-B6F2-EAF2ED6F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pt-PT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9CF"/>
  </w:style>
  <w:style w:type="paragraph" w:styleId="Ttulo1">
    <w:name w:val="heading 1"/>
    <w:basedOn w:val="Normal"/>
    <w:link w:val="Ttulo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tuloChar">
    <w:name w:val="Título Char"/>
    <w:basedOn w:val="Fontepargpadro"/>
    <w:link w:val="Ttulo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TextodoEspaoReservado">
    <w:name w:val="Placeholder Text"/>
    <w:basedOn w:val="Fontepargpadro"/>
    <w:uiPriority w:val="99"/>
    <w:semiHidden/>
    <w:rsid w:val="00E83E4B"/>
    <w:rPr>
      <w:color w:val="393939" w:themeColor="text2" w:themeShade="BF"/>
    </w:rPr>
  </w:style>
  <w:style w:type="paragraph" w:styleId="Commarcadores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Cabealho">
    <w:name w:val="header"/>
    <w:basedOn w:val="Normal"/>
    <w:link w:val="CabealhoChar"/>
    <w:uiPriority w:val="99"/>
    <w:unhideWhenUsed/>
    <w:pPr>
      <w:spacing w:after="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RodapChar">
    <w:name w:val="Rodapé Char"/>
    <w:basedOn w:val="Fontepargpadro"/>
    <w:link w:val="Rodap"/>
    <w:uiPriority w:val="99"/>
    <w:rsid w:val="00681034"/>
    <w:rPr>
      <w:color w:val="2A7B88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contextualSpacing w:val="0"/>
      <w:outlineLvl w:val="9"/>
    </w:pPr>
  </w:style>
  <w:style w:type="character" w:styleId="nfaseIntensa">
    <w:name w:val="Intense Emphasis"/>
    <w:basedOn w:val="Fontepargpadro"/>
    <w:uiPriority w:val="21"/>
    <w:semiHidden/>
    <w:unhideWhenUsed/>
    <w:qFormat/>
    <w:rPr>
      <w:i/>
      <w:iCs/>
      <w:color w:val="2A7B88" w:themeColor="accent1" w:themeShade="BF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i/>
      <w:iCs/>
      <w:color w:val="2A7B88" w:themeColor="accent1" w:themeShade="BF"/>
    </w:rPr>
  </w:style>
  <w:style w:type="paragraph" w:styleId="Numerada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Fontepargpadro"/>
    <w:uiPriority w:val="99"/>
    <w:semiHidden/>
    <w:unhideWhenUsed/>
    <w:rsid w:val="00E83E4B"/>
    <w:rPr>
      <w:color w:val="2A7B88" w:themeColor="accent1" w:themeShade="BF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3E4B"/>
    <w:rPr>
      <w:szCs w:val="16"/>
    </w:rPr>
  </w:style>
  <w:style w:type="paragraph" w:styleId="Textoembloco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3E4B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8220F"/>
    <w:rPr>
      <w:sz w:val="22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220F"/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8220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8220F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22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8220F"/>
    <w:rPr>
      <w:b/>
      <w:bCs/>
      <w:szCs w:val="2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8220F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8220F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8220F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8220F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8220F"/>
    <w:rPr>
      <w:rFonts w:ascii="Consolas" w:hAnsi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CRP\AppData\Roaming\Microsoft\Templates\Curr&#237;culo%20(cor)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6AB4-36B0-421F-A6B5-DFF6F9C3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(cor)</Template>
  <TotalTime>7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UHC034116</dc:creator>
  <cp:keywords/>
  <cp:lastModifiedBy>UHC034116</cp:lastModifiedBy>
  <cp:revision>4</cp:revision>
  <dcterms:created xsi:type="dcterms:W3CDTF">2025-02-03T18:04:00Z</dcterms:created>
  <dcterms:modified xsi:type="dcterms:W3CDTF">2025-02-03T18:04:00Z</dcterms:modified>
  <cp:version/>
</cp:coreProperties>
</file>