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33F85" w14:textId="5CBFC7A8" w:rsidR="00F11D59" w:rsidRDefault="00BC5F13">
      <w:pPr>
        <w:pStyle w:val="Nome"/>
      </w:pPr>
      <w:r>
        <w:t xml:space="preserve">DANIELLe fernanda dias figueiredo </w:t>
      </w:r>
    </w:p>
    <w:p w14:paraId="0418C935" w14:textId="148D0B11" w:rsidR="00F11D59" w:rsidRDefault="00642457">
      <w:pPr>
        <w:pStyle w:val="InformaesdeContato"/>
      </w:pPr>
      <w:r>
        <w:t xml:space="preserve">End.: </w:t>
      </w:r>
      <w:r w:rsidR="00BC5F13">
        <w:t xml:space="preserve">Rua Virgílio </w:t>
      </w:r>
      <w:proofErr w:type="spellStart"/>
      <w:r>
        <w:t>M</w:t>
      </w:r>
      <w:r w:rsidR="00BC5F13">
        <w:t>erli</w:t>
      </w:r>
      <w:proofErr w:type="spellEnd"/>
      <w:r w:rsidR="00BC5F13">
        <w:t xml:space="preserve"> </w:t>
      </w:r>
      <w:r>
        <w:t>n°759 Vila São José</w:t>
      </w:r>
      <w:r w:rsidR="00BC7E9C">
        <w:t xml:space="preserve">/ </w:t>
      </w:r>
      <w:proofErr w:type="spellStart"/>
      <w:r w:rsidR="00BC7E9C">
        <w:t>B</w:t>
      </w:r>
      <w:r w:rsidR="006F253B">
        <w:t>arrinha-SP</w:t>
      </w:r>
      <w:proofErr w:type="spellEnd"/>
      <w:r w:rsidR="006F253B">
        <w:t xml:space="preserve"> </w:t>
      </w:r>
    </w:p>
    <w:p w14:paraId="2BA8FCAB" w14:textId="3E9334F5" w:rsidR="00642457" w:rsidRDefault="00642457">
      <w:pPr>
        <w:pStyle w:val="InformaesdeContato"/>
      </w:pPr>
      <w:r>
        <w:t xml:space="preserve">Telefone: </w:t>
      </w:r>
      <w:r w:rsidR="002F7502">
        <w:t xml:space="preserve">(016) 99443-7122 </w:t>
      </w:r>
    </w:p>
    <w:p w14:paraId="1D4B0802" w14:textId="5650CF3E" w:rsidR="00000D3E" w:rsidRDefault="006F253B">
      <w:pPr>
        <w:pStyle w:val="InformaesdeContato"/>
      </w:pPr>
      <w:r>
        <w:t>Data de nascimento: 08/03/2001</w:t>
      </w:r>
    </w:p>
    <w:p w14:paraId="2C0C2172" w14:textId="141728B4" w:rsidR="002F7502" w:rsidRDefault="002F7502">
      <w:pPr>
        <w:pStyle w:val="InformaesdeContato"/>
      </w:pPr>
      <w:r>
        <w:t xml:space="preserve">E-mail: </w:t>
      </w:r>
      <w:hyperlink r:id="rId7" w:history="1">
        <w:r w:rsidRPr="00F0115C">
          <w:rPr>
            <w:rStyle w:val="Hyperlink"/>
          </w:rPr>
          <w:t>figueiredodani4@gmail.com</w:t>
        </w:r>
      </w:hyperlink>
      <w:r>
        <w:t xml:space="preserve"> </w:t>
      </w:r>
    </w:p>
    <w:p w14:paraId="45EB9B58" w14:textId="77777777" w:rsidR="00F11D59" w:rsidRDefault="00AD7B68">
      <w:pPr>
        <w:pStyle w:val="Ttulo1"/>
      </w:pPr>
      <w:sdt>
        <w:sdtPr>
          <w:id w:val="-819804518"/>
          <w:placeholder>
            <w:docPart w:val="9F5234AD7FA2654CB66A1DF136C27C37"/>
          </w:placeholder>
          <w:temporary/>
          <w:showingPlcHdr/>
          <w15:appearance w15:val="hidden"/>
        </w:sdtPr>
        <w:sdtEndPr/>
        <w:sdtContent>
          <w:r w:rsidR="004373C7">
            <w:rPr>
              <w:lang w:bidi="pt-BR"/>
            </w:rPr>
            <w:t>Resumo das Habilidades</w:t>
          </w:r>
        </w:sdtContent>
      </w:sdt>
    </w:p>
    <w:p w14:paraId="3C3DDB36" w14:textId="0EA3D93E" w:rsidR="00852E57" w:rsidRDefault="00852E57" w:rsidP="001D054F">
      <w:pPr>
        <w:spacing w:after="180"/>
      </w:pPr>
      <w:r>
        <w:t>Relacionamento</w:t>
      </w:r>
      <w:r w:rsidR="00BC7E9C">
        <w:t xml:space="preserve">; </w:t>
      </w:r>
      <w:r>
        <w:t>Pensamento criativo</w:t>
      </w:r>
      <w:r w:rsidR="00BC7E9C">
        <w:t xml:space="preserve">; </w:t>
      </w:r>
      <w:r>
        <w:t>Autoconfiança</w:t>
      </w:r>
      <w:r w:rsidR="00BC7E9C">
        <w:t xml:space="preserve">; </w:t>
      </w:r>
      <w:r>
        <w:t>Proatividade</w:t>
      </w:r>
      <w:r w:rsidR="00BC7E9C">
        <w:t xml:space="preserve">; </w:t>
      </w:r>
      <w:r>
        <w:t>Trabalho em equipe</w:t>
      </w:r>
      <w:r w:rsidR="00BC7E9C">
        <w:t xml:space="preserve">; </w:t>
      </w:r>
      <w:r>
        <w:t>Conhecimento técnico e aprendizado contínuo.</w:t>
      </w:r>
    </w:p>
    <w:p w14:paraId="4CE174B1" w14:textId="77777777" w:rsidR="00F11D59" w:rsidRDefault="00AD7B68">
      <w:pPr>
        <w:pStyle w:val="Ttulo1"/>
      </w:pPr>
      <w:sdt>
        <w:sdtPr>
          <w:id w:val="-1150367223"/>
          <w:placeholder>
            <w:docPart w:val="EB334CCEA90B9746AF7969E175B4E257"/>
          </w:placeholder>
          <w:temporary/>
          <w:showingPlcHdr/>
          <w15:appearance w15:val="hidden"/>
        </w:sdtPr>
        <w:sdtEndPr/>
        <w:sdtContent>
          <w:r w:rsidR="004373C7">
            <w:rPr>
              <w:lang w:bidi="pt-BR"/>
            </w:rPr>
            <w:t>Educação</w:t>
          </w:r>
        </w:sdtContent>
      </w:sdt>
    </w:p>
    <w:p w14:paraId="128B782C" w14:textId="693BF343" w:rsidR="00BF20B4" w:rsidRDefault="00852E57" w:rsidP="00BF20B4">
      <w:pPr>
        <w:pStyle w:val="Ttulo2"/>
        <w:rPr>
          <w:b w:val="0"/>
          <w:bCs/>
          <w:i w:val="0"/>
          <w:iCs/>
          <w:sz w:val="22"/>
          <w:szCs w:val="22"/>
        </w:rPr>
      </w:pPr>
      <w:r w:rsidRPr="00EE74C2">
        <w:rPr>
          <w:b w:val="0"/>
          <w:bCs/>
          <w:i w:val="0"/>
          <w:iCs/>
          <w:sz w:val="22"/>
          <w:szCs w:val="22"/>
        </w:rPr>
        <w:t xml:space="preserve">Ensino médio </w:t>
      </w:r>
      <w:r w:rsidR="00D441A5" w:rsidRPr="00EE74C2">
        <w:rPr>
          <w:b w:val="0"/>
          <w:bCs/>
          <w:i w:val="0"/>
          <w:iCs/>
          <w:sz w:val="22"/>
          <w:szCs w:val="22"/>
        </w:rPr>
        <w:t>completo-</w:t>
      </w:r>
      <w:r w:rsidR="00E74508">
        <w:rPr>
          <w:b w:val="0"/>
          <w:bCs/>
          <w:i w:val="0"/>
          <w:iCs/>
          <w:sz w:val="22"/>
          <w:szCs w:val="22"/>
        </w:rPr>
        <w:t xml:space="preserve"> concluído em </w:t>
      </w:r>
      <w:r w:rsidR="00D441A5" w:rsidRPr="00EE74C2">
        <w:rPr>
          <w:b w:val="0"/>
          <w:bCs/>
          <w:i w:val="0"/>
          <w:iCs/>
          <w:sz w:val="22"/>
          <w:szCs w:val="22"/>
        </w:rPr>
        <w:t>2018</w:t>
      </w:r>
    </w:p>
    <w:p w14:paraId="57167931" w14:textId="1520A607" w:rsidR="00EC7D3E" w:rsidRPr="00EC7D3E" w:rsidRDefault="00E74508" w:rsidP="00EC7D3E">
      <w:r>
        <w:t>Bacharelado em</w:t>
      </w:r>
      <w:r w:rsidR="00EC7D3E">
        <w:t xml:space="preserve"> </w:t>
      </w:r>
      <w:r w:rsidR="007A56AD">
        <w:t>Enf</w:t>
      </w:r>
      <w:r w:rsidR="00EC7D3E">
        <w:t>ermagem</w:t>
      </w:r>
      <w:r w:rsidR="00D157B5">
        <w:t xml:space="preserve"> na Universidade Paulista de</w:t>
      </w:r>
      <w:r w:rsidR="00DE7E0A">
        <w:t xml:space="preserve"> Ribeirão Preto</w:t>
      </w:r>
      <w:r>
        <w:t>-</w:t>
      </w:r>
      <w:r w:rsidR="00DE7E0A">
        <w:t xml:space="preserve"> </w:t>
      </w:r>
      <w:r>
        <w:t xml:space="preserve"> concluído em </w:t>
      </w:r>
      <w:r w:rsidR="00BA2B1A">
        <w:t xml:space="preserve">Junho </w:t>
      </w:r>
      <w:r w:rsidR="00DE7E0A">
        <w:t xml:space="preserve">de </w:t>
      </w:r>
      <w:r>
        <w:t>2023</w:t>
      </w:r>
    </w:p>
    <w:p w14:paraId="22DBA6FC" w14:textId="77777777" w:rsidR="00F11D59" w:rsidRDefault="00AD7B68">
      <w:pPr>
        <w:pStyle w:val="Ttulo1"/>
      </w:pPr>
      <w:sdt>
        <w:sdtPr>
          <w:id w:val="617349259"/>
          <w:placeholder>
            <w:docPart w:val="B685BDD3995544449F77B11ECD8F4C0A"/>
          </w:placeholder>
          <w:temporary/>
          <w:showingPlcHdr/>
          <w15:appearance w15:val="hidden"/>
        </w:sdtPr>
        <w:sdtEndPr/>
        <w:sdtContent>
          <w:r w:rsidR="004373C7">
            <w:rPr>
              <w:lang w:bidi="pt-BR"/>
            </w:rPr>
            <w:t>Experiência</w:t>
          </w:r>
        </w:sdtContent>
      </w:sdt>
    </w:p>
    <w:p w14:paraId="19253465" w14:textId="5F28FC3C" w:rsidR="00BF20B4" w:rsidRPr="001B7F4F" w:rsidRDefault="00B25DDB" w:rsidP="002E5B7C">
      <w:pPr>
        <w:pStyle w:val="Ttulo2"/>
        <w:rPr>
          <w:i w:val="0"/>
          <w:iCs/>
          <w:sz w:val="22"/>
          <w:szCs w:val="22"/>
        </w:rPr>
      </w:pPr>
      <w:r w:rsidRPr="001B7F4F">
        <w:rPr>
          <w:i w:val="0"/>
          <w:iCs/>
          <w:sz w:val="22"/>
          <w:szCs w:val="22"/>
        </w:rPr>
        <w:t xml:space="preserve">Prefeitura Municipal de </w:t>
      </w:r>
      <w:proofErr w:type="spellStart"/>
      <w:r w:rsidRPr="001B7F4F">
        <w:rPr>
          <w:i w:val="0"/>
          <w:iCs/>
          <w:sz w:val="22"/>
          <w:szCs w:val="22"/>
        </w:rPr>
        <w:t>Barrinha-SP</w:t>
      </w:r>
      <w:proofErr w:type="spellEnd"/>
    </w:p>
    <w:p w14:paraId="0BEC9334" w14:textId="0962EC97" w:rsidR="001B7F4F" w:rsidRDefault="00460241" w:rsidP="00460241">
      <w:r>
        <w:t>Estagiária</w:t>
      </w:r>
      <w:r w:rsidR="007B507F">
        <w:t xml:space="preserve"> remunerada</w:t>
      </w:r>
      <w:r w:rsidR="007D134E">
        <w:t xml:space="preserve"> CIEE-</w:t>
      </w:r>
      <w:r w:rsidR="007B507F">
        <w:t xml:space="preserve"> </w:t>
      </w:r>
      <w:r w:rsidR="005E1FB6">
        <w:t>Março 20</w:t>
      </w:r>
      <w:r w:rsidR="000F6B96">
        <w:t xml:space="preserve">21 à </w:t>
      </w:r>
      <w:proofErr w:type="spellStart"/>
      <w:r w:rsidR="000F6B96">
        <w:t>Jun</w:t>
      </w:r>
      <w:proofErr w:type="spellEnd"/>
      <w:r w:rsidR="000F6B96">
        <w:t xml:space="preserve"> 2023</w:t>
      </w:r>
    </w:p>
    <w:p w14:paraId="313B7BFE" w14:textId="583BD0EC" w:rsidR="00CB1413" w:rsidRDefault="009E74EB" w:rsidP="00460241">
      <w:pPr>
        <w:rPr>
          <w:b/>
          <w:bCs/>
        </w:rPr>
      </w:pPr>
      <w:r>
        <w:rPr>
          <w:b/>
          <w:bCs/>
        </w:rPr>
        <w:t xml:space="preserve">São Lucas </w:t>
      </w:r>
      <w:proofErr w:type="spellStart"/>
      <w:r>
        <w:rPr>
          <w:b/>
          <w:bCs/>
        </w:rPr>
        <w:t>Ribeirania</w:t>
      </w:r>
      <w:proofErr w:type="spellEnd"/>
      <w:r>
        <w:rPr>
          <w:b/>
          <w:bCs/>
        </w:rPr>
        <w:t xml:space="preserve"> </w:t>
      </w:r>
    </w:p>
    <w:p w14:paraId="7C513346" w14:textId="5766B161" w:rsidR="007B507F" w:rsidRDefault="007B507F" w:rsidP="00460241">
      <w:r>
        <w:t xml:space="preserve">Estagiária não remunerada- </w:t>
      </w:r>
      <w:r w:rsidR="00D653DE">
        <w:t xml:space="preserve">Maio 2023 à </w:t>
      </w:r>
      <w:proofErr w:type="spellStart"/>
      <w:r w:rsidR="00D653DE">
        <w:t>Jul</w:t>
      </w:r>
      <w:proofErr w:type="spellEnd"/>
      <w:r w:rsidR="00D653DE">
        <w:t xml:space="preserve"> 2023</w:t>
      </w:r>
    </w:p>
    <w:p w14:paraId="07023E69" w14:textId="1B18295A" w:rsidR="00D653DE" w:rsidRDefault="009B20B8" w:rsidP="00460241">
      <w:pPr>
        <w:rPr>
          <w:b/>
          <w:bCs/>
        </w:rPr>
      </w:pPr>
      <w:r>
        <w:rPr>
          <w:b/>
          <w:bCs/>
        </w:rPr>
        <w:t xml:space="preserve">SERERP </w:t>
      </w:r>
      <w:r w:rsidR="007D134E">
        <w:rPr>
          <w:b/>
          <w:bCs/>
        </w:rPr>
        <w:t xml:space="preserve">Ribeirão Preto </w:t>
      </w:r>
    </w:p>
    <w:p w14:paraId="0C5B2EFC" w14:textId="4B904AC0" w:rsidR="007D134E" w:rsidRDefault="007D134E" w:rsidP="00460241">
      <w:r>
        <w:t xml:space="preserve">Estagiária não remunerada- </w:t>
      </w:r>
      <w:r w:rsidR="00BA2B1A">
        <w:t>Outubro 2022 à Dezembro 2022</w:t>
      </w:r>
    </w:p>
    <w:p w14:paraId="35F3C49C" w14:textId="4F547518" w:rsidR="00BA2B1A" w:rsidRDefault="00ED7FB5" w:rsidP="00460241">
      <w:pPr>
        <w:rPr>
          <w:b/>
          <w:bCs/>
        </w:rPr>
      </w:pPr>
      <w:r>
        <w:rPr>
          <w:b/>
          <w:bCs/>
        </w:rPr>
        <w:t xml:space="preserve">UPA municipal Leni </w:t>
      </w:r>
      <w:proofErr w:type="spellStart"/>
      <w:r>
        <w:rPr>
          <w:b/>
          <w:bCs/>
        </w:rPr>
        <w:t>Balan</w:t>
      </w:r>
      <w:proofErr w:type="spellEnd"/>
      <w:r>
        <w:rPr>
          <w:b/>
          <w:bCs/>
        </w:rPr>
        <w:t xml:space="preserve"> Jacomini </w:t>
      </w:r>
      <w:r w:rsidR="00B541D4">
        <w:rPr>
          <w:b/>
          <w:bCs/>
        </w:rPr>
        <w:t xml:space="preserve">de Jardinópolis </w:t>
      </w:r>
    </w:p>
    <w:p w14:paraId="52142B76" w14:textId="0D4CC295" w:rsidR="00B541D4" w:rsidRPr="00B541D4" w:rsidRDefault="00B541D4" w:rsidP="00460241">
      <w:r>
        <w:t>Estagiária não remunerada- Outubro 2022 à Dezembro 2022</w:t>
      </w:r>
    </w:p>
    <w:p w14:paraId="389CCA50" w14:textId="77777777" w:rsidR="0028235F" w:rsidRPr="00762068" w:rsidRDefault="0028235F" w:rsidP="00460241"/>
    <w:p w14:paraId="03DE2690" w14:textId="77777777" w:rsidR="00EE74C2" w:rsidRDefault="00EE74C2" w:rsidP="00B25DDB"/>
    <w:p w14:paraId="4D7A7D8F" w14:textId="77777777" w:rsidR="00BF20B4" w:rsidRPr="00B25DDB" w:rsidRDefault="00BF20B4" w:rsidP="00B25DDB"/>
    <w:p w14:paraId="226FA34D" w14:textId="52F6BF77" w:rsidR="00F11D59" w:rsidRDefault="00F11D59" w:rsidP="008F68F7">
      <w:pPr>
        <w:pStyle w:val="Ttulo3"/>
      </w:pPr>
    </w:p>
    <w:sectPr w:rsidR="00F11D59">
      <w:headerReference w:type="default" r:id="rId8"/>
      <w:footerReference w:type="default" r:id="rId9"/>
      <w:headerReference w:type="first" r:id="rId10"/>
      <w:pgSz w:w="11907" w:h="16839" w:code="9"/>
      <w:pgMar w:top="1152" w:right="1123" w:bottom="1195" w:left="1123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77B2A" w14:textId="77777777" w:rsidR="00BB6490" w:rsidRDefault="00BB6490">
      <w:pPr>
        <w:spacing w:after="0" w:line="240" w:lineRule="auto"/>
      </w:pPr>
      <w:r>
        <w:rPr>
          <w:lang w:bidi="pt-BR"/>
        </w:rPr>
        <w:separator/>
      </w:r>
    </w:p>
  </w:endnote>
  <w:endnote w:type="continuationSeparator" w:id="0">
    <w:p w14:paraId="5E93BC2E" w14:textId="77777777" w:rsidR="00BB6490" w:rsidRDefault="00BB6490">
      <w:pPr>
        <w:spacing w:after="0" w:line="240" w:lineRule="auto"/>
      </w:pPr>
      <w:r>
        <w:rPr>
          <w:lang w:bidi="pt-B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330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654B13" w14:textId="77777777" w:rsidR="00F11D59" w:rsidRDefault="004373C7">
        <w:pPr>
          <w:pStyle w:val="Rodap"/>
        </w:pPr>
        <w:r>
          <w:rPr>
            <w:lang w:bidi="pt-BR"/>
          </w:rPr>
          <w:fldChar w:fldCharType="begin"/>
        </w:r>
        <w:r>
          <w:rPr>
            <w:lang w:bidi="pt-BR"/>
          </w:rPr>
          <w:instrText xml:space="preserve"> PAGE   \* MERGEFORMAT </w:instrText>
        </w:r>
        <w:r>
          <w:rPr>
            <w:lang w:bidi="pt-BR"/>
          </w:rPr>
          <w:fldChar w:fldCharType="separate"/>
        </w:r>
        <w:r>
          <w:rPr>
            <w:noProof/>
            <w:lang w:bidi="pt-BR"/>
          </w:rPr>
          <w:t>2</w:t>
        </w:r>
        <w:r>
          <w:rPr>
            <w:noProof/>
            <w:lang w:bidi="pt-B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F9616" w14:textId="77777777" w:rsidR="00BB6490" w:rsidRDefault="00BB6490">
      <w:pPr>
        <w:spacing w:after="0" w:line="240" w:lineRule="auto"/>
      </w:pPr>
      <w:r>
        <w:rPr>
          <w:lang w:bidi="pt-BR"/>
        </w:rPr>
        <w:separator/>
      </w:r>
    </w:p>
  </w:footnote>
  <w:footnote w:type="continuationSeparator" w:id="0">
    <w:p w14:paraId="0448EFDC" w14:textId="77777777" w:rsidR="00BB6490" w:rsidRDefault="00BB6490">
      <w:pPr>
        <w:spacing w:after="0" w:line="240" w:lineRule="auto"/>
      </w:pPr>
      <w:r>
        <w:rPr>
          <w:lang w:bidi="pt-B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12167" w14:textId="77777777" w:rsidR="00F11D59" w:rsidRDefault="004373C7">
    <w:pPr>
      <w:pStyle w:val="Cabealho"/>
    </w:pPr>
    <w:r>
      <w:rPr>
        <w:noProof/>
        <w:lang w:val="lt-LT" w:eastAsia="zh-CN" w:bidi="ar-SA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8EF7251" wp14:editId="25015D73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4" name="Group 4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7B171090" id="Group 4" o:spid="_x0000_s1026" alt="Título: Background graphics" style="position:absolute;margin-left:0;margin-top:0;width:252pt;height:791.85pt;z-index:251661312;mso-width-percent:412;mso-height-percent:1000;mso-position-horizontal:left;mso-position-horizontal-relative:margin;mso-position-vertical:top;mso-position-vertical-relative:page;mso-width-percent:412;mso-height-percent:1000" coordsize="32004,100563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">
              <v:rect id="Rectangle 2" o:spid="_x0000_s1027" style="position:absolute;width:32004;height:1920;visibility:visible;mso-wrap-style:square;v-text-anchor:middl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" fillcolor="#4b3a2e [3215]" stroked="f" strokeweight="1pt"/>
              <v:rect id="Rectangle 3" o:spid="_x0000_s1028" style="position:absolute;top:99648;width:32004;height:915;visibility:visible;mso-wrap-style:square;v-text-anchor:middl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2B17E" w14:textId="77777777" w:rsidR="00F11D59" w:rsidRDefault="004373C7">
    <w:pPr>
      <w:pStyle w:val="Cabealho"/>
    </w:pPr>
    <w:r>
      <w:rPr>
        <w:noProof/>
        <w:lang w:val="lt-LT" w:eastAsia="zh-CN" w:bidi="ar-SA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06ADE51" wp14:editId="5EDFA596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8890" b="0"/>
              <wp:wrapNone/>
              <wp:docPr id="5" name="Grupo 5" title="Gráficos de tela de fundo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6" name="Retângulo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tângulo 7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5E28F790" id="Grupo 5" o:spid="_x0000_s1026" alt="Título: Gráficos de tela de fundo" style="position:absolute;margin-left:0;margin-top:0;width:252pt;height:791.85pt;z-index:251663360;mso-width-percent:412;mso-height-percent:1000;mso-position-horizontal:left;mso-position-horizontal-relative:margin;mso-position-vertical:top;mso-position-vertical-relative:page;mso-width-percent:412;mso-height-percent:1000" coordsize="32004,100563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">
              <v:rect id="Retângulo 6" o:spid="_x0000_s1027" style="position:absolute;width:32004;height:1920;visibility:visible;mso-wrap-style:square;v-text-anchor:middl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" fillcolor="#4b3a2e [3215]" stroked="f" strokeweight="1pt"/>
              <v:rect id="Retângulo 7" o:spid="_x0000_s1028" style="position:absolute;top:99648;width:32004;height:915;visibility:visible;mso-wrap-style:square;v-text-anchor:middl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F442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028F2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4002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ED2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BB849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EF4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A688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A4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50E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D62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76306670">
    <w:abstractNumId w:val="9"/>
  </w:num>
  <w:num w:numId="2" w16cid:durableId="1703172163">
    <w:abstractNumId w:val="7"/>
  </w:num>
  <w:num w:numId="3" w16cid:durableId="84573534">
    <w:abstractNumId w:val="6"/>
  </w:num>
  <w:num w:numId="4" w16cid:durableId="2018920642">
    <w:abstractNumId w:val="5"/>
  </w:num>
  <w:num w:numId="5" w16cid:durableId="510067103">
    <w:abstractNumId w:val="4"/>
  </w:num>
  <w:num w:numId="6" w16cid:durableId="1475873509">
    <w:abstractNumId w:val="8"/>
  </w:num>
  <w:num w:numId="7" w16cid:durableId="1177887967">
    <w:abstractNumId w:val="3"/>
  </w:num>
  <w:num w:numId="8" w16cid:durableId="2125612935">
    <w:abstractNumId w:val="2"/>
  </w:num>
  <w:num w:numId="9" w16cid:durableId="916205816">
    <w:abstractNumId w:val="1"/>
  </w:num>
  <w:num w:numId="10" w16cid:durableId="2139831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attachedTemplate r:id="rId1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F13"/>
    <w:rsid w:val="00000D3E"/>
    <w:rsid w:val="00034C0D"/>
    <w:rsid w:val="0008138E"/>
    <w:rsid w:val="000F6B96"/>
    <w:rsid w:val="00120D8C"/>
    <w:rsid w:val="001A581B"/>
    <w:rsid w:val="001B7F4F"/>
    <w:rsid w:val="0028235F"/>
    <w:rsid w:val="002E5B7C"/>
    <w:rsid w:val="002F7502"/>
    <w:rsid w:val="004373C7"/>
    <w:rsid w:val="00460241"/>
    <w:rsid w:val="005E1FB6"/>
    <w:rsid w:val="00642457"/>
    <w:rsid w:val="006F253B"/>
    <w:rsid w:val="00762068"/>
    <w:rsid w:val="007A56AD"/>
    <w:rsid w:val="007B507F"/>
    <w:rsid w:val="007D134E"/>
    <w:rsid w:val="00852E57"/>
    <w:rsid w:val="008F68F7"/>
    <w:rsid w:val="009257E3"/>
    <w:rsid w:val="009B20B8"/>
    <w:rsid w:val="009E74EB"/>
    <w:rsid w:val="00B25DDB"/>
    <w:rsid w:val="00B541D4"/>
    <w:rsid w:val="00BA2B1A"/>
    <w:rsid w:val="00BB6490"/>
    <w:rsid w:val="00BC5F13"/>
    <w:rsid w:val="00BC7E9C"/>
    <w:rsid w:val="00BF20B4"/>
    <w:rsid w:val="00C16BCE"/>
    <w:rsid w:val="00C8141F"/>
    <w:rsid w:val="00CB1413"/>
    <w:rsid w:val="00D157B5"/>
    <w:rsid w:val="00D441A5"/>
    <w:rsid w:val="00D653DE"/>
    <w:rsid w:val="00DE7E0A"/>
    <w:rsid w:val="00E40E39"/>
    <w:rsid w:val="00E74508"/>
    <w:rsid w:val="00EC7D3E"/>
    <w:rsid w:val="00ED7FB5"/>
    <w:rsid w:val="00EE74C2"/>
    <w:rsid w:val="00F11D59"/>
    <w:rsid w:val="00F8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37C3DF"/>
  <w15:chartTrackingRefBased/>
  <w15:docId w15:val="{32DA51A7-BC60-1E40-B4D7-AC4B1B3A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B3A2E" w:themeColor="text2"/>
        <w:sz w:val="22"/>
        <w:szCs w:val="22"/>
        <w:lang w:val="pt-PT" w:eastAsia="ja-JP" w:bidi="pt-PT"/>
      </w:rPr>
    </w:rPrDefault>
    <w:pPrDefault>
      <w:pPr>
        <w:spacing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3C7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pPr>
      <w:spacing w:before="320" w:after="200"/>
      <w:contextualSpacing/>
      <w:outlineLvl w:val="0"/>
    </w:pPr>
    <w:rPr>
      <w:rFonts w:asciiTheme="majorHAnsi" w:hAnsiTheme="majorHAnsi"/>
      <w:b/>
      <w:spacing w:val="21"/>
      <w:sz w:val="26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pPr>
      <w:keepNext/>
      <w:keepLines/>
      <w:spacing w:before="220" w:after="80"/>
      <w:contextualSpacing/>
      <w:outlineLvl w:val="1"/>
    </w:pPr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i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pacing w:val="2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eastAsiaTheme="majorEastAsia" w:hAnsiTheme="majorHAnsi" w:cstheme="majorBidi"/>
      <w:b/>
      <w:spacing w:val="2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spacing w:val="2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eastAsiaTheme="majorEastAsia" w:hAnsiTheme="majorHAnsi" w:cstheme="majorBidi"/>
      <w:iCs/>
      <w:spacing w:val="2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uiPriority w:val="10"/>
    <w:semiHidden/>
    <w:unhideWhenUsed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character" w:customStyle="1" w:styleId="TtuloChar">
    <w:name w:val="Título Char"/>
    <w:basedOn w:val="Fontepargpadro"/>
    <w:link w:val="Ttulo"/>
    <w:uiPriority w:val="10"/>
    <w:semiHidden/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paragraph" w:styleId="Subttulo">
    <w:name w:val="Subtitle"/>
    <w:basedOn w:val="Normal"/>
    <w:next w:val="Normal"/>
    <w:link w:val="SubttuloChar"/>
    <w:uiPriority w:val="11"/>
    <w:semiHidden/>
    <w:unhideWhenUsed/>
    <w:pPr>
      <w:numPr>
        <w:ilvl w:val="1"/>
      </w:numPr>
      <w:spacing w:after="960" w:line="240" w:lineRule="auto"/>
      <w:contextualSpacing/>
    </w:pPr>
    <w:rPr>
      <w:rFonts w:eastAsiaTheme="minorEastAsia"/>
      <w:i/>
      <w:spacing w:val="21"/>
      <w:sz w:val="36"/>
    </w:rPr>
  </w:style>
  <w:style w:type="character" w:customStyle="1" w:styleId="Ttulo1Char">
    <w:name w:val="Título 1 Char"/>
    <w:basedOn w:val="Fontepargpadro"/>
    <w:link w:val="Ttulo1"/>
    <w:uiPriority w:val="9"/>
    <w:rPr>
      <w:rFonts w:asciiTheme="majorHAnsi" w:hAnsiTheme="majorHAnsi"/>
      <w:b/>
      <w:spacing w:val="21"/>
      <w:sz w:val="26"/>
    </w:rPr>
  </w:style>
  <w:style w:type="paragraph" w:styleId="Cabealho">
    <w:name w:val="header"/>
    <w:basedOn w:val="Normal"/>
    <w:link w:val="CabealhoChar"/>
    <w:uiPriority w:val="99"/>
    <w:unhideWhenUsed/>
    <w:qFormat/>
    <w:pPr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qFormat/>
    <w:pPr>
      <w:spacing w:after="0" w:line="240" w:lineRule="auto"/>
    </w:pPr>
    <w:rPr>
      <w:b/>
      <w:spacing w:val="21"/>
      <w:sz w:val="26"/>
    </w:rPr>
  </w:style>
  <w:style w:type="character" w:customStyle="1" w:styleId="RodapChar">
    <w:name w:val="Rodapé Char"/>
    <w:basedOn w:val="Fontepargpadro"/>
    <w:link w:val="Rodap"/>
    <w:uiPriority w:val="99"/>
    <w:rPr>
      <w:b/>
      <w:spacing w:val="21"/>
      <w:sz w:val="26"/>
    </w:rPr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character" w:customStyle="1" w:styleId="Ttulo2Char">
    <w:name w:val="Título 2 Char"/>
    <w:basedOn w:val="Fontepargpadro"/>
    <w:link w:val="Ttulo2"/>
    <w:uiPriority w:val="9"/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b/>
      <w:spacing w:val="21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b/>
      <w:i/>
      <w:spacing w:val="21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Cs/>
      <w:spacing w:val="21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nfase">
    <w:name w:val="Emphasis"/>
    <w:basedOn w:val="Fontepargpadro"/>
    <w:uiPriority w:val="20"/>
    <w:semiHidden/>
    <w:unhideWhenUsed/>
    <w:qFormat/>
    <w:rPr>
      <w:b/>
      <w:iCs/>
    </w:rPr>
  </w:style>
  <w:style w:type="character" w:customStyle="1" w:styleId="SubttuloChar">
    <w:name w:val="Subtítulo Char"/>
    <w:basedOn w:val="Fontepargpadro"/>
    <w:link w:val="Subttulo"/>
    <w:uiPriority w:val="11"/>
    <w:semiHidden/>
    <w:rPr>
      <w:rFonts w:eastAsiaTheme="minorEastAsia"/>
      <w:i/>
      <w:spacing w:val="21"/>
      <w:sz w:val="36"/>
    </w:rPr>
  </w:style>
  <w:style w:type="character" w:styleId="Forte">
    <w:name w:val="Strong"/>
    <w:basedOn w:val="Fontepargpadro"/>
    <w:uiPriority w:val="22"/>
    <w:semiHidden/>
    <w:unhideWhenUsed/>
    <w:qFormat/>
    <w:rPr>
      <w:b/>
      <w:bCs/>
      <w:caps/>
      <w:smallCaps w:val="0"/>
    </w:rPr>
  </w:style>
  <w:style w:type="paragraph" w:styleId="Citao">
    <w:name w:val="Quote"/>
    <w:basedOn w:val="Normal"/>
    <w:next w:val="Normal"/>
    <w:link w:val="CitaoChar"/>
    <w:uiPriority w:val="29"/>
    <w:semiHidden/>
    <w:unhideWhenUsed/>
    <w:qFormat/>
    <w:pPr>
      <w:spacing w:before="240" w:after="240"/>
      <w:contextualSpacing/>
    </w:pPr>
    <w:rPr>
      <w:i/>
      <w:iCs/>
      <w:sz w:val="32"/>
    </w:rPr>
  </w:style>
  <w:style w:type="character" w:customStyle="1" w:styleId="CitaoChar">
    <w:name w:val="Citação Char"/>
    <w:basedOn w:val="Fontepargpadro"/>
    <w:link w:val="Citao"/>
    <w:uiPriority w:val="29"/>
    <w:semiHidden/>
    <w:rPr>
      <w:i/>
      <w:iCs/>
      <w:sz w:val="32"/>
    </w:rPr>
  </w:style>
  <w:style w:type="paragraph" w:styleId="CitaoIntensa">
    <w:name w:val="Intense Quote"/>
    <w:basedOn w:val="Normal"/>
    <w:next w:val="Normal"/>
    <w:link w:val="CitaoIntensaChar"/>
    <w:uiPriority w:val="30"/>
    <w:semiHidden/>
    <w:unhideWhenUsed/>
    <w:qFormat/>
    <w:pPr>
      <w:spacing w:before="240" w:after="240"/>
      <w:contextualSpacing/>
    </w:pPr>
    <w:rPr>
      <w:b/>
      <w:i/>
      <w:iCs/>
      <w:sz w:val="32"/>
    </w:rPr>
  </w:style>
  <w:style w:type="character" w:customStyle="1" w:styleId="CitaoIntensaChar">
    <w:name w:val="Citação Intensa Char"/>
    <w:basedOn w:val="Fontepargpadro"/>
    <w:link w:val="CitaoIntensa"/>
    <w:uiPriority w:val="30"/>
    <w:semiHidden/>
    <w:rPr>
      <w:b/>
      <w:i/>
      <w:iCs/>
      <w:sz w:val="32"/>
    </w:rPr>
  </w:style>
  <w:style w:type="character" w:styleId="RefernciaSutil">
    <w:name w:val="Subtle Reference"/>
    <w:basedOn w:val="Fontepargpadro"/>
    <w:uiPriority w:val="31"/>
    <w:semiHidden/>
    <w:unhideWhenUsed/>
    <w:qFormat/>
    <w:rPr>
      <w:caps/>
      <w:smallCaps w:val="0"/>
      <w:color w:val="4B3A2E" w:themeColor="text2"/>
    </w:rPr>
  </w:style>
  <w:style w:type="character" w:styleId="RefernciaIntensa">
    <w:name w:val="Intense Reference"/>
    <w:basedOn w:val="Fontepargpadro"/>
    <w:uiPriority w:val="32"/>
    <w:semiHidden/>
    <w:unhideWhenUsed/>
    <w:qFormat/>
    <w:rPr>
      <w:b/>
      <w:bCs/>
      <w:i/>
      <w:caps/>
      <w:smallCaps w:val="0"/>
      <w:color w:val="4B3A2E" w:themeColor="text2"/>
      <w:spacing w:val="0"/>
    </w:rPr>
  </w:style>
  <w:style w:type="character" w:styleId="TtulodoLivro">
    <w:name w:val="Book Title"/>
    <w:basedOn w:val="Fontepargpadro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Legenda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customStyle="1" w:styleId="InformaesdeContato">
    <w:name w:val="Informações de Contato"/>
    <w:basedOn w:val="Normal"/>
    <w:uiPriority w:val="2"/>
    <w:qFormat/>
    <w:pPr>
      <w:spacing w:after="920"/>
      <w:contextualSpacing/>
    </w:pPr>
  </w:style>
  <w:style w:type="character" w:styleId="nfaseSutil">
    <w:name w:val="Subtle Emphasis"/>
    <w:basedOn w:val="Fontepargpadro"/>
    <w:uiPriority w:val="19"/>
    <w:semiHidden/>
    <w:unhideWhenUsed/>
    <w:qFormat/>
    <w:rPr>
      <w:i/>
      <w:iCs/>
      <w:color w:val="4B3A2E" w:themeColor="text2"/>
    </w:rPr>
  </w:style>
  <w:style w:type="character" w:styleId="nfaseIntensa">
    <w:name w:val="Intense Emphasis"/>
    <w:basedOn w:val="Fontepargpadro"/>
    <w:uiPriority w:val="21"/>
    <w:semiHidden/>
    <w:unhideWhenUsed/>
    <w:rPr>
      <w:b/>
      <w:i/>
      <w:iCs/>
      <w:color w:val="4B3A2E" w:themeColor="text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pPr>
      <w:outlineLvl w:val="9"/>
    </w:pPr>
  </w:style>
  <w:style w:type="paragraph" w:styleId="PargrafodaLista">
    <w:name w:val="List Paragraph"/>
    <w:basedOn w:val="Normal"/>
    <w:uiPriority w:val="34"/>
    <w:semiHidden/>
    <w:unhideWhenUsed/>
    <w:qFormat/>
    <w:pPr>
      <w:ind w:left="216" w:hanging="216"/>
      <w:contextualSpacing/>
    </w:pPr>
  </w:style>
  <w:style w:type="paragraph" w:customStyle="1" w:styleId="Nome">
    <w:name w:val="Nome"/>
    <w:basedOn w:val="Normal"/>
    <w:link w:val="NomeChar"/>
    <w:uiPriority w:val="1"/>
    <w:qFormat/>
    <w:pPr>
      <w:spacing w:after="240" w:line="240" w:lineRule="auto"/>
      <w:contextualSpacing/>
    </w:pPr>
    <w:rPr>
      <w:b/>
      <w:caps/>
      <w:spacing w:val="21"/>
      <w:sz w:val="36"/>
    </w:rPr>
  </w:style>
  <w:style w:type="character" w:customStyle="1" w:styleId="NomeChar">
    <w:name w:val="Nome Char"/>
    <w:basedOn w:val="Fontepargpadro"/>
    <w:link w:val="Nome"/>
    <w:uiPriority w:val="1"/>
    <w:rPr>
      <w:b/>
      <w:caps/>
      <w:spacing w:val="21"/>
      <w:sz w:val="36"/>
    </w:rPr>
  </w:style>
  <w:style w:type="character" w:customStyle="1" w:styleId="Ttulo3Char">
    <w:name w:val="Título 3 Char"/>
    <w:basedOn w:val="Fontepargpadro"/>
    <w:link w:val="Ttulo3"/>
    <w:uiPriority w:val="9"/>
    <w:rPr>
      <w:rFonts w:asciiTheme="majorHAnsi" w:eastAsiaTheme="majorEastAsia" w:hAnsiTheme="majorHAnsi" w:cstheme="majorBidi"/>
      <w:i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Pr>
      <w:rFonts w:asciiTheme="majorHAnsi" w:eastAsiaTheme="majorEastAsia" w:hAnsiTheme="majorHAnsi" w:cstheme="majorBidi"/>
      <w:b/>
      <w:iCs/>
      <w:caps/>
      <w:spacing w:val="21"/>
    </w:rPr>
  </w:style>
  <w:style w:type="character" w:styleId="Hyperlink">
    <w:name w:val="Hyperlink"/>
    <w:basedOn w:val="Fontepargpadro"/>
    <w:uiPriority w:val="99"/>
    <w:unhideWhenUsed/>
    <w:rsid w:val="002F7502"/>
    <w:rPr>
      <w:color w:val="3D859C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F75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hyperlink" Target="mailto:figueiredodani4@gmail.com" TargetMode="External" /><Relationship Id="rId12" Type="http://schemas.openxmlformats.org/officeDocument/2006/relationships/glossaryDocument" Target="glossary/document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ntTable" Target="fontTable.xml" /><Relationship Id="rId5" Type="http://schemas.openxmlformats.org/officeDocument/2006/relationships/footnotes" Target="footnotes.xml" /><Relationship Id="rId10" Type="http://schemas.openxmlformats.org/officeDocument/2006/relationships/header" Target="header2.xml" /><Relationship Id="rId4" Type="http://schemas.openxmlformats.org/officeDocument/2006/relationships/webSettings" Target="webSettings.xml" /><Relationship Id="rId9" Type="http://schemas.openxmlformats.org/officeDocument/2006/relationships/footer" Target="footer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600FA070-2983-B94E-A739-BFF77393E5DD%7dtf50002038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5234AD7FA2654CB66A1DF136C27C3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934A2E-D2CF-6D4B-94C5-1DB7B28942B4}"/>
      </w:docPartPr>
      <w:docPartBody>
        <w:p w:rsidR="008C7545" w:rsidRDefault="008C7545">
          <w:pPr>
            <w:pStyle w:val="9F5234AD7FA2654CB66A1DF136C27C37"/>
          </w:pPr>
          <w:r>
            <w:rPr>
              <w:lang w:bidi="pt-BR"/>
            </w:rPr>
            <w:t>Resumo das Habilidades</w:t>
          </w:r>
        </w:p>
      </w:docPartBody>
    </w:docPart>
    <w:docPart>
      <w:docPartPr>
        <w:name w:val="EB334CCEA90B9746AF7969E175B4E25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5CC89F-C012-B54D-AE45-610FF74EA97C}"/>
      </w:docPartPr>
      <w:docPartBody>
        <w:p w:rsidR="008C7545" w:rsidRDefault="008C7545">
          <w:pPr>
            <w:pStyle w:val="EB334CCEA90B9746AF7969E175B4E257"/>
          </w:pPr>
          <w:r>
            <w:rPr>
              <w:lang w:bidi="pt-BR"/>
            </w:rPr>
            <w:t>Educação</w:t>
          </w:r>
        </w:p>
      </w:docPartBody>
    </w:docPart>
    <w:docPart>
      <w:docPartPr>
        <w:name w:val="B685BDD3995544449F77B11ECD8F4C0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E62961E-1F22-DD4B-874A-9F4E44D70A1F}"/>
      </w:docPartPr>
      <w:docPartBody>
        <w:p w:rsidR="008C7545" w:rsidRDefault="008C7545">
          <w:pPr>
            <w:pStyle w:val="B685BDD3995544449F77B11ECD8F4C0A"/>
          </w:pPr>
          <w:r>
            <w:rPr>
              <w:lang w:bidi="pt-BR"/>
            </w:rPr>
            <w:t>Experiência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162"/>
    <w:rsid w:val="008C7545"/>
    <w:rsid w:val="009E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9F5234AD7FA2654CB66A1DF136C27C37">
    <w:name w:val="9F5234AD7FA2654CB66A1DF136C27C37"/>
  </w:style>
  <w:style w:type="paragraph" w:customStyle="1" w:styleId="EB334CCEA90B9746AF7969E175B4E257">
    <w:name w:val="EB334CCEA90B9746AF7969E175B4E257"/>
  </w:style>
  <w:style w:type="paragraph" w:customStyle="1" w:styleId="B685BDD3995544449F77B11ECD8F4C0A">
    <w:name w:val="B685BDD3995544449F77B11ECD8F4C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%7b600FA070-2983-B94E-A739-BFF77393E5DD%7dtf50002038.dotx</Template>
  <TotalTime>0</TotalTime>
  <Pages>1</Pages>
  <Words>140</Words>
  <Characters>762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figueiredo</dc:creator>
  <cp:keywords/>
  <dc:description/>
  <cp:lastModifiedBy>danielle figueiredo</cp:lastModifiedBy>
  <cp:revision>2</cp:revision>
  <dcterms:created xsi:type="dcterms:W3CDTF">2023-10-04T00:54:00Z</dcterms:created>
  <dcterms:modified xsi:type="dcterms:W3CDTF">2023-10-04T00:54:00Z</dcterms:modified>
</cp:coreProperties>
</file>